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FE2964" w14:textId="77777777" w:rsidR="00892447" w:rsidRPr="00AB7063" w:rsidRDefault="001F784E">
      <w:pPr>
        <w:rPr>
          <w:b/>
          <w:sz w:val="24"/>
          <w:szCs w:val="32"/>
        </w:rPr>
      </w:pPr>
      <w:r w:rsidRPr="00AB7063">
        <w:rPr>
          <w:b/>
          <w:sz w:val="24"/>
          <w:szCs w:val="32"/>
        </w:rPr>
        <w:t xml:space="preserve">Chapter </w:t>
      </w:r>
      <w:r w:rsidR="00EC1508" w:rsidRPr="00AB7063">
        <w:rPr>
          <w:b/>
          <w:sz w:val="24"/>
          <w:szCs w:val="32"/>
        </w:rPr>
        <w:t>13</w:t>
      </w:r>
      <w:r w:rsidR="00790CD2" w:rsidRPr="00AB7063">
        <w:rPr>
          <w:b/>
          <w:sz w:val="24"/>
          <w:szCs w:val="32"/>
        </w:rPr>
        <w:t xml:space="preserve">: </w:t>
      </w:r>
      <w:r w:rsidR="00EC1508" w:rsidRPr="00AB7063">
        <w:rPr>
          <w:b/>
          <w:sz w:val="24"/>
          <w:szCs w:val="32"/>
        </w:rPr>
        <w:t>Correlation and Regression</w:t>
      </w:r>
    </w:p>
    <w:p w14:paraId="455BFD87" w14:textId="77777777" w:rsidR="00AF3200" w:rsidRDefault="006B3E20" w:rsidP="00AB7063">
      <w:pPr>
        <w:pStyle w:val="Question"/>
      </w:pPr>
      <w:r>
        <w:t xml:space="preserve">1. </w:t>
      </w:r>
      <w:r w:rsidR="002518FE">
        <w:t>I</w:t>
      </w:r>
      <w:r w:rsidR="00244828">
        <w:t xml:space="preserve">f one or more of your variables </w:t>
      </w:r>
      <w:r w:rsidR="002518FE">
        <w:t>is measured as an ordinal variable, you should use a Spearman’s correlation instead of a Pearson’s correlation</w:t>
      </w:r>
      <w:r w:rsidR="00220355">
        <w:t>.</w:t>
      </w:r>
    </w:p>
    <w:p w14:paraId="751A042C" w14:textId="77777777" w:rsidR="006B3E20" w:rsidRDefault="002518FE" w:rsidP="00AB7063">
      <w:pPr>
        <w:pStyle w:val="TF"/>
      </w:pPr>
      <w:r>
        <w:t>*True</w:t>
      </w:r>
    </w:p>
    <w:p w14:paraId="021F0DEA" w14:textId="77777777" w:rsidR="006B3E20" w:rsidRDefault="002518FE" w:rsidP="00AB7063">
      <w:pPr>
        <w:pStyle w:val="TF"/>
      </w:pPr>
      <w:r>
        <w:t>False</w:t>
      </w:r>
    </w:p>
    <w:p w14:paraId="7C657C48" w14:textId="77777777" w:rsidR="00A85FB9" w:rsidRPr="00C97175" w:rsidRDefault="00686ACD" w:rsidP="00AB7063">
      <w:pPr>
        <w:pStyle w:val="Type"/>
      </w:pPr>
      <w:r>
        <w:t xml:space="preserve">Learning Objective: </w:t>
      </w:r>
      <w:r w:rsidR="00892447">
        <w:t xml:space="preserve">13-1: </w:t>
      </w:r>
      <w:r w:rsidR="00A85FB9" w:rsidRPr="00C97175">
        <w:t>Identify when to use Pearson’s and Spearman’s correlations</w:t>
      </w:r>
      <w:r w:rsidR="0099500D">
        <w:t>.</w:t>
      </w:r>
    </w:p>
    <w:p w14:paraId="5C5DD1CA" w14:textId="77777777" w:rsidR="00686ACD" w:rsidRDefault="00686ACD" w:rsidP="00AB7063">
      <w:pPr>
        <w:pStyle w:val="Type"/>
      </w:pPr>
      <w:r>
        <w:t>Cognitive Domain:</w:t>
      </w:r>
      <w:r w:rsidR="00220355">
        <w:t xml:space="preserve"> Knowledge</w:t>
      </w:r>
    </w:p>
    <w:p w14:paraId="16461810" w14:textId="77777777" w:rsidR="00686ACD" w:rsidRDefault="00686ACD" w:rsidP="00AB7063">
      <w:pPr>
        <w:pStyle w:val="Type"/>
      </w:pPr>
      <w:r>
        <w:t>Answer Location:</w:t>
      </w:r>
      <w:r w:rsidR="00535434">
        <w:t xml:space="preserve"> Spearman’s (</w:t>
      </w:r>
      <w:r w:rsidR="00535434" w:rsidRPr="00535434">
        <w:rPr>
          <w:i/>
        </w:rPr>
        <w:t>r</w:t>
      </w:r>
      <w:r w:rsidR="00535434" w:rsidRPr="00535434">
        <w:rPr>
          <w:i/>
          <w:vertAlign w:val="subscript"/>
        </w:rPr>
        <w:t>s</w:t>
      </w:r>
      <w:r w:rsidR="00535434" w:rsidRPr="00535434">
        <w:t>)</w:t>
      </w:r>
      <w:r w:rsidR="00535434">
        <w:t xml:space="preserve"> Correlations</w:t>
      </w:r>
    </w:p>
    <w:p w14:paraId="1A15E3F3" w14:textId="77777777" w:rsidR="00686ACD" w:rsidRDefault="00686ACD" w:rsidP="00AB7063">
      <w:pPr>
        <w:pStyle w:val="Question"/>
      </w:pPr>
      <w:r>
        <w:t xml:space="preserve">2. </w:t>
      </w:r>
      <w:r w:rsidR="0006041D">
        <w:t>Identify the weakest correlation of the following options.</w:t>
      </w:r>
    </w:p>
    <w:p w14:paraId="54D6955A" w14:textId="77777777" w:rsidR="00686ACD" w:rsidRDefault="00892447" w:rsidP="00AB7063">
      <w:pPr>
        <w:pStyle w:val="Choice"/>
      </w:pPr>
      <w:r>
        <w:t>A</w:t>
      </w:r>
      <w:r w:rsidR="00686ACD">
        <w:t xml:space="preserve">. </w:t>
      </w:r>
      <w:r>
        <w:t>−</w:t>
      </w:r>
      <w:r w:rsidR="0006041D">
        <w:t>2.00</w:t>
      </w:r>
    </w:p>
    <w:p w14:paraId="472C80C0" w14:textId="77777777" w:rsidR="0006041D" w:rsidRDefault="00892447" w:rsidP="00AB7063">
      <w:pPr>
        <w:pStyle w:val="Choice"/>
      </w:pPr>
      <w:r>
        <w:t>B</w:t>
      </w:r>
      <w:r w:rsidR="00686ACD">
        <w:t xml:space="preserve">. </w:t>
      </w:r>
      <w:r>
        <w:t>−</w:t>
      </w:r>
      <w:r w:rsidR="0006041D">
        <w:t>1.00</w:t>
      </w:r>
    </w:p>
    <w:p w14:paraId="1154248A" w14:textId="77777777" w:rsidR="00686ACD" w:rsidRDefault="0098483D" w:rsidP="00AB7063">
      <w:pPr>
        <w:pStyle w:val="Choice"/>
      </w:pPr>
      <w:r>
        <w:t>*</w:t>
      </w:r>
      <w:r w:rsidR="00892447">
        <w:t>C</w:t>
      </w:r>
      <w:r w:rsidR="00686ACD">
        <w:t xml:space="preserve">. </w:t>
      </w:r>
      <w:r w:rsidR="0006041D">
        <w:t>0</w:t>
      </w:r>
    </w:p>
    <w:p w14:paraId="640A6CFD" w14:textId="77777777" w:rsidR="00686ACD" w:rsidRDefault="00892447" w:rsidP="00AB7063">
      <w:pPr>
        <w:pStyle w:val="Choice"/>
      </w:pPr>
      <w:r>
        <w:t>D</w:t>
      </w:r>
      <w:r w:rsidR="00686ACD">
        <w:t>.</w:t>
      </w:r>
      <w:r w:rsidR="0006041D">
        <w:t xml:space="preserve"> 1.00</w:t>
      </w:r>
    </w:p>
    <w:p w14:paraId="7F042236" w14:textId="77777777" w:rsidR="00686ACD" w:rsidRDefault="00686ACD" w:rsidP="00AB7063">
      <w:pPr>
        <w:pStyle w:val="Type"/>
      </w:pPr>
      <w:r>
        <w:t xml:space="preserve">Learning Objective: </w:t>
      </w:r>
      <w:r w:rsidR="00892447">
        <w:t xml:space="preserve">13-2: </w:t>
      </w:r>
      <w:r w:rsidR="00375B05" w:rsidRPr="00C97175">
        <w:t>Interpret the sign and value of a correlation coefficient</w:t>
      </w:r>
      <w:r w:rsidR="009C3860">
        <w:t>.</w:t>
      </w:r>
    </w:p>
    <w:p w14:paraId="5CA17EEE" w14:textId="77777777" w:rsidR="00686ACD" w:rsidRDefault="00686ACD" w:rsidP="00AB7063">
      <w:pPr>
        <w:pStyle w:val="Type"/>
      </w:pPr>
      <w:r>
        <w:t>Cognitive Domain:</w:t>
      </w:r>
      <w:r w:rsidR="00E86F1E">
        <w:t xml:space="preserve"> Knowledge</w:t>
      </w:r>
    </w:p>
    <w:p w14:paraId="3A8F607B" w14:textId="77777777" w:rsidR="00686ACD" w:rsidRDefault="00686ACD" w:rsidP="00AB7063">
      <w:pPr>
        <w:pStyle w:val="Type"/>
      </w:pPr>
      <w:r>
        <w:t>Answer Location:</w:t>
      </w:r>
      <w:r w:rsidR="00E86F1E">
        <w:t xml:space="preserve"> Direction and Strength of Correlation Coefficients</w:t>
      </w:r>
    </w:p>
    <w:p w14:paraId="6106C562" w14:textId="08F262EB" w:rsidR="00892447" w:rsidRDefault="00AB7063" w:rsidP="00AB7063">
      <w:pPr>
        <w:pStyle w:val="Question"/>
      </w:pPr>
      <w:r>
        <w:t>3</w:t>
      </w:r>
      <w:r w:rsidR="00686ACD">
        <w:t xml:space="preserve">. </w:t>
      </w:r>
      <w:r w:rsidR="00551C6C">
        <w:t xml:space="preserve">Five women indicted their </w:t>
      </w:r>
      <w:r w:rsidR="00892447">
        <w:t>b</w:t>
      </w:r>
      <w:r w:rsidR="00551C6C">
        <w:t xml:space="preserve">ody </w:t>
      </w:r>
      <w:r w:rsidR="00892447">
        <w:t>m</w:t>
      </w:r>
      <w:r w:rsidR="00551C6C">
        <w:t xml:space="preserve">ass </w:t>
      </w:r>
      <w:r w:rsidR="00892447">
        <w:t>i</w:t>
      </w:r>
      <w:r w:rsidR="00551C6C">
        <w:t>ndex and the ounces of soda they tend to drink per day. A researcher would like to know if there is a relationship between these two variables. Identify the null hypothesis for this</w:t>
      </w:r>
      <w:r w:rsidR="00CC5523">
        <w:t xml:space="preserve"> two</w:t>
      </w:r>
      <w:r w:rsidR="00D123C8">
        <w:t>-</w:t>
      </w:r>
      <w:r w:rsidR="00CC5523">
        <w:t>tailed test.</w:t>
      </w:r>
    </w:p>
    <w:p w14:paraId="5BCF3D22" w14:textId="5AD9B9A5" w:rsidR="00686ACD" w:rsidRPr="00AA1D8E" w:rsidRDefault="00892447" w:rsidP="00AB7063">
      <w:pPr>
        <w:pStyle w:val="Choice"/>
      </w:pPr>
      <w:r>
        <w:t>A</w:t>
      </w:r>
      <w:r w:rsidR="00686ACD">
        <w:t xml:space="preserve">. </w:t>
      </w:r>
      <w:r w:rsidR="00EB6B02" w:rsidRPr="00AA1D8E">
        <w:t>H</w:t>
      </w:r>
      <w:r w:rsidR="00EB6B02" w:rsidRPr="00AA1D8E">
        <w:rPr>
          <w:vertAlign w:val="subscript"/>
        </w:rPr>
        <w:t>0</w:t>
      </w:r>
      <w:r w:rsidR="00325F4F" w:rsidRPr="00AA1D8E">
        <w:t>:</w:t>
      </w:r>
      <w:r w:rsidR="00325F4F">
        <w:t xml:space="preserve"> </w:t>
      </w:r>
      <w:r w:rsidR="0062564C">
        <w:rPr>
          <w:rFonts w:cs="Calibri"/>
        </w:rPr>
        <w:t>ρ</w:t>
      </w:r>
      <w:r w:rsidR="0062564C" w:rsidRPr="00AA1D8E">
        <w:t xml:space="preserve"> </w:t>
      </w:r>
      <w:r w:rsidR="0062564C">
        <w:t xml:space="preserve">&lt; </w:t>
      </w:r>
      <w:r w:rsidR="00325F4F" w:rsidRPr="00AA1D8E">
        <w:t>0</w:t>
      </w:r>
    </w:p>
    <w:p w14:paraId="386916D8" w14:textId="750CF60F" w:rsidR="00325F4F" w:rsidRPr="00AA1D8E" w:rsidRDefault="00892447" w:rsidP="00AB7063">
      <w:pPr>
        <w:pStyle w:val="Choice"/>
      </w:pPr>
      <w:r w:rsidRPr="00AA1D8E">
        <w:t>B</w:t>
      </w:r>
      <w:r w:rsidR="00325F4F" w:rsidRPr="00AA1D8E">
        <w:t xml:space="preserve">. </w:t>
      </w:r>
      <w:r w:rsidR="00EB6B02" w:rsidRPr="00AA1D8E">
        <w:t>H</w:t>
      </w:r>
      <w:r w:rsidR="00EB6B02" w:rsidRPr="00AA1D8E">
        <w:rPr>
          <w:vertAlign w:val="subscript"/>
        </w:rPr>
        <w:t>0</w:t>
      </w:r>
      <w:r w:rsidR="00F65054" w:rsidRPr="00AA1D8E">
        <w:t xml:space="preserve">: </w:t>
      </w:r>
      <w:r w:rsidR="00CD3EF8">
        <w:rPr>
          <w:rFonts w:cs="Calibri"/>
        </w:rPr>
        <w:t>ρ</w:t>
      </w:r>
      <w:r w:rsidR="00F65054" w:rsidRPr="00AA1D8E">
        <w:t xml:space="preserve"> &gt; 0</w:t>
      </w:r>
    </w:p>
    <w:p w14:paraId="329E3FFA" w14:textId="35BB02A8" w:rsidR="00686ACD" w:rsidRPr="00AA1D8E" w:rsidRDefault="00892447" w:rsidP="00AB7063">
      <w:pPr>
        <w:pStyle w:val="Choice"/>
      </w:pPr>
      <w:r w:rsidRPr="00AA1D8E">
        <w:t>C</w:t>
      </w:r>
      <w:r w:rsidR="00686ACD" w:rsidRPr="00AA1D8E">
        <w:t>.</w:t>
      </w:r>
      <w:r w:rsidR="00325F4F" w:rsidRPr="00AA1D8E">
        <w:t xml:space="preserve"> </w:t>
      </w:r>
      <w:r w:rsidR="00EB6B02" w:rsidRPr="00AA1D8E">
        <w:t>H</w:t>
      </w:r>
      <w:r w:rsidR="00EB6B02" w:rsidRPr="00AA1D8E">
        <w:rPr>
          <w:vertAlign w:val="subscript"/>
        </w:rPr>
        <w:t>0</w:t>
      </w:r>
      <w:r w:rsidR="00F65054" w:rsidRPr="00AA1D8E">
        <w:t xml:space="preserve">: </w:t>
      </w:r>
      <w:r w:rsidR="00CD3EF8">
        <w:rPr>
          <w:rFonts w:cs="Calibri"/>
        </w:rPr>
        <w:t>ρ</w:t>
      </w:r>
      <w:r w:rsidR="00F65054" w:rsidRPr="00AA1D8E">
        <w:t xml:space="preserve"> ≠ 0</w:t>
      </w:r>
    </w:p>
    <w:p w14:paraId="7C0915AF" w14:textId="5745C9D1" w:rsidR="00686ACD" w:rsidRPr="00AA1D8E" w:rsidRDefault="00F65054" w:rsidP="00AB7063">
      <w:pPr>
        <w:pStyle w:val="Choice"/>
      </w:pPr>
      <w:r w:rsidRPr="00AA1D8E">
        <w:t>*</w:t>
      </w:r>
      <w:r w:rsidR="00892447" w:rsidRPr="00AA1D8E">
        <w:t>D</w:t>
      </w:r>
      <w:r w:rsidR="00686ACD" w:rsidRPr="00AA1D8E">
        <w:t>.</w:t>
      </w:r>
      <w:r w:rsidR="00325F4F" w:rsidRPr="00AA1D8E">
        <w:t xml:space="preserve"> </w:t>
      </w:r>
      <w:r w:rsidR="00EB6B02" w:rsidRPr="00AA1D8E">
        <w:t>H</w:t>
      </w:r>
      <w:r w:rsidR="00EB6B02" w:rsidRPr="00AA1D8E">
        <w:rPr>
          <w:vertAlign w:val="subscript"/>
        </w:rPr>
        <w:t>0</w:t>
      </w:r>
      <w:r w:rsidRPr="00AA1D8E">
        <w:t xml:space="preserve">: </w:t>
      </w:r>
      <w:r w:rsidR="00CD3EF8">
        <w:rPr>
          <w:rFonts w:cs="Calibri"/>
        </w:rPr>
        <w:t>ρ</w:t>
      </w:r>
      <w:r w:rsidRPr="00AA1D8E">
        <w:t xml:space="preserve"> = 0</w:t>
      </w:r>
    </w:p>
    <w:p w14:paraId="0391DFCD" w14:textId="77777777" w:rsidR="00686ACD" w:rsidRPr="00030E5B" w:rsidRDefault="00686ACD" w:rsidP="00AB7063">
      <w:pPr>
        <w:pStyle w:val="Type"/>
      </w:pPr>
      <w:r w:rsidRPr="00AA1D8E">
        <w:t xml:space="preserve">Learning </w:t>
      </w:r>
      <w:r>
        <w:t xml:space="preserve">Objective: </w:t>
      </w:r>
      <w:r w:rsidR="00892447">
        <w:t xml:space="preserve">13-4: </w:t>
      </w:r>
      <w:r w:rsidR="00030E5B" w:rsidRPr="00C97175">
        <w:t>Write null and research hyp</w:t>
      </w:r>
      <w:r w:rsidR="00030E5B">
        <w:t>otheses using words and symbols</w:t>
      </w:r>
      <w:r w:rsidR="00892D4E">
        <w:t>.</w:t>
      </w:r>
    </w:p>
    <w:p w14:paraId="0E436D74" w14:textId="77777777" w:rsidR="00686ACD" w:rsidRDefault="00686ACD" w:rsidP="00AB7063">
      <w:pPr>
        <w:pStyle w:val="Type"/>
      </w:pPr>
      <w:r>
        <w:t>Cognitive Domain:</w:t>
      </w:r>
      <w:r w:rsidR="00BF4007">
        <w:t xml:space="preserve"> Application</w:t>
      </w:r>
    </w:p>
    <w:p w14:paraId="4BCAB489" w14:textId="77777777" w:rsidR="00686ACD" w:rsidRDefault="00686ACD" w:rsidP="00AB7063">
      <w:pPr>
        <w:pStyle w:val="Type"/>
      </w:pPr>
      <w:r>
        <w:t>Answer Location:</w:t>
      </w:r>
      <w:r w:rsidR="00551C6C">
        <w:t xml:space="preserve"> Two-Tailed Pearson’s Correlation Example</w:t>
      </w:r>
    </w:p>
    <w:p w14:paraId="3A7CCADB" w14:textId="7F49946B" w:rsidR="00892447" w:rsidRDefault="00AB7063" w:rsidP="00AB7063">
      <w:pPr>
        <w:pStyle w:val="Question"/>
      </w:pPr>
      <w:r>
        <w:t>4</w:t>
      </w:r>
      <w:r w:rsidR="00686ACD">
        <w:t xml:space="preserve">. </w:t>
      </w:r>
      <w:r w:rsidR="0023573A">
        <w:t xml:space="preserve">For the study </w:t>
      </w:r>
      <w:r w:rsidR="00EC38BB">
        <w:t>in question #3</w:t>
      </w:r>
      <w:r w:rsidR="0023573A">
        <w:t>, indicate the degrees of freedom (</w:t>
      </w:r>
      <w:r w:rsidR="0023573A" w:rsidRPr="00F33967">
        <w:rPr>
          <w:i/>
        </w:rPr>
        <w:t>df</w:t>
      </w:r>
      <w:r w:rsidR="00F33967" w:rsidRPr="00F33967">
        <w:t>)</w:t>
      </w:r>
      <w:r w:rsidR="00686ACD">
        <w:t>.</w:t>
      </w:r>
    </w:p>
    <w:p w14:paraId="607EFA4A" w14:textId="77777777" w:rsidR="00686ACD" w:rsidRDefault="00892447" w:rsidP="00AB7063">
      <w:pPr>
        <w:pStyle w:val="Choice"/>
      </w:pPr>
      <w:r>
        <w:lastRenderedPageBreak/>
        <w:t>A</w:t>
      </w:r>
      <w:r w:rsidR="002E3268">
        <w:t>.</w:t>
      </w:r>
      <w:r>
        <w:t xml:space="preserve"> </w:t>
      </w:r>
      <w:r w:rsidR="001A08D9">
        <w:t>5</w:t>
      </w:r>
      <w:r w:rsidR="00686ACD">
        <w:t xml:space="preserve"> </w:t>
      </w:r>
    </w:p>
    <w:p w14:paraId="0254D4B5" w14:textId="77777777" w:rsidR="00686ACD" w:rsidRDefault="00892447" w:rsidP="00AB7063">
      <w:pPr>
        <w:pStyle w:val="Choice"/>
      </w:pPr>
      <w:r>
        <w:t>B</w:t>
      </w:r>
      <w:r w:rsidR="00686ACD">
        <w:t xml:space="preserve">. </w:t>
      </w:r>
      <w:r w:rsidR="001A08D9">
        <w:t>4</w:t>
      </w:r>
    </w:p>
    <w:p w14:paraId="0B70E5D8" w14:textId="77777777" w:rsidR="00686ACD" w:rsidRDefault="001A08D9" w:rsidP="00AB7063">
      <w:pPr>
        <w:pStyle w:val="Choice"/>
      </w:pPr>
      <w:r>
        <w:t>*</w:t>
      </w:r>
      <w:r w:rsidR="00892447">
        <w:t>C</w:t>
      </w:r>
      <w:r w:rsidR="00686ACD">
        <w:t xml:space="preserve">. </w:t>
      </w:r>
      <w:r>
        <w:t>3</w:t>
      </w:r>
    </w:p>
    <w:p w14:paraId="052E4AE5" w14:textId="77777777" w:rsidR="00686ACD" w:rsidRDefault="00892447" w:rsidP="00AB7063">
      <w:pPr>
        <w:pStyle w:val="Choice"/>
      </w:pPr>
      <w:r>
        <w:t>D</w:t>
      </w:r>
      <w:r w:rsidR="00686ACD">
        <w:t xml:space="preserve">. </w:t>
      </w:r>
      <w:r w:rsidR="001A08D9">
        <w:t>2</w:t>
      </w:r>
    </w:p>
    <w:p w14:paraId="5BFBD8DF" w14:textId="77777777" w:rsidR="0023573A" w:rsidRPr="00C97175" w:rsidRDefault="005A7875" w:rsidP="00AB7063">
      <w:pPr>
        <w:pStyle w:val="Type"/>
      </w:pPr>
      <w:r>
        <w:t xml:space="preserve">Learning Objective: </w:t>
      </w:r>
      <w:r w:rsidR="00892447">
        <w:t xml:space="preserve">13-5: </w:t>
      </w:r>
      <w:r w:rsidR="0023573A" w:rsidRPr="00C97175">
        <w:t>Compute the degrees of freedom (</w:t>
      </w:r>
      <w:r w:rsidR="0023573A" w:rsidRPr="00C97175">
        <w:rPr>
          <w:i/>
          <w:iCs/>
        </w:rPr>
        <w:t>df</w:t>
      </w:r>
      <w:r w:rsidR="0023573A" w:rsidRPr="00C97175">
        <w:t>) and determine the critical region</w:t>
      </w:r>
      <w:r w:rsidR="00023F87">
        <w:t>.</w:t>
      </w:r>
    </w:p>
    <w:p w14:paraId="67BBBB9A" w14:textId="77777777" w:rsidR="00686ACD" w:rsidRDefault="00686ACD" w:rsidP="00AB7063">
      <w:pPr>
        <w:pStyle w:val="Type"/>
      </w:pPr>
      <w:r>
        <w:t>Cognitive Domain:</w:t>
      </w:r>
      <w:r w:rsidR="00F1162C">
        <w:t xml:space="preserve"> Application</w:t>
      </w:r>
    </w:p>
    <w:p w14:paraId="2818FF07" w14:textId="77777777" w:rsidR="00686ACD" w:rsidRDefault="00686ACD" w:rsidP="00AB7063">
      <w:pPr>
        <w:pStyle w:val="Type"/>
      </w:pPr>
      <w:r>
        <w:t>Answer Location:</w:t>
      </w:r>
      <w:r w:rsidR="00F1162C" w:rsidRPr="00F1162C">
        <w:t xml:space="preserve"> </w:t>
      </w:r>
      <w:r w:rsidR="00F1162C">
        <w:t>Two-Tailed Pearson’s Correlation Example</w:t>
      </w:r>
    </w:p>
    <w:p w14:paraId="61FC8196" w14:textId="3A8ECBB0" w:rsidR="00686ACD" w:rsidRDefault="00AB7063" w:rsidP="00AB7063">
      <w:pPr>
        <w:pStyle w:val="Question"/>
      </w:pPr>
      <w:r>
        <w:t>5</w:t>
      </w:r>
      <w:r w:rsidR="00686ACD">
        <w:t xml:space="preserve">. </w:t>
      </w:r>
      <w:r w:rsidR="00BC0133">
        <w:t xml:space="preserve">For the study </w:t>
      </w:r>
      <w:r w:rsidR="00EC38BB">
        <w:t>in question #3</w:t>
      </w:r>
      <w:bookmarkStart w:id="0" w:name="_GoBack"/>
      <w:bookmarkEnd w:id="0"/>
      <w:r w:rsidR="00BC0133">
        <w:t xml:space="preserve">, indicate the critical value for a Pearson’s correlation using </w:t>
      </w:r>
      <w:r w:rsidR="00CD3EF8">
        <w:rPr>
          <w:rFonts w:cs="Calibri"/>
        </w:rPr>
        <w:t>α</w:t>
      </w:r>
      <w:r w:rsidR="00BC0133">
        <w:t xml:space="preserve"> of .05.</w:t>
      </w:r>
    </w:p>
    <w:p w14:paraId="2F0453BA" w14:textId="77777777" w:rsidR="00686ACD" w:rsidRDefault="00892447" w:rsidP="00AB7063">
      <w:pPr>
        <w:pStyle w:val="Choice"/>
      </w:pPr>
      <w:r>
        <w:t>A</w:t>
      </w:r>
      <w:r w:rsidR="00686ACD">
        <w:t xml:space="preserve">. </w:t>
      </w:r>
      <w:r w:rsidR="00BC0133">
        <w:t>.754</w:t>
      </w:r>
    </w:p>
    <w:p w14:paraId="540CC030" w14:textId="77777777" w:rsidR="00686ACD" w:rsidRDefault="00892447" w:rsidP="00AB7063">
      <w:pPr>
        <w:pStyle w:val="Choice"/>
      </w:pPr>
      <w:r>
        <w:t>B</w:t>
      </w:r>
      <w:r w:rsidR="00686ACD">
        <w:t xml:space="preserve">. </w:t>
      </w:r>
      <w:r w:rsidR="00BC0133">
        <w:t>.811</w:t>
      </w:r>
    </w:p>
    <w:p w14:paraId="0835E56E" w14:textId="77777777" w:rsidR="00686ACD" w:rsidRDefault="00BC0133" w:rsidP="00AB7063">
      <w:pPr>
        <w:pStyle w:val="Choice"/>
      </w:pPr>
      <w:r>
        <w:t>*</w:t>
      </w:r>
      <w:r w:rsidR="00892447">
        <w:t>C</w:t>
      </w:r>
      <w:r w:rsidR="00686ACD">
        <w:t xml:space="preserve">. </w:t>
      </w:r>
      <w:r>
        <w:t>.878</w:t>
      </w:r>
    </w:p>
    <w:p w14:paraId="16AF6755" w14:textId="77777777" w:rsidR="00686ACD" w:rsidRDefault="00892447" w:rsidP="00AB7063">
      <w:pPr>
        <w:pStyle w:val="Choice"/>
      </w:pPr>
      <w:r>
        <w:t>D</w:t>
      </w:r>
      <w:r w:rsidR="00686ACD">
        <w:t>.</w:t>
      </w:r>
      <w:r>
        <w:t xml:space="preserve"> </w:t>
      </w:r>
      <w:r w:rsidR="00BC0133">
        <w:t>.950</w:t>
      </w:r>
    </w:p>
    <w:p w14:paraId="621BEE76" w14:textId="77777777" w:rsidR="00686ACD" w:rsidRPr="00F1162C" w:rsidRDefault="00686ACD" w:rsidP="00AB7063">
      <w:pPr>
        <w:pStyle w:val="Type"/>
      </w:pPr>
      <w:r>
        <w:t xml:space="preserve">Learning Objective: </w:t>
      </w:r>
      <w:r w:rsidR="00892447">
        <w:t xml:space="preserve">13-5: </w:t>
      </w:r>
      <w:r w:rsidR="000A4552" w:rsidRPr="00C97175">
        <w:t>Compute the degrees of freedom (</w:t>
      </w:r>
      <w:r w:rsidR="000A4552" w:rsidRPr="00C97175">
        <w:rPr>
          <w:i/>
          <w:iCs/>
        </w:rPr>
        <w:t>df</w:t>
      </w:r>
      <w:r w:rsidR="000A4552" w:rsidRPr="00C97175">
        <w:t>) an</w:t>
      </w:r>
      <w:r w:rsidR="00F1162C">
        <w:t>d determine the critical region</w:t>
      </w:r>
      <w:r w:rsidR="00AE42A7">
        <w:t>.</w:t>
      </w:r>
    </w:p>
    <w:p w14:paraId="649802C0" w14:textId="77777777" w:rsidR="0087202D" w:rsidRDefault="0087202D" w:rsidP="00AB7063">
      <w:pPr>
        <w:pStyle w:val="Type"/>
      </w:pPr>
      <w:r>
        <w:t>Cognitive Domain: Application</w:t>
      </w:r>
    </w:p>
    <w:p w14:paraId="36AE7071" w14:textId="77777777" w:rsidR="0087202D" w:rsidRDefault="0087202D" w:rsidP="00AB7063">
      <w:pPr>
        <w:pStyle w:val="Type"/>
      </w:pPr>
      <w:r>
        <w:t>Answer Location:</w:t>
      </w:r>
      <w:r w:rsidRPr="00F1162C">
        <w:t xml:space="preserve"> </w:t>
      </w:r>
      <w:r>
        <w:t>Two-Tailed Pearson’s Correlation Example</w:t>
      </w:r>
    </w:p>
    <w:p w14:paraId="5CE8C1AD" w14:textId="29C68EF0" w:rsidR="00686ACD" w:rsidRPr="0096409D" w:rsidRDefault="00AB7063" w:rsidP="00AB7063">
      <w:pPr>
        <w:pStyle w:val="Question"/>
      </w:pPr>
      <w:r>
        <w:t>6</w:t>
      </w:r>
      <w:r w:rsidR="00686ACD">
        <w:t xml:space="preserve">. </w:t>
      </w:r>
      <w:r w:rsidR="0096409D">
        <w:t xml:space="preserve">Compute the effect size for this correlation, </w:t>
      </w:r>
      <w:r w:rsidR="0096409D">
        <w:rPr>
          <w:i/>
        </w:rPr>
        <w:t>r</w:t>
      </w:r>
      <w:r w:rsidR="0096409D" w:rsidRPr="0096409D">
        <w:rPr>
          <w:vertAlign w:val="superscript"/>
        </w:rPr>
        <w:t>2</w:t>
      </w:r>
      <w:r w:rsidR="0096409D">
        <w:t>.</w:t>
      </w:r>
    </w:p>
    <w:p w14:paraId="685AE316" w14:textId="77777777" w:rsidR="00686ACD" w:rsidRDefault="00B70981" w:rsidP="00AB7063">
      <w:pPr>
        <w:pStyle w:val="Choice"/>
      </w:pPr>
      <w:r>
        <w:t>*</w:t>
      </w:r>
      <w:r w:rsidR="00892447">
        <w:t>A</w:t>
      </w:r>
      <w:r w:rsidR="00686ACD">
        <w:t>.</w:t>
      </w:r>
      <w:r>
        <w:t xml:space="preserve"> .882</w:t>
      </w:r>
      <w:r w:rsidR="00686ACD">
        <w:t xml:space="preserve"> </w:t>
      </w:r>
    </w:p>
    <w:p w14:paraId="01C6A9A6" w14:textId="77777777" w:rsidR="00686ACD" w:rsidRDefault="00892447" w:rsidP="00AB7063">
      <w:pPr>
        <w:pStyle w:val="Choice"/>
      </w:pPr>
      <w:r>
        <w:t>B</w:t>
      </w:r>
      <w:r w:rsidR="00686ACD">
        <w:t xml:space="preserve">. </w:t>
      </w:r>
      <w:r w:rsidR="00B70981">
        <w:t>.304</w:t>
      </w:r>
    </w:p>
    <w:p w14:paraId="3D66F2F0" w14:textId="77777777" w:rsidR="00686ACD" w:rsidRDefault="00892447" w:rsidP="00AB7063">
      <w:pPr>
        <w:pStyle w:val="Choice"/>
      </w:pPr>
      <w:r>
        <w:t>C</w:t>
      </w:r>
      <w:r w:rsidR="00686ACD">
        <w:t xml:space="preserve">. </w:t>
      </w:r>
      <w:r w:rsidR="00B70981">
        <w:t>.077</w:t>
      </w:r>
    </w:p>
    <w:p w14:paraId="3182AC6B" w14:textId="77777777" w:rsidR="00686ACD" w:rsidRDefault="00892447" w:rsidP="00AB7063">
      <w:pPr>
        <w:pStyle w:val="Choice"/>
      </w:pPr>
      <w:r>
        <w:t>D</w:t>
      </w:r>
      <w:r w:rsidR="00686ACD">
        <w:t xml:space="preserve">. </w:t>
      </w:r>
      <w:r w:rsidR="00B70981">
        <w:t>.067</w:t>
      </w:r>
    </w:p>
    <w:p w14:paraId="7D1D5D6F" w14:textId="77777777" w:rsidR="00686ACD" w:rsidRDefault="00686ACD" w:rsidP="00AB7063">
      <w:pPr>
        <w:pStyle w:val="Type"/>
      </w:pPr>
      <w:r>
        <w:t xml:space="preserve">Learning Objective: </w:t>
      </w:r>
      <w:r w:rsidR="00892447">
        <w:t xml:space="preserve">13-8: </w:t>
      </w:r>
      <w:r w:rsidR="00B70981" w:rsidRPr="00C97175">
        <w:t>Compute an effect size (</w:t>
      </w:r>
      <w:r w:rsidR="00B70981" w:rsidRPr="00C97175">
        <w:rPr>
          <w:i/>
          <w:iCs/>
        </w:rPr>
        <w:t>r</w:t>
      </w:r>
      <w:r w:rsidR="00B70981" w:rsidRPr="00767284">
        <w:rPr>
          <w:vertAlign w:val="superscript"/>
        </w:rPr>
        <w:t>2</w:t>
      </w:r>
      <w:r w:rsidR="00B70981" w:rsidRPr="00C97175">
        <w:t>) and describe it</w:t>
      </w:r>
      <w:r w:rsidR="006B3BF2">
        <w:t>.</w:t>
      </w:r>
    </w:p>
    <w:p w14:paraId="6A965FFC" w14:textId="77777777" w:rsidR="00686ACD" w:rsidRDefault="00686ACD" w:rsidP="00AB7063">
      <w:pPr>
        <w:pStyle w:val="Type"/>
      </w:pPr>
      <w:r>
        <w:t>Cognitive Domain:</w:t>
      </w:r>
      <w:r w:rsidR="00767284">
        <w:t xml:space="preserve"> Application</w:t>
      </w:r>
    </w:p>
    <w:p w14:paraId="25ED3FB5" w14:textId="77777777" w:rsidR="00686ACD" w:rsidRPr="0027631F" w:rsidRDefault="00686ACD" w:rsidP="00AB7063">
      <w:pPr>
        <w:pStyle w:val="Type"/>
      </w:pPr>
      <w:r>
        <w:t>Answer Location:</w:t>
      </w:r>
      <w:r w:rsidR="0027631F" w:rsidRPr="0027631F">
        <w:t xml:space="preserve"> </w:t>
      </w:r>
      <w:r w:rsidR="0027631F">
        <w:t>Two-Tailed Pearson’s Correlation Example</w:t>
      </w:r>
    </w:p>
    <w:p w14:paraId="19B1D195" w14:textId="3F597E33" w:rsidR="00686ACD" w:rsidRDefault="00AB7063" w:rsidP="00AB7063">
      <w:pPr>
        <w:pStyle w:val="Question"/>
      </w:pPr>
      <w:r>
        <w:t>7</w:t>
      </w:r>
      <w:r w:rsidR="00686ACD">
        <w:t xml:space="preserve">. </w:t>
      </w:r>
      <w:r w:rsidR="00AC1A7C">
        <w:t>Describe the size of the effect for this correlation.</w:t>
      </w:r>
    </w:p>
    <w:p w14:paraId="55C1F7E7" w14:textId="77777777" w:rsidR="00686ACD" w:rsidRDefault="00892447" w:rsidP="00AB7063">
      <w:pPr>
        <w:pStyle w:val="Choice"/>
      </w:pPr>
      <w:r>
        <w:t>A</w:t>
      </w:r>
      <w:r w:rsidR="00686ACD">
        <w:t xml:space="preserve">. </w:t>
      </w:r>
      <w:r w:rsidR="00AC1A7C">
        <w:t>small</w:t>
      </w:r>
    </w:p>
    <w:p w14:paraId="0D502A4B" w14:textId="77777777" w:rsidR="00686ACD" w:rsidRDefault="00AC1A7C" w:rsidP="00AB7063">
      <w:pPr>
        <w:pStyle w:val="Choice"/>
      </w:pPr>
      <w:r>
        <w:lastRenderedPageBreak/>
        <w:t>*</w:t>
      </w:r>
      <w:r w:rsidR="00892447">
        <w:t>B</w:t>
      </w:r>
      <w:r w:rsidR="00686ACD">
        <w:t xml:space="preserve">. </w:t>
      </w:r>
      <w:r>
        <w:t>large</w:t>
      </w:r>
    </w:p>
    <w:p w14:paraId="57733CC3" w14:textId="77777777" w:rsidR="00686ACD" w:rsidRDefault="00892447" w:rsidP="00AB7063">
      <w:pPr>
        <w:pStyle w:val="Choice"/>
      </w:pPr>
      <w:r>
        <w:t>C</w:t>
      </w:r>
      <w:r w:rsidR="00686ACD">
        <w:t xml:space="preserve">. </w:t>
      </w:r>
      <w:r w:rsidR="00AC1A7C">
        <w:t>medium</w:t>
      </w:r>
    </w:p>
    <w:p w14:paraId="7AEEE38C" w14:textId="77777777" w:rsidR="00BA25DC" w:rsidRDefault="00BA25DC" w:rsidP="00AB7063">
      <w:pPr>
        <w:pStyle w:val="Type"/>
      </w:pPr>
      <w:r>
        <w:t xml:space="preserve">Learning Objective: </w:t>
      </w:r>
      <w:r w:rsidR="00892447">
        <w:t xml:space="preserve">13-8: </w:t>
      </w:r>
      <w:r w:rsidRPr="00C97175">
        <w:t>Compute an effect size (</w:t>
      </w:r>
      <w:r w:rsidRPr="00C97175">
        <w:rPr>
          <w:i/>
          <w:iCs/>
        </w:rPr>
        <w:t>r</w:t>
      </w:r>
      <w:r w:rsidRPr="00767284">
        <w:rPr>
          <w:vertAlign w:val="superscript"/>
        </w:rPr>
        <w:t>2</w:t>
      </w:r>
      <w:r w:rsidRPr="00C97175">
        <w:t>) and describe it</w:t>
      </w:r>
      <w:r w:rsidR="005D6E8C">
        <w:t>.</w:t>
      </w:r>
    </w:p>
    <w:p w14:paraId="399C627A" w14:textId="77777777" w:rsidR="00BA25DC" w:rsidRDefault="00BA25DC" w:rsidP="00AB7063">
      <w:pPr>
        <w:pStyle w:val="Type"/>
      </w:pPr>
      <w:r>
        <w:t>Cognitive Domain: Application</w:t>
      </w:r>
    </w:p>
    <w:p w14:paraId="3F7ABC76" w14:textId="77777777" w:rsidR="00BA25DC" w:rsidRPr="0027631F" w:rsidRDefault="00BA25DC" w:rsidP="00AB7063">
      <w:pPr>
        <w:pStyle w:val="Type"/>
      </w:pPr>
      <w:r>
        <w:t>Answer Location:</w:t>
      </w:r>
      <w:r w:rsidRPr="0027631F">
        <w:t xml:space="preserve"> </w:t>
      </w:r>
      <w:r>
        <w:t>Two-Tailed Pearson’s Correlation Example</w:t>
      </w:r>
    </w:p>
    <w:p w14:paraId="629CC20C" w14:textId="0320127E" w:rsidR="00686ACD" w:rsidRDefault="00AB7063" w:rsidP="00AB7063">
      <w:pPr>
        <w:pStyle w:val="Question"/>
      </w:pPr>
      <w:r>
        <w:t>8</w:t>
      </w:r>
      <w:r w:rsidR="00686ACD">
        <w:t xml:space="preserve">. </w:t>
      </w:r>
      <w:r w:rsidR="00420628">
        <w:t>Which of the following is the best description of the results for this correlation?</w:t>
      </w:r>
    </w:p>
    <w:p w14:paraId="32CD35A1" w14:textId="77777777" w:rsidR="00686ACD" w:rsidRDefault="00892447" w:rsidP="00AB7063">
      <w:pPr>
        <w:pStyle w:val="Choice"/>
      </w:pPr>
      <w:r>
        <w:t>A</w:t>
      </w:r>
      <w:r w:rsidR="00686ACD">
        <w:t xml:space="preserve">. </w:t>
      </w:r>
      <w:r w:rsidR="00BA4ED3">
        <w:t>The number of ounces of soda consumed and women’s BMI is significantly negatively correlated.</w:t>
      </w:r>
    </w:p>
    <w:p w14:paraId="058F3137" w14:textId="77777777" w:rsidR="00686ACD" w:rsidRDefault="00892447" w:rsidP="00AB7063">
      <w:pPr>
        <w:pStyle w:val="Choice"/>
      </w:pPr>
      <w:r>
        <w:t>B</w:t>
      </w:r>
      <w:r w:rsidR="00686ACD">
        <w:t xml:space="preserve">. </w:t>
      </w:r>
      <w:r w:rsidR="00BA4ED3">
        <w:t>The number of ounces of soda consumed and women’s BMI is not significantly negatively correlated.</w:t>
      </w:r>
    </w:p>
    <w:p w14:paraId="615FC8A5" w14:textId="77777777" w:rsidR="00686ACD" w:rsidRDefault="00892447" w:rsidP="00AB7063">
      <w:pPr>
        <w:pStyle w:val="Choice"/>
      </w:pPr>
      <w:r>
        <w:t>C</w:t>
      </w:r>
      <w:r w:rsidR="00686ACD">
        <w:t xml:space="preserve">. </w:t>
      </w:r>
      <w:r w:rsidR="002520EF">
        <w:t>The number of ounces of soda consumed and women’s BMI is not significantly positively correlated.</w:t>
      </w:r>
    </w:p>
    <w:p w14:paraId="32A14E97" w14:textId="77777777" w:rsidR="00686ACD" w:rsidRDefault="00420628" w:rsidP="00AB7063">
      <w:pPr>
        <w:pStyle w:val="Choice"/>
      </w:pPr>
      <w:r>
        <w:t>*</w:t>
      </w:r>
      <w:r w:rsidR="00892447">
        <w:t>D</w:t>
      </w:r>
      <w:r w:rsidR="00686ACD">
        <w:t xml:space="preserve">. </w:t>
      </w:r>
      <w:r>
        <w:t>The number of ounces of soda consumed and women’s BMI is</w:t>
      </w:r>
      <w:r w:rsidR="002520EF">
        <w:t xml:space="preserve"> significantly</w:t>
      </w:r>
      <w:r>
        <w:t xml:space="preserve"> positively </w:t>
      </w:r>
      <w:r w:rsidR="002520EF">
        <w:t>correlated.</w:t>
      </w:r>
    </w:p>
    <w:p w14:paraId="7150B8DD" w14:textId="77777777" w:rsidR="00686ACD" w:rsidRDefault="00686ACD" w:rsidP="00AB7063">
      <w:pPr>
        <w:pStyle w:val="Type"/>
      </w:pPr>
      <w:r>
        <w:t xml:space="preserve">Learning Objective: </w:t>
      </w:r>
      <w:r w:rsidR="00892447">
        <w:t xml:space="preserve">13-9: </w:t>
      </w:r>
      <w:r w:rsidR="00955F7E" w:rsidRPr="00955F7E">
        <w:t>Summarize the results of the analysis using American Psychological Association (APA) style</w:t>
      </w:r>
      <w:r w:rsidR="008B7BED">
        <w:t>.</w:t>
      </w:r>
    </w:p>
    <w:p w14:paraId="40D0F776" w14:textId="77777777" w:rsidR="00686ACD" w:rsidRDefault="00686ACD" w:rsidP="00AB7063">
      <w:pPr>
        <w:pStyle w:val="Type"/>
      </w:pPr>
      <w:r>
        <w:t>Cognitive Domain:</w:t>
      </w:r>
      <w:r w:rsidR="00955F7E">
        <w:t xml:space="preserve"> Application</w:t>
      </w:r>
    </w:p>
    <w:p w14:paraId="2BB24967" w14:textId="77777777" w:rsidR="00686ACD" w:rsidRDefault="00686ACD" w:rsidP="00AB7063">
      <w:pPr>
        <w:pStyle w:val="Type"/>
      </w:pPr>
      <w:r>
        <w:t>Answer Location:</w:t>
      </w:r>
      <w:r w:rsidR="00955F7E">
        <w:t xml:space="preserve"> Two-Tailed Pearson’s Correlation Example</w:t>
      </w:r>
    </w:p>
    <w:sectPr w:rsidR="00686ACD" w:rsidSect="006F23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9A45EF" w14:textId="77777777" w:rsidR="00D14B3B" w:rsidRDefault="00D14B3B" w:rsidP="006B1B0A">
      <w:r>
        <w:separator/>
      </w:r>
    </w:p>
  </w:endnote>
  <w:endnote w:type="continuationSeparator" w:id="0">
    <w:p w14:paraId="7454CC97" w14:textId="77777777" w:rsidR="00D14B3B" w:rsidRDefault="00D14B3B" w:rsidP="006B1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E632CA" w14:textId="77777777" w:rsidR="00D14B3B" w:rsidRDefault="00D14B3B" w:rsidP="006B1B0A">
      <w:r>
        <w:separator/>
      </w:r>
    </w:p>
  </w:footnote>
  <w:footnote w:type="continuationSeparator" w:id="0">
    <w:p w14:paraId="3D771319" w14:textId="77777777" w:rsidR="00D14B3B" w:rsidRDefault="00D14B3B" w:rsidP="006B1B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D15A5"/>
    <w:multiLevelType w:val="hybridMultilevel"/>
    <w:tmpl w:val="FD9CD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494817"/>
    <w:multiLevelType w:val="hybridMultilevel"/>
    <w:tmpl w:val="D7880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80"/>
    <w:rsid w:val="00012286"/>
    <w:rsid w:val="000215CD"/>
    <w:rsid w:val="00023F87"/>
    <w:rsid w:val="00030E5B"/>
    <w:rsid w:val="00047F03"/>
    <w:rsid w:val="0005178F"/>
    <w:rsid w:val="0006041D"/>
    <w:rsid w:val="00087767"/>
    <w:rsid w:val="000A4552"/>
    <w:rsid w:val="000F27D1"/>
    <w:rsid w:val="00114C23"/>
    <w:rsid w:val="001447FC"/>
    <w:rsid w:val="00181278"/>
    <w:rsid w:val="001A08D9"/>
    <w:rsid w:val="001A1783"/>
    <w:rsid w:val="001F27AC"/>
    <w:rsid w:val="001F784E"/>
    <w:rsid w:val="00204867"/>
    <w:rsid w:val="00220355"/>
    <w:rsid w:val="0023573A"/>
    <w:rsid w:val="00244828"/>
    <w:rsid w:val="002518FE"/>
    <w:rsid w:val="002520EF"/>
    <w:rsid w:val="0027631F"/>
    <w:rsid w:val="002860FA"/>
    <w:rsid w:val="002E3268"/>
    <w:rsid w:val="002F2B0E"/>
    <w:rsid w:val="003107FD"/>
    <w:rsid w:val="00325F4F"/>
    <w:rsid w:val="00353086"/>
    <w:rsid w:val="00361CCB"/>
    <w:rsid w:val="00375B05"/>
    <w:rsid w:val="003B1DA1"/>
    <w:rsid w:val="003D549C"/>
    <w:rsid w:val="00420628"/>
    <w:rsid w:val="00475880"/>
    <w:rsid w:val="004C0F3E"/>
    <w:rsid w:val="004F6913"/>
    <w:rsid w:val="00535434"/>
    <w:rsid w:val="00551C6C"/>
    <w:rsid w:val="00567610"/>
    <w:rsid w:val="005A7875"/>
    <w:rsid w:val="005C0C0F"/>
    <w:rsid w:val="005D6E8C"/>
    <w:rsid w:val="005F0BDB"/>
    <w:rsid w:val="0062564C"/>
    <w:rsid w:val="00686ACD"/>
    <w:rsid w:val="006A40A7"/>
    <w:rsid w:val="006B1B0A"/>
    <w:rsid w:val="006B3BF2"/>
    <w:rsid w:val="006B3E20"/>
    <w:rsid w:val="006F23BB"/>
    <w:rsid w:val="00700039"/>
    <w:rsid w:val="007258D9"/>
    <w:rsid w:val="007347D1"/>
    <w:rsid w:val="00756B5D"/>
    <w:rsid w:val="00767284"/>
    <w:rsid w:val="00790CD2"/>
    <w:rsid w:val="00792551"/>
    <w:rsid w:val="007F3E9B"/>
    <w:rsid w:val="008705E8"/>
    <w:rsid w:val="0087202D"/>
    <w:rsid w:val="0088601D"/>
    <w:rsid w:val="00892447"/>
    <w:rsid w:val="00892D4E"/>
    <w:rsid w:val="008B7BED"/>
    <w:rsid w:val="008E05E4"/>
    <w:rsid w:val="00907095"/>
    <w:rsid w:val="00911629"/>
    <w:rsid w:val="00955F7E"/>
    <w:rsid w:val="0096409D"/>
    <w:rsid w:val="00970C80"/>
    <w:rsid w:val="0098483D"/>
    <w:rsid w:val="0099500D"/>
    <w:rsid w:val="009B3C79"/>
    <w:rsid w:val="009C3860"/>
    <w:rsid w:val="009C4757"/>
    <w:rsid w:val="009D309A"/>
    <w:rsid w:val="009F134F"/>
    <w:rsid w:val="00A75CA6"/>
    <w:rsid w:val="00A85FB9"/>
    <w:rsid w:val="00A920A1"/>
    <w:rsid w:val="00A97D55"/>
    <w:rsid w:val="00AA1D8E"/>
    <w:rsid w:val="00AA2CBF"/>
    <w:rsid w:val="00AB7063"/>
    <w:rsid w:val="00AB7EF1"/>
    <w:rsid w:val="00AC1A7C"/>
    <w:rsid w:val="00AE42A7"/>
    <w:rsid w:val="00AF3200"/>
    <w:rsid w:val="00AF3CF4"/>
    <w:rsid w:val="00B071C7"/>
    <w:rsid w:val="00B37D20"/>
    <w:rsid w:val="00B56C05"/>
    <w:rsid w:val="00B70981"/>
    <w:rsid w:val="00BA25DC"/>
    <w:rsid w:val="00BA4ED3"/>
    <w:rsid w:val="00BC0133"/>
    <w:rsid w:val="00BC5C58"/>
    <w:rsid w:val="00BF4007"/>
    <w:rsid w:val="00C323D2"/>
    <w:rsid w:val="00C47431"/>
    <w:rsid w:val="00CB0CF2"/>
    <w:rsid w:val="00CC5523"/>
    <w:rsid w:val="00CD3EF8"/>
    <w:rsid w:val="00CE2136"/>
    <w:rsid w:val="00CE2CB4"/>
    <w:rsid w:val="00D00FB9"/>
    <w:rsid w:val="00D123C8"/>
    <w:rsid w:val="00D14B3B"/>
    <w:rsid w:val="00D33751"/>
    <w:rsid w:val="00D506F6"/>
    <w:rsid w:val="00D5357D"/>
    <w:rsid w:val="00D66464"/>
    <w:rsid w:val="00D904D9"/>
    <w:rsid w:val="00DE4683"/>
    <w:rsid w:val="00E26DC1"/>
    <w:rsid w:val="00E86F1E"/>
    <w:rsid w:val="00EB6B02"/>
    <w:rsid w:val="00EC1508"/>
    <w:rsid w:val="00EC38BB"/>
    <w:rsid w:val="00ED2990"/>
    <w:rsid w:val="00F1162C"/>
    <w:rsid w:val="00F33967"/>
    <w:rsid w:val="00F65054"/>
    <w:rsid w:val="00F80654"/>
    <w:rsid w:val="00F84F8E"/>
    <w:rsid w:val="00FD5C91"/>
    <w:rsid w:val="00FE6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3240F"/>
  <w15:docId w15:val="{D9A9090D-1B33-4A29-8B67-EF7B3BE9E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38BB"/>
    <w:pPr>
      <w:spacing w:after="200" w:line="276" w:lineRule="auto"/>
    </w:pPr>
    <w:rPr>
      <w:rFonts w:ascii="Calibri" w:eastAsia="Calibri" w:hAnsi="Calibri"/>
      <w:sz w:val="22"/>
      <w:szCs w:val="22"/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1B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1B0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1B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  <w:rsid w:val="00EC38B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C38BB"/>
  </w:style>
  <w:style w:type="paragraph" w:styleId="ListParagraph">
    <w:name w:val="List Paragraph"/>
    <w:basedOn w:val="Normal"/>
    <w:uiPriority w:val="34"/>
    <w:qFormat/>
    <w:rsid w:val="006B3E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1B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1B0A"/>
  </w:style>
  <w:style w:type="paragraph" w:styleId="Footer">
    <w:name w:val="footer"/>
    <w:basedOn w:val="Normal"/>
    <w:link w:val="FooterChar"/>
    <w:uiPriority w:val="99"/>
    <w:unhideWhenUsed/>
    <w:rsid w:val="006B1B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1B0A"/>
  </w:style>
  <w:style w:type="character" w:customStyle="1" w:styleId="Heading2Char">
    <w:name w:val="Heading 2 Char"/>
    <w:basedOn w:val="DefaultParagraphFont"/>
    <w:link w:val="Heading2"/>
    <w:uiPriority w:val="9"/>
    <w:rsid w:val="006B1B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B1B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B1B0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6B1B0A"/>
    <w:rPr>
      <w:color w:val="0000FF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6B1B0A"/>
    <w:rPr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1B0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1B0A"/>
    <w:rPr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6B1B0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B1B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E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E9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25F4F"/>
    <w:rPr>
      <w:color w:val="808080"/>
    </w:rPr>
  </w:style>
  <w:style w:type="paragraph" w:customStyle="1" w:styleId="Question">
    <w:name w:val="Question"/>
    <w:basedOn w:val="Normal"/>
    <w:qFormat/>
    <w:rsid w:val="00EC38BB"/>
  </w:style>
  <w:style w:type="paragraph" w:customStyle="1" w:styleId="Match">
    <w:name w:val="Match"/>
    <w:basedOn w:val="Normal"/>
    <w:qFormat/>
    <w:rsid w:val="00EC38BB"/>
  </w:style>
  <w:style w:type="paragraph" w:customStyle="1" w:styleId="Choice">
    <w:name w:val="Choice"/>
    <w:basedOn w:val="Normal"/>
    <w:qFormat/>
    <w:rsid w:val="00EC38BB"/>
  </w:style>
  <w:style w:type="paragraph" w:customStyle="1" w:styleId="TF">
    <w:name w:val="TF"/>
    <w:basedOn w:val="Normal"/>
    <w:qFormat/>
    <w:rsid w:val="00EC38BB"/>
  </w:style>
  <w:style w:type="paragraph" w:customStyle="1" w:styleId="Location">
    <w:name w:val="Location"/>
    <w:basedOn w:val="Normal"/>
    <w:next w:val="Normal"/>
    <w:qFormat/>
    <w:rsid w:val="00EC38BB"/>
  </w:style>
  <w:style w:type="paragraph" w:customStyle="1" w:styleId="Type">
    <w:name w:val="Type"/>
    <w:basedOn w:val="Normal"/>
    <w:next w:val="Normal"/>
    <w:qFormat/>
    <w:rsid w:val="00EC38BB"/>
  </w:style>
  <w:style w:type="paragraph" w:customStyle="1" w:styleId="Term">
    <w:name w:val="Term"/>
    <w:basedOn w:val="Normal"/>
    <w:next w:val="Normal"/>
    <w:qFormat/>
    <w:rsid w:val="00EC38BB"/>
  </w:style>
  <w:style w:type="paragraph" w:customStyle="1" w:styleId="Define">
    <w:name w:val="Define"/>
    <w:basedOn w:val="Normal"/>
    <w:next w:val="Normal"/>
    <w:qFormat/>
    <w:rsid w:val="00EC3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8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hannon\AppData\Roaming\Microsoft\Templates\new_qti_sty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08A88-82D6-4D82-A395-39EA832FF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new_qti_style.dot</Template>
  <TotalTime>8</TotalTime>
  <Pages>3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Bierach, Katie</dc:creator>
  <cp:lastModifiedBy>Morgan Shannon</cp:lastModifiedBy>
  <cp:revision>6</cp:revision>
  <dcterms:created xsi:type="dcterms:W3CDTF">2017-05-03T17:54:00Z</dcterms:created>
  <dcterms:modified xsi:type="dcterms:W3CDTF">2017-06-12T21:37:00Z</dcterms:modified>
</cp:coreProperties>
</file>