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4D680" w14:textId="77777777" w:rsidR="00200B22" w:rsidRPr="00200B22" w:rsidRDefault="001F784E">
      <w:pPr>
        <w:rPr>
          <w:b/>
        </w:rPr>
      </w:pPr>
      <w:r w:rsidRPr="00200B22">
        <w:rPr>
          <w:b/>
        </w:rPr>
        <w:t xml:space="preserve">Chapter </w:t>
      </w:r>
      <w:r w:rsidR="001250EF" w:rsidRPr="00200B22">
        <w:rPr>
          <w:b/>
        </w:rPr>
        <w:t>11</w:t>
      </w:r>
      <w:r w:rsidR="00790CD2" w:rsidRPr="00200B22">
        <w:rPr>
          <w:b/>
        </w:rPr>
        <w:t xml:space="preserve">: </w:t>
      </w:r>
      <w:r w:rsidR="001250EF" w:rsidRPr="00200B22">
        <w:rPr>
          <w:b/>
        </w:rPr>
        <w:t>One-Way Independent Samples ANOVA</w:t>
      </w:r>
    </w:p>
    <w:p w14:paraId="286F2776" w14:textId="2B28C423" w:rsidR="00AF3200" w:rsidRDefault="006B3E20" w:rsidP="00432C75">
      <w:pPr>
        <w:pStyle w:val="Question"/>
      </w:pPr>
      <w:r>
        <w:t xml:space="preserve">1. </w:t>
      </w:r>
      <w:r w:rsidR="000A2D79">
        <w:t xml:space="preserve">An independent </w:t>
      </w:r>
      <w:r w:rsidR="000A2D79" w:rsidRPr="00F05774">
        <w:t xml:space="preserve">samples ANOVA allows </w:t>
      </w:r>
      <w:r w:rsidR="000A2D79">
        <w:t>researchers to _____</w:t>
      </w:r>
      <w:r w:rsidR="00432C75">
        <w:t>____</w:t>
      </w:r>
      <w:r w:rsidR="000A2D79">
        <w:t>_.</w:t>
      </w:r>
    </w:p>
    <w:p w14:paraId="4B499356" w14:textId="7AEF32DA" w:rsidR="006B3E20" w:rsidRDefault="00200B22" w:rsidP="00404D5E">
      <w:pPr>
        <w:pStyle w:val="Choice"/>
      </w:pPr>
      <w:r>
        <w:t>A</w:t>
      </w:r>
      <w:r w:rsidR="006B3E20">
        <w:t xml:space="preserve">. </w:t>
      </w:r>
      <w:r w:rsidR="000A2D79">
        <w:t>compare one sample mean to a population mean</w:t>
      </w:r>
    </w:p>
    <w:p w14:paraId="60A6304B" w14:textId="2E6B94C4" w:rsidR="006B3E20" w:rsidRDefault="00200B22" w:rsidP="00404D5E">
      <w:pPr>
        <w:pStyle w:val="Choice"/>
      </w:pPr>
      <w:r>
        <w:t>B</w:t>
      </w:r>
      <w:r w:rsidR="006B3E20">
        <w:t xml:space="preserve">. </w:t>
      </w:r>
      <w:r w:rsidR="000A2D79">
        <w:t>compare sample means for two related groups</w:t>
      </w:r>
    </w:p>
    <w:p w14:paraId="62979638" w14:textId="47A376BF" w:rsidR="006B3E20" w:rsidRDefault="000A2D79" w:rsidP="00404D5E">
      <w:pPr>
        <w:pStyle w:val="Choice"/>
      </w:pPr>
      <w:r>
        <w:t>*</w:t>
      </w:r>
      <w:r w:rsidR="00200B22">
        <w:t>C</w:t>
      </w:r>
      <w:r w:rsidR="006B3E20">
        <w:t xml:space="preserve">. </w:t>
      </w:r>
      <w:r>
        <w:t xml:space="preserve">compare samples means for </w:t>
      </w:r>
      <w:r w:rsidR="00FB08FB">
        <w:t>two</w:t>
      </w:r>
      <w:r>
        <w:t xml:space="preserve"> or more unrelated groups</w:t>
      </w:r>
    </w:p>
    <w:p w14:paraId="6C6ACE8A" w14:textId="191EF768" w:rsidR="006B3E20" w:rsidRDefault="00200B22" w:rsidP="00404D5E">
      <w:pPr>
        <w:pStyle w:val="Choice"/>
      </w:pPr>
      <w:r>
        <w:t>D</w:t>
      </w:r>
      <w:r w:rsidR="006B3E20">
        <w:t xml:space="preserve">. </w:t>
      </w:r>
      <w:r w:rsidR="000A2D79">
        <w:t xml:space="preserve">determine </w:t>
      </w:r>
      <w:r w:rsidR="004708D0">
        <w:t>whether</w:t>
      </w:r>
      <w:r w:rsidR="000A2D79">
        <w:t xml:space="preserve"> two independent variables interact to affect the dependent variable.</w:t>
      </w:r>
    </w:p>
    <w:p w14:paraId="5882690F" w14:textId="4A127C8A" w:rsidR="001250EF" w:rsidRPr="005A75AE" w:rsidRDefault="001250EF" w:rsidP="00404D5E">
      <w:pPr>
        <w:pStyle w:val="Type"/>
      </w:pPr>
      <w:r w:rsidRPr="005A75AE">
        <w:t xml:space="preserve">Learning Objective: </w:t>
      </w:r>
      <w:r w:rsidR="00200B22">
        <w:t xml:space="preserve">11-1: </w:t>
      </w:r>
      <w:r w:rsidRPr="005A75AE">
        <w:t>Identify when to use an independent samples ANOVA</w:t>
      </w:r>
      <w:r w:rsidR="00EB0910">
        <w:t>.</w:t>
      </w:r>
    </w:p>
    <w:p w14:paraId="1E055811" w14:textId="77777777" w:rsidR="00686ACD" w:rsidRDefault="00686ACD" w:rsidP="00404D5E">
      <w:pPr>
        <w:pStyle w:val="Type"/>
      </w:pPr>
      <w:r>
        <w:t>Cognitive Domain:</w:t>
      </w:r>
      <w:r w:rsidR="00AC6B06">
        <w:t xml:space="preserve"> Knowledge</w:t>
      </w:r>
    </w:p>
    <w:p w14:paraId="4E104211" w14:textId="77777777" w:rsidR="00686ACD" w:rsidRDefault="00686ACD" w:rsidP="002F1C4C">
      <w:pPr>
        <w:pStyle w:val="Location"/>
      </w:pPr>
      <w:r>
        <w:t>Answer Location:</w:t>
      </w:r>
      <w:r w:rsidR="00AC6B06">
        <w:t xml:space="preserve"> </w:t>
      </w:r>
      <w:r w:rsidR="00267EAA">
        <w:t>Independent Samples ANOVA</w:t>
      </w:r>
    </w:p>
    <w:p w14:paraId="427B08CC" w14:textId="0A0899AC" w:rsidR="00686ACD" w:rsidRPr="00AF10CC" w:rsidRDefault="00686ACD" w:rsidP="00432C75">
      <w:pPr>
        <w:pStyle w:val="Question"/>
      </w:pPr>
      <w:r>
        <w:t xml:space="preserve">2. </w:t>
      </w:r>
      <w:r w:rsidR="00AF10CC">
        <w:t xml:space="preserve">One conceptual description of the </w:t>
      </w:r>
      <w:r w:rsidR="0018757F">
        <w:t xml:space="preserve">independent samples </w:t>
      </w:r>
      <w:r w:rsidR="00AF10CC">
        <w:t xml:space="preserve">ANOVA </w:t>
      </w:r>
      <w:r w:rsidR="00AF10CC">
        <w:rPr>
          <w:i/>
        </w:rPr>
        <w:t>F</w:t>
      </w:r>
      <w:r w:rsidR="00AF10CC">
        <w:t xml:space="preserve"> ratio is that it compares the variability between conditions to the variability within the treatment conditions.</w:t>
      </w:r>
    </w:p>
    <w:p w14:paraId="050D560D" w14:textId="06FC1422" w:rsidR="00686ACD" w:rsidRDefault="00AF10CC" w:rsidP="00404D5E">
      <w:pPr>
        <w:pStyle w:val="TF"/>
      </w:pPr>
      <w:r>
        <w:t>*True</w:t>
      </w:r>
    </w:p>
    <w:p w14:paraId="6BAADF53" w14:textId="194C747B" w:rsidR="00686ACD" w:rsidRDefault="00AF10CC" w:rsidP="00404D5E">
      <w:pPr>
        <w:pStyle w:val="TF"/>
      </w:pPr>
      <w:r w:rsidRPr="00404D5E">
        <w:t>False</w:t>
      </w:r>
    </w:p>
    <w:p w14:paraId="1546729C" w14:textId="759B7159" w:rsidR="00686ACD" w:rsidRDefault="00686ACD" w:rsidP="00404D5E">
      <w:pPr>
        <w:pStyle w:val="Type"/>
      </w:pPr>
      <w:r>
        <w:t xml:space="preserve">Learning Objective: </w:t>
      </w:r>
      <w:r w:rsidR="00681692">
        <w:t xml:space="preserve">11-2: </w:t>
      </w:r>
      <w:r w:rsidR="008D58F0" w:rsidRPr="005A75AE">
        <w:t xml:space="preserve">Explain the logic of the ANOVA </w:t>
      </w:r>
      <w:r w:rsidR="008D58F0" w:rsidRPr="005A75AE">
        <w:rPr>
          <w:i/>
          <w:iCs/>
        </w:rPr>
        <w:t xml:space="preserve">F </w:t>
      </w:r>
      <w:r w:rsidR="008D58F0" w:rsidRPr="005A75AE">
        <w:t>ratio</w:t>
      </w:r>
      <w:r w:rsidR="00127A78">
        <w:t>.</w:t>
      </w:r>
    </w:p>
    <w:p w14:paraId="4AA77D19" w14:textId="77777777" w:rsidR="00686ACD" w:rsidRDefault="00686ACD" w:rsidP="00404D5E">
      <w:pPr>
        <w:pStyle w:val="Type"/>
      </w:pPr>
      <w:r>
        <w:t>Cognitive Domain:</w:t>
      </w:r>
      <w:r w:rsidR="008F248C">
        <w:t xml:space="preserve"> Knowledge</w:t>
      </w:r>
    </w:p>
    <w:p w14:paraId="16770B4A" w14:textId="77777777" w:rsidR="00686ACD" w:rsidRDefault="00686ACD" w:rsidP="002F1C4C">
      <w:pPr>
        <w:pStyle w:val="Location"/>
      </w:pPr>
      <w:r>
        <w:t>Answer Location:</w:t>
      </w:r>
      <w:r w:rsidR="009B38F4">
        <w:t xml:space="preserve"> Logic of the ANOVA</w:t>
      </w:r>
    </w:p>
    <w:p w14:paraId="3925FF81" w14:textId="07308AEE" w:rsidR="00686ACD" w:rsidRDefault="00686ACD" w:rsidP="00432C75">
      <w:pPr>
        <w:pStyle w:val="Question"/>
      </w:pPr>
      <w:r>
        <w:t xml:space="preserve">3. </w:t>
      </w:r>
      <w:r w:rsidR="00DA1872">
        <w:t xml:space="preserve">In the </w:t>
      </w:r>
      <w:r w:rsidR="00B51667">
        <w:t>Independent Samples ANOVA, t</w:t>
      </w:r>
      <w:r w:rsidR="00DA1872">
        <w:t>reatment effects</w:t>
      </w:r>
      <w:r w:rsidR="00B51667">
        <w:t xml:space="preserve"> affect the ____</w:t>
      </w:r>
      <w:r w:rsidR="00432C75">
        <w:t>_____</w:t>
      </w:r>
      <w:r w:rsidR="00B51667">
        <w:t>__.</w:t>
      </w:r>
      <w:r w:rsidR="00DA1872">
        <w:t xml:space="preserve"> </w:t>
      </w:r>
    </w:p>
    <w:p w14:paraId="01C7CEB6" w14:textId="713B8BFE" w:rsidR="00686ACD" w:rsidRDefault="00681692" w:rsidP="00404D5E">
      <w:pPr>
        <w:pStyle w:val="Choice"/>
      </w:pPr>
      <w:r>
        <w:t>A</w:t>
      </w:r>
      <w:r w:rsidR="00686ACD">
        <w:t xml:space="preserve">. </w:t>
      </w:r>
      <w:r w:rsidR="00D1436D">
        <w:t>denominator</w:t>
      </w:r>
      <w:r w:rsidR="00B51667">
        <w:t xml:space="preserve"> only</w:t>
      </w:r>
    </w:p>
    <w:p w14:paraId="6951BD3C" w14:textId="20FE2901" w:rsidR="00686ACD" w:rsidRDefault="00681692" w:rsidP="00404D5E">
      <w:pPr>
        <w:pStyle w:val="Choice"/>
      </w:pPr>
      <w:r>
        <w:t>B</w:t>
      </w:r>
      <w:r w:rsidR="00686ACD">
        <w:t xml:space="preserve">. </w:t>
      </w:r>
      <w:r w:rsidR="00B51667">
        <w:t>denominator</w:t>
      </w:r>
      <w:r w:rsidR="00D1436D">
        <w:t xml:space="preserve"> and numerator</w:t>
      </w:r>
    </w:p>
    <w:p w14:paraId="7FD58B93" w14:textId="7C061713" w:rsidR="00686ACD" w:rsidRDefault="00D1436D" w:rsidP="00404D5E">
      <w:pPr>
        <w:pStyle w:val="Choice"/>
      </w:pPr>
      <w:r>
        <w:t>*</w:t>
      </w:r>
      <w:r w:rsidR="00681692">
        <w:t>C</w:t>
      </w:r>
      <w:r w:rsidR="00686ACD">
        <w:t xml:space="preserve">. </w:t>
      </w:r>
      <w:r>
        <w:t xml:space="preserve">numerator </w:t>
      </w:r>
      <w:r w:rsidR="00B51667">
        <w:t>only</w:t>
      </w:r>
    </w:p>
    <w:p w14:paraId="3E588302" w14:textId="56B907EA" w:rsidR="00686ACD" w:rsidRDefault="00686ACD" w:rsidP="00404D5E">
      <w:pPr>
        <w:pStyle w:val="Type"/>
      </w:pPr>
      <w:r>
        <w:t xml:space="preserve">Learning Objective: </w:t>
      </w:r>
      <w:r w:rsidR="00681692">
        <w:t xml:space="preserve">11-3: </w:t>
      </w:r>
      <w:r w:rsidR="00330EE2" w:rsidRPr="005A75AE">
        <w:t xml:space="preserve">Explain how measurement error, individual differences, and treatment effects influence the numerator and the denominator of the </w:t>
      </w:r>
      <w:r w:rsidR="00330EE2" w:rsidRPr="005A75AE">
        <w:rPr>
          <w:i/>
          <w:iCs/>
        </w:rPr>
        <w:t xml:space="preserve">F </w:t>
      </w:r>
      <w:r w:rsidR="00330EE2" w:rsidRPr="005A75AE">
        <w:t>ratio</w:t>
      </w:r>
      <w:r w:rsidR="0060142E">
        <w:t>.</w:t>
      </w:r>
    </w:p>
    <w:p w14:paraId="64A6C043" w14:textId="77777777" w:rsidR="00686ACD" w:rsidRDefault="00686ACD" w:rsidP="00404D5E">
      <w:pPr>
        <w:pStyle w:val="Type"/>
      </w:pPr>
      <w:r>
        <w:t>Cognitive Domain:</w:t>
      </w:r>
      <w:r w:rsidR="002C7368">
        <w:t xml:space="preserve"> </w:t>
      </w:r>
      <w:r w:rsidR="00B87726">
        <w:t>Comprehension</w:t>
      </w:r>
    </w:p>
    <w:p w14:paraId="6C2AB0B1" w14:textId="77777777" w:rsidR="002C7368" w:rsidRDefault="00686ACD" w:rsidP="002F1C4C">
      <w:pPr>
        <w:pStyle w:val="Location"/>
      </w:pPr>
      <w:r>
        <w:t>Answer Location:</w:t>
      </w:r>
      <w:r w:rsidR="002C7368">
        <w:t xml:space="preserve"> Logic of the ANOVA</w:t>
      </w:r>
    </w:p>
    <w:p w14:paraId="2FA1C0C5" w14:textId="7100DC39" w:rsidR="004D0DFA" w:rsidRDefault="004D0DFA" w:rsidP="00432C75">
      <w:pPr>
        <w:pStyle w:val="Question"/>
      </w:pPr>
      <w:r>
        <w:t>4. In the Independent Samples ANOVA, measurement error affects the ___</w:t>
      </w:r>
      <w:r w:rsidR="00432C75">
        <w:t>_____</w:t>
      </w:r>
      <w:r>
        <w:t xml:space="preserve">___. </w:t>
      </w:r>
    </w:p>
    <w:p w14:paraId="6B6D0C12" w14:textId="34B9025A" w:rsidR="004D0DFA" w:rsidRDefault="00432C75" w:rsidP="00404D5E">
      <w:pPr>
        <w:pStyle w:val="Choice"/>
      </w:pPr>
      <w:r>
        <w:t>A</w:t>
      </w:r>
      <w:r w:rsidR="002F1C4C">
        <w:t>. denominator only</w:t>
      </w:r>
    </w:p>
    <w:p w14:paraId="51750BD2" w14:textId="528FD358" w:rsidR="004D0DFA" w:rsidRDefault="00432C75" w:rsidP="00404D5E">
      <w:pPr>
        <w:pStyle w:val="Choice"/>
      </w:pPr>
      <w:r>
        <w:lastRenderedPageBreak/>
        <w:t>*B</w:t>
      </w:r>
      <w:r w:rsidR="002F1C4C">
        <w:t>. denominator and numerator</w:t>
      </w:r>
    </w:p>
    <w:p w14:paraId="125345BE" w14:textId="3E7A1494" w:rsidR="004D0DFA" w:rsidRDefault="00432C75" w:rsidP="00404D5E">
      <w:pPr>
        <w:pStyle w:val="Choice"/>
      </w:pPr>
      <w:r>
        <w:t>C</w:t>
      </w:r>
      <w:r w:rsidR="002F1C4C">
        <w:t>. numerator only</w:t>
      </w:r>
    </w:p>
    <w:p w14:paraId="1FA74452" w14:textId="77777777" w:rsidR="004D0DFA" w:rsidRDefault="004D0DFA" w:rsidP="00404D5E">
      <w:pPr>
        <w:pStyle w:val="Type"/>
      </w:pPr>
      <w:r>
        <w:t xml:space="preserve">Learning Objective: </w:t>
      </w:r>
      <w:r w:rsidRPr="005A75AE">
        <w:t xml:space="preserve">Explain how measurement error, individual differences, and treatment effects influence the numerator and the denominator of the </w:t>
      </w:r>
      <w:r w:rsidRPr="005A75AE">
        <w:rPr>
          <w:i/>
          <w:iCs/>
        </w:rPr>
        <w:t xml:space="preserve">F </w:t>
      </w:r>
      <w:r w:rsidRPr="005A75AE">
        <w:t>ratio</w:t>
      </w:r>
    </w:p>
    <w:p w14:paraId="6EF4BD67" w14:textId="77777777" w:rsidR="004D0DFA" w:rsidRDefault="004D0DFA" w:rsidP="00404D5E">
      <w:pPr>
        <w:pStyle w:val="Type"/>
      </w:pPr>
      <w:r>
        <w:t>Cognitive Domain:</w:t>
      </w:r>
      <w:r w:rsidRPr="00B87726">
        <w:t xml:space="preserve"> </w:t>
      </w:r>
      <w:r>
        <w:t>Comprehension</w:t>
      </w:r>
    </w:p>
    <w:p w14:paraId="3E12FA6D" w14:textId="77777777" w:rsidR="004D0DFA" w:rsidRDefault="004D0DFA" w:rsidP="002F1C4C">
      <w:pPr>
        <w:pStyle w:val="Location"/>
      </w:pPr>
      <w:r>
        <w:t>Answer Location: Logic of the ANOVA</w:t>
      </w:r>
    </w:p>
    <w:p w14:paraId="36F812E2" w14:textId="28D64677" w:rsidR="00686ACD" w:rsidRDefault="00686ACD" w:rsidP="00432C75">
      <w:pPr>
        <w:pStyle w:val="Question"/>
      </w:pPr>
      <w:r>
        <w:t xml:space="preserve">5. </w:t>
      </w:r>
      <w:r w:rsidR="00225A10">
        <w:t>Fifteen people are randomly assigned, so that 5 people exercise in the morning, afternoon, or night. After 8 weeks, their weight loss is measured in pounds. State the null hypothesis for this study.</w:t>
      </w:r>
    </w:p>
    <w:p w14:paraId="65F93FB1" w14:textId="4FDAC6B9" w:rsidR="00686ACD" w:rsidRPr="009E646E" w:rsidRDefault="00EB6F43" w:rsidP="00404D5E">
      <w:pPr>
        <w:pStyle w:val="Choice"/>
      </w:pPr>
      <w:r>
        <w:t>A</w:t>
      </w:r>
      <w:r w:rsidR="00686ACD">
        <w:t xml:space="preserve">. </w:t>
      </w:r>
      <w:r w:rsidR="007F4A04" w:rsidRPr="009E646E">
        <w:t>H</w:t>
      </w:r>
      <w:r w:rsidR="007F4A04" w:rsidRPr="009E646E">
        <w:rPr>
          <w:vertAlign w:val="subscript"/>
        </w:rPr>
        <w:t>0</w:t>
      </w:r>
      <w:r w:rsidR="007F4A04" w:rsidRPr="009E646E">
        <w:t xml:space="preserve">: </w:t>
      </w:r>
      <w:r w:rsidR="007934BF">
        <w:rPr>
          <w:rFonts w:ascii="Times New Roman" w:hAnsi="Times New Roman"/>
        </w:rPr>
        <w:t>µ</w:t>
      </w:r>
      <w:r w:rsidR="007F4A04" w:rsidRPr="009E646E">
        <w:rPr>
          <w:vertAlign w:val="subscript"/>
        </w:rPr>
        <w:t>1</w:t>
      </w:r>
      <w:r w:rsidR="007F4A04" w:rsidRPr="009E646E">
        <w:t xml:space="preserve"> </w:t>
      </w:r>
      <w:r w:rsidR="00734271" w:rsidRPr="009E646E">
        <w:t>≠</w:t>
      </w:r>
      <w:r w:rsidR="007F4A04" w:rsidRPr="009E646E">
        <w:t xml:space="preserve"> </w:t>
      </w:r>
      <w:r w:rsidR="007934BF">
        <w:rPr>
          <w:rFonts w:ascii="Times New Roman" w:hAnsi="Times New Roman"/>
        </w:rPr>
        <w:t>µ</w:t>
      </w:r>
      <w:r w:rsidR="007F4A04" w:rsidRPr="009E646E">
        <w:rPr>
          <w:vertAlign w:val="subscript"/>
        </w:rPr>
        <w:t>2</w:t>
      </w:r>
      <w:r w:rsidR="007F4A04" w:rsidRPr="009E646E">
        <w:t xml:space="preserve"> = </w:t>
      </w:r>
      <w:r w:rsidR="007934BF">
        <w:rPr>
          <w:rFonts w:ascii="Times New Roman" w:hAnsi="Times New Roman"/>
        </w:rPr>
        <w:t>µ</w:t>
      </w:r>
      <w:r w:rsidR="007F4A04" w:rsidRPr="009E646E">
        <w:rPr>
          <w:vertAlign w:val="subscript"/>
        </w:rPr>
        <w:t>3</w:t>
      </w:r>
    </w:p>
    <w:p w14:paraId="260D501B" w14:textId="0573608E" w:rsidR="00686ACD" w:rsidRPr="009E646E" w:rsidRDefault="00EB6F43" w:rsidP="00404D5E">
      <w:pPr>
        <w:pStyle w:val="Choice"/>
      </w:pPr>
      <w:r w:rsidRPr="009E646E">
        <w:t>B</w:t>
      </w:r>
      <w:r w:rsidR="00686ACD" w:rsidRPr="009E646E">
        <w:t xml:space="preserve">. </w:t>
      </w:r>
      <w:r w:rsidR="00734271" w:rsidRPr="009E646E">
        <w:t>H</w:t>
      </w:r>
      <w:r w:rsidR="00734271" w:rsidRPr="009E646E">
        <w:rPr>
          <w:vertAlign w:val="subscript"/>
        </w:rPr>
        <w:t>0</w:t>
      </w:r>
      <w:r w:rsidR="00734271" w:rsidRPr="009E646E">
        <w:t xml:space="preserve">: </w:t>
      </w:r>
      <w:r w:rsidR="007934BF">
        <w:rPr>
          <w:rFonts w:ascii="Times New Roman" w:hAnsi="Times New Roman"/>
        </w:rPr>
        <w:t>µ</w:t>
      </w:r>
      <w:r w:rsidR="00734271" w:rsidRPr="009E646E">
        <w:rPr>
          <w:vertAlign w:val="subscript"/>
        </w:rPr>
        <w:t>1</w:t>
      </w:r>
      <w:r w:rsidR="00734271" w:rsidRPr="009E646E">
        <w:t xml:space="preserve"> = </w:t>
      </w:r>
      <w:r w:rsidR="007934BF">
        <w:rPr>
          <w:rFonts w:ascii="Times New Roman" w:hAnsi="Times New Roman"/>
        </w:rPr>
        <w:t>µ</w:t>
      </w:r>
      <w:r w:rsidR="00734271" w:rsidRPr="009E646E">
        <w:rPr>
          <w:vertAlign w:val="subscript"/>
        </w:rPr>
        <w:t>2</w:t>
      </w:r>
      <w:r w:rsidR="00734271" w:rsidRPr="009E646E">
        <w:t xml:space="preserve"> ≠ </w:t>
      </w:r>
      <w:r w:rsidR="007934BF">
        <w:rPr>
          <w:rFonts w:ascii="Times New Roman" w:hAnsi="Times New Roman"/>
        </w:rPr>
        <w:t>µ</w:t>
      </w:r>
      <w:r w:rsidR="00734271" w:rsidRPr="009E646E">
        <w:rPr>
          <w:vertAlign w:val="subscript"/>
        </w:rPr>
        <w:t>3</w:t>
      </w:r>
    </w:p>
    <w:p w14:paraId="67C6D760" w14:textId="115BC008" w:rsidR="00686ACD" w:rsidRPr="009E646E" w:rsidRDefault="00EB6F43" w:rsidP="00404D5E">
      <w:pPr>
        <w:pStyle w:val="Choice"/>
      </w:pPr>
      <w:r w:rsidRPr="009E646E">
        <w:t>C</w:t>
      </w:r>
      <w:r w:rsidR="00686ACD" w:rsidRPr="009E646E">
        <w:t xml:space="preserve">. </w:t>
      </w:r>
      <w:r w:rsidR="00734271" w:rsidRPr="009E646E">
        <w:t>H</w:t>
      </w:r>
      <w:r w:rsidR="00734271" w:rsidRPr="009E646E">
        <w:rPr>
          <w:vertAlign w:val="subscript"/>
        </w:rPr>
        <w:t>0</w:t>
      </w:r>
      <w:r w:rsidR="00734271" w:rsidRPr="009E646E">
        <w:t xml:space="preserve">: </w:t>
      </w:r>
      <w:r w:rsidR="007934BF">
        <w:rPr>
          <w:rFonts w:ascii="Times New Roman" w:hAnsi="Times New Roman"/>
        </w:rPr>
        <w:t>µ</w:t>
      </w:r>
      <w:r w:rsidR="00734271" w:rsidRPr="009E646E">
        <w:rPr>
          <w:vertAlign w:val="subscript"/>
        </w:rPr>
        <w:t>1</w:t>
      </w:r>
      <w:r w:rsidR="00734271" w:rsidRPr="009E646E">
        <w:t xml:space="preserve"> ≠ </w:t>
      </w:r>
      <w:r w:rsidR="007934BF">
        <w:rPr>
          <w:rFonts w:ascii="Times New Roman" w:hAnsi="Times New Roman"/>
        </w:rPr>
        <w:t>µ</w:t>
      </w:r>
      <w:r w:rsidR="00734271" w:rsidRPr="009E646E">
        <w:rPr>
          <w:vertAlign w:val="subscript"/>
        </w:rPr>
        <w:t>2</w:t>
      </w:r>
      <w:r w:rsidR="00734271" w:rsidRPr="009E646E">
        <w:t xml:space="preserve"> ≠ </w:t>
      </w:r>
      <w:r w:rsidR="007934BF">
        <w:rPr>
          <w:rFonts w:ascii="Times New Roman" w:hAnsi="Times New Roman"/>
        </w:rPr>
        <w:t>µ</w:t>
      </w:r>
      <w:r w:rsidR="00734271" w:rsidRPr="009E646E">
        <w:rPr>
          <w:vertAlign w:val="subscript"/>
        </w:rPr>
        <w:t>3</w:t>
      </w:r>
    </w:p>
    <w:p w14:paraId="52416739" w14:textId="1A302164" w:rsidR="00686ACD" w:rsidRDefault="00734271" w:rsidP="00404D5E">
      <w:pPr>
        <w:pStyle w:val="Choice"/>
      </w:pPr>
      <w:r w:rsidRPr="009E646E">
        <w:t>*</w:t>
      </w:r>
      <w:r w:rsidR="00EB6F43" w:rsidRPr="009E646E">
        <w:t>D</w:t>
      </w:r>
      <w:r w:rsidR="00686ACD" w:rsidRPr="009E646E">
        <w:t xml:space="preserve">. </w:t>
      </w:r>
      <w:r w:rsidRPr="009E646E">
        <w:t>H</w:t>
      </w:r>
      <w:r w:rsidRPr="009E646E">
        <w:rPr>
          <w:vertAlign w:val="subscript"/>
        </w:rPr>
        <w:t>0</w:t>
      </w:r>
      <w:r w:rsidRPr="009E646E">
        <w:t xml:space="preserve">: </w:t>
      </w:r>
      <w:r w:rsidR="007934BF">
        <w:rPr>
          <w:rFonts w:ascii="Times New Roman" w:hAnsi="Times New Roman"/>
        </w:rPr>
        <w:t>µ</w:t>
      </w:r>
      <w:r>
        <w:rPr>
          <w:vertAlign w:val="subscript"/>
        </w:rPr>
        <w:t>1</w:t>
      </w:r>
      <w:r>
        <w:t xml:space="preserve"> = </w:t>
      </w:r>
      <w:r w:rsidR="007934BF">
        <w:rPr>
          <w:rFonts w:ascii="Times New Roman" w:hAnsi="Times New Roman"/>
        </w:rPr>
        <w:t>µ</w:t>
      </w:r>
      <w:r>
        <w:rPr>
          <w:vertAlign w:val="subscript"/>
        </w:rPr>
        <w:t>2</w:t>
      </w:r>
      <w:r>
        <w:t xml:space="preserve"> = </w:t>
      </w:r>
      <w:r w:rsidR="007934BF">
        <w:rPr>
          <w:rFonts w:ascii="Times New Roman" w:hAnsi="Times New Roman"/>
        </w:rPr>
        <w:t>µ</w:t>
      </w:r>
      <w:r w:rsidRPr="007F4A04">
        <w:rPr>
          <w:vertAlign w:val="subscript"/>
        </w:rPr>
        <w:t>3</w:t>
      </w:r>
    </w:p>
    <w:p w14:paraId="3221DE62" w14:textId="4497C880" w:rsidR="00686ACD" w:rsidRDefault="00686ACD" w:rsidP="00404D5E">
      <w:pPr>
        <w:pStyle w:val="Type"/>
      </w:pPr>
      <w:r>
        <w:t xml:space="preserve">Learning Objective: </w:t>
      </w:r>
      <w:r w:rsidR="00EB6F43">
        <w:t xml:space="preserve">11-4: </w:t>
      </w:r>
      <w:r w:rsidR="002F1887" w:rsidRPr="005A75AE">
        <w:t>Write null and research hypotheses using symbols and words</w:t>
      </w:r>
      <w:r w:rsidR="00284D72">
        <w:t>.</w:t>
      </w:r>
    </w:p>
    <w:p w14:paraId="585D25EC" w14:textId="77777777" w:rsidR="00686ACD" w:rsidRDefault="00686ACD" w:rsidP="00404D5E">
      <w:pPr>
        <w:pStyle w:val="Type"/>
      </w:pPr>
      <w:r>
        <w:t>Cognitive Domain:</w:t>
      </w:r>
      <w:r w:rsidR="00CD3711">
        <w:t xml:space="preserve"> Application</w:t>
      </w:r>
    </w:p>
    <w:p w14:paraId="0884C427" w14:textId="389A70D9" w:rsidR="00686ACD" w:rsidRDefault="00686ACD" w:rsidP="002F1C4C">
      <w:pPr>
        <w:pStyle w:val="Location"/>
      </w:pPr>
      <w:r>
        <w:t>Answer Location:</w:t>
      </w:r>
      <w:r w:rsidR="00CD3711">
        <w:t xml:space="preserve"> An Example ANOVA Problem</w:t>
      </w:r>
    </w:p>
    <w:p w14:paraId="2056A70F" w14:textId="782B2928" w:rsidR="00686ACD" w:rsidRDefault="00686ACD" w:rsidP="00432C75">
      <w:pPr>
        <w:pStyle w:val="Question"/>
      </w:pPr>
      <w:r>
        <w:t xml:space="preserve">6. </w:t>
      </w:r>
      <w:r w:rsidR="009F3A3A">
        <w:t>The research hypothesis is best stated as ___</w:t>
      </w:r>
      <w:r w:rsidR="00432C75">
        <w:t>_____</w:t>
      </w:r>
      <w:r w:rsidR="009F3A3A">
        <w:t>___.</w:t>
      </w:r>
    </w:p>
    <w:p w14:paraId="3753A917" w14:textId="46AC6B18" w:rsidR="00686ACD" w:rsidRDefault="00EB6F43" w:rsidP="00404D5E">
      <w:pPr>
        <w:pStyle w:val="Choice"/>
      </w:pPr>
      <w:r>
        <w:t>A</w:t>
      </w:r>
      <w:r w:rsidR="00686ACD">
        <w:t xml:space="preserve">. </w:t>
      </w:r>
      <w:r>
        <w:t>a</w:t>
      </w:r>
      <w:r w:rsidR="009F3A3A">
        <w:t>ll populations means are different</w:t>
      </w:r>
    </w:p>
    <w:p w14:paraId="1F8AAB81" w14:textId="45350287" w:rsidR="00686ACD" w:rsidRDefault="00A934E3" w:rsidP="00404D5E">
      <w:pPr>
        <w:pStyle w:val="Choice"/>
      </w:pPr>
      <w:r>
        <w:t>*</w:t>
      </w:r>
      <w:r w:rsidR="00EB6F43">
        <w:t>B</w:t>
      </w:r>
      <w:r w:rsidR="00686ACD">
        <w:t xml:space="preserve">. </w:t>
      </w:r>
      <w:r w:rsidR="00EB6F43">
        <w:t>a</w:t>
      </w:r>
      <w:r w:rsidR="009F3A3A">
        <w:t>t least one population m</w:t>
      </w:r>
      <w:r>
        <w:t>ean is different from the others</w:t>
      </w:r>
    </w:p>
    <w:p w14:paraId="25E226AB" w14:textId="265FC516" w:rsidR="001473F1" w:rsidRDefault="001473F1" w:rsidP="00404D5E">
      <w:pPr>
        <w:pStyle w:val="Type"/>
      </w:pPr>
      <w:r>
        <w:t xml:space="preserve">Learning Objective: </w:t>
      </w:r>
      <w:r w:rsidR="00EB6F43">
        <w:t xml:space="preserve">11-4: </w:t>
      </w:r>
      <w:r w:rsidRPr="005A75AE">
        <w:t>Write null and research hypotheses using symbols and words</w:t>
      </w:r>
      <w:r w:rsidR="006F63D8">
        <w:t>.</w:t>
      </w:r>
    </w:p>
    <w:p w14:paraId="6FF22770" w14:textId="77777777" w:rsidR="001473F1" w:rsidRDefault="001473F1" w:rsidP="00404D5E">
      <w:pPr>
        <w:pStyle w:val="Type"/>
      </w:pPr>
      <w:r>
        <w:t>Cognitive Domain: Application</w:t>
      </w:r>
    </w:p>
    <w:p w14:paraId="37DFF22B" w14:textId="1DAED720" w:rsidR="001473F1" w:rsidRDefault="001473F1" w:rsidP="002F1C4C">
      <w:pPr>
        <w:pStyle w:val="Location"/>
      </w:pPr>
      <w:r>
        <w:t>Answer Location: An Example ANOVA Problem</w:t>
      </w:r>
    </w:p>
    <w:p w14:paraId="3BE4C132" w14:textId="413BEB41" w:rsidR="009614A1" w:rsidRDefault="00432C75" w:rsidP="00432C75">
      <w:pPr>
        <w:pStyle w:val="Question"/>
      </w:pPr>
      <w:r>
        <w:t>7</w:t>
      </w:r>
      <w:r w:rsidR="00686ACD">
        <w:t xml:space="preserve">. </w:t>
      </w:r>
      <w:r w:rsidR="009614A1">
        <w:t>For this study</w:t>
      </w:r>
      <w:r w:rsidR="00EB4D70">
        <w:t xml:space="preserve"> from question #5</w:t>
      </w:r>
      <w:r w:rsidR="009614A1">
        <w:t>, compute the degrees of freedom for the Within treatments.</w:t>
      </w:r>
    </w:p>
    <w:p w14:paraId="51D46F4F" w14:textId="224D4DC6" w:rsidR="00686ACD" w:rsidRDefault="00EB6F43" w:rsidP="00404D5E">
      <w:pPr>
        <w:pStyle w:val="Choice"/>
      </w:pPr>
      <w:r>
        <w:t>A</w:t>
      </w:r>
      <w:r w:rsidR="00686ACD">
        <w:t xml:space="preserve">. </w:t>
      </w:r>
      <w:r w:rsidR="00765F2B">
        <w:t>14</w:t>
      </w:r>
    </w:p>
    <w:p w14:paraId="5DBF02DD" w14:textId="0AAD6991" w:rsidR="00686ACD" w:rsidRDefault="00765F2B" w:rsidP="00404D5E">
      <w:pPr>
        <w:pStyle w:val="Choice"/>
      </w:pPr>
      <w:r>
        <w:t>*</w:t>
      </w:r>
      <w:r w:rsidR="00EB6F43">
        <w:t>B</w:t>
      </w:r>
      <w:r w:rsidR="00686ACD">
        <w:t xml:space="preserve">. </w:t>
      </w:r>
      <w:r>
        <w:t>12</w:t>
      </w:r>
    </w:p>
    <w:p w14:paraId="03DDB7F9" w14:textId="39B7A1D7" w:rsidR="00686ACD" w:rsidRDefault="00EB6F43" w:rsidP="00404D5E">
      <w:pPr>
        <w:pStyle w:val="Choice"/>
      </w:pPr>
      <w:r>
        <w:t>C</w:t>
      </w:r>
      <w:r w:rsidR="00686ACD">
        <w:t xml:space="preserve">. </w:t>
      </w:r>
      <w:r w:rsidR="00765F2B">
        <w:t>3</w:t>
      </w:r>
    </w:p>
    <w:p w14:paraId="6BE77D35" w14:textId="54C8777E" w:rsidR="00686ACD" w:rsidRDefault="00EB6F43" w:rsidP="00404D5E">
      <w:pPr>
        <w:pStyle w:val="Choice"/>
      </w:pPr>
      <w:r>
        <w:t>D</w:t>
      </w:r>
      <w:r w:rsidR="00686ACD">
        <w:t xml:space="preserve">. </w:t>
      </w:r>
      <w:r w:rsidR="00765F2B">
        <w:t>2</w:t>
      </w:r>
    </w:p>
    <w:p w14:paraId="2ABB4B79" w14:textId="0AFE1F60" w:rsidR="002D6A0E" w:rsidRPr="00B03AF3" w:rsidRDefault="002D6A0E" w:rsidP="00404D5E">
      <w:pPr>
        <w:pStyle w:val="Type"/>
      </w:pPr>
      <w:r>
        <w:lastRenderedPageBreak/>
        <w:t xml:space="preserve">Learning Objective: </w:t>
      </w:r>
      <w:r w:rsidR="00EB6F43">
        <w:t xml:space="preserve">11-5: </w:t>
      </w:r>
      <w:r w:rsidRPr="005A75AE">
        <w:t xml:space="preserve">Complete an ANOVA summary table by computing the degrees of freedom, </w:t>
      </w:r>
      <w:r w:rsidRPr="005A75AE">
        <w:rPr>
          <w:i/>
          <w:iCs/>
        </w:rPr>
        <w:t>SS</w:t>
      </w:r>
      <w:r w:rsidRPr="005A75AE">
        <w:t xml:space="preserve">s, </w:t>
      </w:r>
      <w:r w:rsidRPr="005A75AE">
        <w:rPr>
          <w:i/>
          <w:iCs/>
        </w:rPr>
        <w:t>MS</w:t>
      </w:r>
      <w:r w:rsidRPr="005A75AE">
        <w:t xml:space="preserve">s, and </w:t>
      </w:r>
      <w:r w:rsidRPr="005A75AE">
        <w:rPr>
          <w:i/>
          <w:iCs/>
        </w:rPr>
        <w:t xml:space="preserve">F </w:t>
      </w:r>
      <w:r>
        <w:t>ratio</w:t>
      </w:r>
      <w:r w:rsidR="00B56E48">
        <w:t>.</w:t>
      </w:r>
    </w:p>
    <w:p w14:paraId="6E4B261D" w14:textId="77777777" w:rsidR="002D6A0E" w:rsidRDefault="002D6A0E" w:rsidP="00404D5E">
      <w:pPr>
        <w:pStyle w:val="Type"/>
      </w:pPr>
      <w:r>
        <w:t>Cognitive Domain: Application</w:t>
      </w:r>
    </w:p>
    <w:p w14:paraId="54021979" w14:textId="299CF411" w:rsidR="002D6A0E" w:rsidRDefault="002D6A0E" w:rsidP="002F1C4C">
      <w:pPr>
        <w:pStyle w:val="Location"/>
      </w:pPr>
      <w:r>
        <w:t>Answer Location: An Example ANOVA Problem</w:t>
      </w:r>
    </w:p>
    <w:p w14:paraId="3B78095D" w14:textId="3D37A526" w:rsidR="00686ACD" w:rsidRDefault="00432C75" w:rsidP="00432C75">
      <w:pPr>
        <w:pStyle w:val="Question"/>
      </w:pPr>
      <w:r>
        <w:t>8</w:t>
      </w:r>
      <w:r w:rsidR="00686ACD">
        <w:t xml:space="preserve">. </w:t>
      </w:r>
      <w:r w:rsidR="00355E51">
        <w:t>For this study</w:t>
      </w:r>
      <w:r w:rsidR="00EB4D70">
        <w:t xml:space="preserve"> from question #5</w:t>
      </w:r>
      <w:r w:rsidR="002F1C4C">
        <w:t>, compute the t</w:t>
      </w:r>
      <w:r w:rsidR="00355E51">
        <w:t>otal degrees of freedom.</w:t>
      </w:r>
    </w:p>
    <w:p w14:paraId="070C0556" w14:textId="054BFB1C" w:rsidR="005F4FA2" w:rsidRDefault="005145EF" w:rsidP="00404D5E">
      <w:pPr>
        <w:pStyle w:val="Choice"/>
      </w:pPr>
      <w:r>
        <w:t>*</w:t>
      </w:r>
      <w:r w:rsidR="00EB6F43">
        <w:t>A</w:t>
      </w:r>
      <w:r w:rsidR="005F4FA2">
        <w:t>. 14</w:t>
      </w:r>
    </w:p>
    <w:p w14:paraId="733571D5" w14:textId="4EED06DC" w:rsidR="005F4FA2" w:rsidRDefault="00EB6F43" w:rsidP="00404D5E">
      <w:pPr>
        <w:pStyle w:val="Choice"/>
      </w:pPr>
      <w:r>
        <w:t>B</w:t>
      </w:r>
      <w:r w:rsidR="005F4FA2">
        <w:t>. 12</w:t>
      </w:r>
    </w:p>
    <w:p w14:paraId="645CDE0E" w14:textId="762D0DC5" w:rsidR="005F4FA2" w:rsidRDefault="00EB6F43" w:rsidP="00404D5E">
      <w:pPr>
        <w:pStyle w:val="Choice"/>
      </w:pPr>
      <w:r>
        <w:t>C</w:t>
      </w:r>
      <w:r w:rsidR="005F4FA2">
        <w:t>. 3</w:t>
      </w:r>
    </w:p>
    <w:p w14:paraId="59BFABA8" w14:textId="39763554" w:rsidR="005F4FA2" w:rsidRDefault="00EB6F43" w:rsidP="00404D5E">
      <w:pPr>
        <w:pStyle w:val="Choice"/>
      </w:pPr>
      <w:r>
        <w:t>D</w:t>
      </w:r>
      <w:r w:rsidR="005F4FA2">
        <w:t>. 2</w:t>
      </w:r>
    </w:p>
    <w:p w14:paraId="29292D71" w14:textId="2A83E8AC" w:rsidR="005F4FA2" w:rsidRPr="00B03AF3" w:rsidRDefault="005F4FA2" w:rsidP="00404D5E">
      <w:pPr>
        <w:pStyle w:val="Type"/>
      </w:pPr>
      <w:r>
        <w:t xml:space="preserve">Learning Objective: </w:t>
      </w:r>
      <w:r w:rsidR="00EB6F43">
        <w:t xml:space="preserve">11-5: </w:t>
      </w:r>
      <w:r w:rsidRPr="005A75AE">
        <w:t xml:space="preserve">Complete an ANOVA summary table by computing the degrees of freedom, </w:t>
      </w:r>
      <w:r w:rsidRPr="005A75AE">
        <w:rPr>
          <w:i/>
          <w:iCs/>
        </w:rPr>
        <w:t>SS</w:t>
      </w:r>
      <w:r w:rsidRPr="005A75AE">
        <w:t xml:space="preserve">s, </w:t>
      </w:r>
      <w:r w:rsidRPr="005A75AE">
        <w:rPr>
          <w:i/>
          <w:iCs/>
        </w:rPr>
        <w:t>MS</w:t>
      </w:r>
      <w:r w:rsidRPr="005A75AE">
        <w:t xml:space="preserve">s, and </w:t>
      </w:r>
      <w:r w:rsidRPr="005A75AE">
        <w:rPr>
          <w:i/>
          <w:iCs/>
        </w:rPr>
        <w:t xml:space="preserve">F </w:t>
      </w:r>
      <w:r>
        <w:t>ratio</w:t>
      </w:r>
      <w:r w:rsidR="00652EAC">
        <w:t>.</w:t>
      </w:r>
    </w:p>
    <w:p w14:paraId="2BC100A0" w14:textId="77777777" w:rsidR="005F4FA2" w:rsidRDefault="005F4FA2" w:rsidP="00404D5E">
      <w:pPr>
        <w:pStyle w:val="Type"/>
      </w:pPr>
      <w:r>
        <w:t>Cognitive Domain: Application</w:t>
      </w:r>
    </w:p>
    <w:p w14:paraId="2641B2EC" w14:textId="06E8AD9D" w:rsidR="005F4FA2" w:rsidRDefault="005F4FA2" w:rsidP="002F1C4C">
      <w:pPr>
        <w:pStyle w:val="Location"/>
      </w:pPr>
      <w:r>
        <w:t>Answer Location: An Example ANOVA Problem</w:t>
      </w:r>
    </w:p>
    <w:p w14:paraId="79FDEB06" w14:textId="36E46905" w:rsidR="00686ACD" w:rsidRPr="000109E3" w:rsidRDefault="00432C75" w:rsidP="00432C75">
      <w:pPr>
        <w:pStyle w:val="Question"/>
        <w:rPr>
          <w:i/>
        </w:rPr>
      </w:pPr>
      <w:r>
        <w:t>9</w:t>
      </w:r>
      <w:r w:rsidR="00686ACD">
        <w:t xml:space="preserve">. </w:t>
      </w:r>
      <w:r w:rsidR="00D146A5">
        <w:t>For this study</w:t>
      </w:r>
      <w:r w:rsidR="00EB4D70">
        <w:t xml:space="preserve"> from question #5</w:t>
      </w:r>
      <w:r w:rsidR="00D146A5">
        <w:t xml:space="preserve">, compute the </w:t>
      </w:r>
      <w:r w:rsidR="00D146A5" w:rsidRPr="00D146A5">
        <w:rPr>
          <w:i/>
        </w:rPr>
        <w:t>MS</w:t>
      </w:r>
      <w:r w:rsidR="00D146A5" w:rsidRPr="004D0DFA">
        <w:rPr>
          <w:vertAlign w:val="subscript"/>
        </w:rPr>
        <w:t>between</w:t>
      </w:r>
      <w:r w:rsidR="00C161D3" w:rsidRPr="004D0DFA">
        <w:t>.</w:t>
      </w:r>
    </w:p>
    <w:p w14:paraId="1D2E2E02" w14:textId="27590833" w:rsidR="00686ACD" w:rsidRDefault="00EB6F43" w:rsidP="00404D5E">
      <w:pPr>
        <w:pStyle w:val="Choice"/>
      </w:pPr>
      <w:r>
        <w:t>A</w:t>
      </w:r>
      <w:r w:rsidR="00686ACD">
        <w:t xml:space="preserve">. </w:t>
      </w:r>
      <w:r w:rsidR="00FA7798">
        <w:t>0.1339</w:t>
      </w:r>
    </w:p>
    <w:p w14:paraId="0FA7BAB4" w14:textId="1D9C4DCB" w:rsidR="00686ACD" w:rsidRDefault="00EB6F43" w:rsidP="00404D5E">
      <w:pPr>
        <w:pStyle w:val="Choice"/>
      </w:pPr>
      <w:r>
        <w:t>B</w:t>
      </w:r>
      <w:r w:rsidR="00686ACD">
        <w:t xml:space="preserve">. </w:t>
      </w:r>
      <w:r w:rsidR="00FA7798">
        <w:t>0.6694</w:t>
      </w:r>
    </w:p>
    <w:p w14:paraId="30B232CE" w14:textId="1061203E" w:rsidR="00686ACD" w:rsidRDefault="00FA7798" w:rsidP="00404D5E">
      <w:pPr>
        <w:pStyle w:val="Choice"/>
      </w:pPr>
      <w:r>
        <w:t>*</w:t>
      </w:r>
      <w:r w:rsidR="00EB6F43">
        <w:t>C</w:t>
      </w:r>
      <w:r w:rsidR="00686ACD">
        <w:t xml:space="preserve">. </w:t>
      </w:r>
      <w:r>
        <w:t>1.0045</w:t>
      </w:r>
    </w:p>
    <w:p w14:paraId="3F53D124" w14:textId="791EA68A" w:rsidR="00686ACD" w:rsidRDefault="00EB6F43" w:rsidP="00404D5E">
      <w:pPr>
        <w:pStyle w:val="Choice"/>
      </w:pPr>
      <w:r>
        <w:t>D</w:t>
      </w:r>
      <w:r w:rsidR="00686ACD">
        <w:t xml:space="preserve">. </w:t>
      </w:r>
      <w:r w:rsidR="00F6747C">
        <w:t>1.3010</w:t>
      </w:r>
    </w:p>
    <w:p w14:paraId="0D8B36C9" w14:textId="6C14B366" w:rsidR="009025E7" w:rsidRPr="00B03AF3" w:rsidRDefault="009025E7" w:rsidP="00404D5E">
      <w:pPr>
        <w:pStyle w:val="Type"/>
      </w:pPr>
      <w:r>
        <w:t xml:space="preserve">Learning Objective: </w:t>
      </w:r>
      <w:r w:rsidR="00EB6F43">
        <w:t xml:space="preserve">11-5: </w:t>
      </w:r>
      <w:r w:rsidRPr="005A75AE">
        <w:t>Complete an ANOV</w:t>
      </w:r>
      <w:bookmarkStart w:id="0" w:name="_GoBack"/>
      <w:bookmarkEnd w:id="0"/>
      <w:r w:rsidRPr="005A75AE">
        <w:t xml:space="preserve">A summary table by computing the degrees of freedom, </w:t>
      </w:r>
      <w:r w:rsidRPr="005A75AE">
        <w:rPr>
          <w:i/>
          <w:iCs/>
        </w:rPr>
        <w:t>SS</w:t>
      </w:r>
      <w:r w:rsidRPr="005A75AE">
        <w:t xml:space="preserve">s, </w:t>
      </w:r>
      <w:r w:rsidRPr="005A75AE">
        <w:rPr>
          <w:i/>
          <w:iCs/>
        </w:rPr>
        <w:t>MS</w:t>
      </w:r>
      <w:r w:rsidRPr="005A75AE">
        <w:t xml:space="preserve">s, and </w:t>
      </w:r>
      <w:r w:rsidRPr="005A75AE">
        <w:rPr>
          <w:i/>
          <w:iCs/>
        </w:rPr>
        <w:t xml:space="preserve">F </w:t>
      </w:r>
      <w:r>
        <w:t>ratio</w:t>
      </w:r>
      <w:r w:rsidR="00D34E98">
        <w:t>.</w:t>
      </w:r>
    </w:p>
    <w:p w14:paraId="30C1754B" w14:textId="77777777" w:rsidR="009025E7" w:rsidRDefault="009025E7" w:rsidP="00404D5E">
      <w:pPr>
        <w:pStyle w:val="Type"/>
      </w:pPr>
      <w:r>
        <w:t>Cognitive Domain: Application</w:t>
      </w:r>
    </w:p>
    <w:p w14:paraId="08BD8189" w14:textId="06DFC26A" w:rsidR="009025E7" w:rsidRDefault="009025E7" w:rsidP="002F1C4C">
      <w:pPr>
        <w:pStyle w:val="Location"/>
      </w:pPr>
      <w:r>
        <w:t>Answer Location: An Example ANOVA Problem</w:t>
      </w:r>
    </w:p>
    <w:p w14:paraId="6998B30E" w14:textId="0571672A" w:rsidR="00AC6495" w:rsidRPr="000109E3" w:rsidRDefault="00432C75" w:rsidP="00432C75">
      <w:pPr>
        <w:pStyle w:val="Question"/>
        <w:rPr>
          <w:i/>
        </w:rPr>
      </w:pPr>
      <w:r>
        <w:t>10</w:t>
      </w:r>
      <w:r w:rsidR="00686ACD">
        <w:t xml:space="preserve">. </w:t>
      </w:r>
      <w:r w:rsidR="00AC6495">
        <w:t>For this study</w:t>
      </w:r>
      <w:r w:rsidR="00EB4D70" w:rsidRPr="00EB4D70">
        <w:t xml:space="preserve"> </w:t>
      </w:r>
      <w:r w:rsidR="00EB4D70">
        <w:t>from question #5</w:t>
      </w:r>
      <w:r w:rsidR="00AC6495">
        <w:t xml:space="preserve">, compute the </w:t>
      </w:r>
      <w:r w:rsidR="00AC6495" w:rsidRPr="00D146A5">
        <w:rPr>
          <w:i/>
        </w:rPr>
        <w:t>MS</w:t>
      </w:r>
      <w:r w:rsidR="00AC6495" w:rsidRPr="004D0DFA">
        <w:rPr>
          <w:vertAlign w:val="subscript"/>
        </w:rPr>
        <w:t>within</w:t>
      </w:r>
      <w:r w:rsidR="00C161D3" w:rsidRPr="004D0DFA">
        <w:t>.</w:t>
      </w:r>
    </w:p>
    <w:p w14:paraId="221A1700" w14:textId="513208B7" w:rsidR="00AC6495" w:rsidRDefault="00EB6F43" w:rsidP="00404D5E">
      <w:pPr>
        <w:pStyle w:val="Choice"/>
      </w:pPr>
      <w:r>
        <w:t>A</w:t>
      </w:r>
      <w:r w:rsidR="00AC6495">
        <w:t>. 0.1859</w:t>
      </w:r>
    </w:p>
    <w:p w14:paraId="5DF11897" w14:textId="078534C4" w:rsidR="00AC6495" w:rsidRDefault="00AC6495" w:rsidP="00404D5E">
      <w:pPr>
        <w:pStyle w:val="Choice"/>
      </w:pPr>
      <w:r>
        <w:t>*</w:t>
      </w:r>
      <w:r w:rsidR="00EB6F43">
        <w:t>B</w:t>
      </w:r>
      <w:r>
        <w:t>. 0.2168</w:t>
      </w:r>
    </w:p>
    <w:p w14:paraId="05493E89" w14:textId="1C460657" w:rsidR="00AC6495" w:rsidRDefault="00EB6F43" w:rsidP="00404D5E">
      <w:pPr>
        <w:pStyle w:val="Choice"/>
      </w:pPr>
      <w:r>
        <w:t>C</w:t>
      </w:r>
      <w:r w:rsidR="00AC6495">
        <w:t xml:space="preserve">. </w:t>
      </w:r>
      <w:r w:rsidR="00D354EB">
        <w:t>0.3294</w:t>
      </w:r>
    </w:p>
    <w:p w14:paraId="65F0D3E7" w14:textId="456E07DB" w:rsidR="00AC6495" w:rsidRDefault="00EB6F43" w:rsidP="00404D5E">
      <w:pPr>
        <w:pStyle w:val="Choice"/>
      </w:pPr>
      <w:r>
        <w:t>D</w:t>
      </w:r>
      <w:r w:rsidR="00AC6495">
        <w:t xml:space="preserve">. </w:t>
      </w:r>
      <w:r w:rsidR="00D354EB">
        <w:t>0.5643</w:t>
      </w:r>
    </w:p>
    <w:p w14:paraId="62FE1F5B" w14:textId="5721DCEC" w:rsidR="00AC6495" w:rsidRPr="00B03AF3" w:rsidRDefault="00AC6495" w:rsidP="00404D5E">
      <w:pPr>
        <w:pStyle w:val="Type"/>
      </w:pPr>
      <w:r>
        <w:lastRenderedPageBreak/>
        <w:t xml:space="preserve">Learning Objective: </w:t>
      </w:r>
      <w:r w:rsidR="00EB6F43">
        <w:t xml:space="preserve">11-5: </w:t>
      </w:r>
      <w:r w:rsidRPr="005A75AE">
        <w:t xml:space="preserve">Complete an ANOVA summary table by computing the degrees of freedom, </w:t>
      </w:r>
      <w:r w:rsidRPr="005A75AE">
        <w:rPr>
          <w:i/>
          <w:iCs/>
        </w:rPr>
        <w:t>SS</w:t>
      </w:r>
      <w:r w:rsidRPr="005A75AE">
        <w:t xml:space="preserve">s, </w:t>
      </w:r>
      <w:r w:rsidRPr="005A75AE">
        <w:rPr>
          <w:i/>
          <w:iCs/>
        </w:rPr>
        <w:t>MS</w:t>
      </w:r>
      <w:r w:rsidRPr="005A75AE">
        <w:t xml:space="preserve">s, and </w:t>
      </w:r>
      <w:r w:rsidRPr="005A75AE">
        <w:rPr>
          <w:i/>
          <w:iCs/>
        </w:rPr>
        <w:t xml:space="preserve">F </w:t>
      </w:r>
      <w:r>
        <w:t>ratio</w:t>
      </w:r>
      <w:r w:rsidR="00C161D3">
        <w:t>.</w:t>
      </w:r>
    </w:p>
    <w:p w14:paraId="4A05C91D" w14:textId="77777777" w:rsidR="00AC6495" w:rsidRDefault="00AC6495" w:rsidP="00404D5E">
      <w:pPr>
        <w:pStyle w:val="Type"/>
      </w:pPr>
      <w:r>
        <w:t>Cognitive Domain: Application</w:t>
      </w:r>
    </w:p>
    <w:p w14:paraId="5B013C51" w14:textId="293024A4" w:rsidR="00AC6495" w:rsidRDefault="00AC6495" w:rsidP="002F1C4C">
      <w:pPr>
        <w:pStyle w:val="Location"/>
      </w:pPr>
      <w:r>
        <w:t>Answer Location: An Example ANOVA Problem</w:t>
      </w:r>
    </w:p>
    <w:p w14:paraId="4E723408" w14:textId="1B0620E7" w:rsidR="0004219D" w:rsidRPr="00DC477C" w:rsidRDefault="00432C75" w:rsidP="00432C75">
      <w:pPr>
        <w:pStyle w:val="Question"/>
      </w:pPr>
      <w:r>
        <w:t>11</w:t>
      </w:r>
      <w:r w:rsidR="00686ACD">
        <w:t xml:space="preserve">. </w:t>
      </w:r>
      <w:r w:rsidR="0004219D">
        <w:t>For this study</w:t>
      </w:r>
      <w:r w:rsidR="00EB4D70" w:rsidRPr="00EB4D70">
        <w:t xml:space="preserve"> </w:t>
      </w:r>
      <w:r w:rsidR="00EB4D70">
        <w:t>from question #5</w:t>
      </w:r>
      <w:r w:rsidR="0004219D">
        <w:t xml:space="preserve">, compute the </w:t>
      </w:r>
      <w:r w:rsidR="00DC477C">
        <w:rPr>
          <w:i/>
        </w:rPr>
        <w:t>F</w:t>
      </w:r>
      <w:r w:rsidR="00DC477C">
        <w:t xml:space="preserve"> ratio</w:t>
      </w:r>
      <w:r w:rsidR="00C161D3">
        <w:t>.</w:t>
      </w:r>
    </w:p>
    <w:p w14:paraId="0E42FDDC" w14:textId="36FA7761" w:rsidR="0004219D" w:rsidRDefault="003A09D4" w:rsidP="00404D5E">
      <w:pPr>
        <w:pStyle w:val="Choice"/>
      </w:pPr>
      <w:r>
        <w:t>*</w:t>
      </w:r>
      <w:r w:rsidR="00EB6F43">
        <w:t>A</w:t>
      </w:r>
      <w:r w:rsidR="0004219D">
        <w:t xml:space="preserve">. </w:t>
      </w:r>
      <w:r w:rsidR="00F92074">
        <w:t>4.633</w:t>
      </w:r>
    </w:p>
    <w:p w14:paraId="3B11AA6D" w14:textId="41C288DF" w:rsidR="0004219D" w:rsidRDefault="00EB6F43" w:rsidP="00404D5E">
      <w:pPr>
        <w:pStyle w:val="Choice"/>
      </w:pPr>
      <w:r>
        <w:t>B</w:t>
      </w:r>
      <w:r w:rsidR="0004219D">
        <w:t xml:space="preserve">. </w:t>
      </w:r>
      <w:r w:rsidR="0026429E">
        <w:t>0.2177</w:t>
      </w:r>
    </w:p>
    <w:p w14:paraId="2FC3F8B5" w14:textId="5F09BB89" w:rsidR="0004219D" w:rsidRDefault="00EB6F43" w:rsidP="00404D5E">
      <w:pPr>
        <w:pStyle w:val="Choice"/>
      </w:pPr>
      <w:r>
        <w:t>C</w:t>
      </w:r>
      <w:r w:rsidR="0004219D">
        <w:t xml:space="preserve">. </w:t>
      </w:r>
      <w:r w:rsidR="0026429E">
        <w:t>0.7721</w:t>
      </w:r>
    </w:p>
    <w:p w14:paraId="0C28FAD1" w14:textId="136C5F86" w:rsidR="0004219D" w:rsidRDefault="00EB6F43" w:rsidP="00404D5E">
      <w:pPr>
        <w:pStyle w:val="Choice"/>
      </w:pPr>
      <w:r>
        <w:t>D</w:t>
      </w:r>
      <w:r w:rsidR="0004219D">
        <w:t xml:space="preserve">. </w:t>
      </w:r>
      <w:r w:rsidR="003109F0">
        <w:t>2.3055</w:t>
      </w:r>
    </w:p>
    <w:p w14:paraId="1B2AED35" w14:textId="31E82935" w:rsidR="0004219D" w:rsidRPr="00B03AF3" w:rsidRDefault="0004219D" w:rsidP="00404D5E">
      <w:pPr>
        <w:pStyle w:val="Type"/>
      </w:pPr>
      <w:r>
        <w:t xml:space="preserve">Learning Objective: </w:t>
      </w:r>
      <w:r w:rsidR="00EB6F43">
        <w:t xml:space="preserve">11-5: </w:t>
      </w:r>
      <w:r w:rsidRPr="005A75AE">
        <w:t xml:space="preserve">Complete an ANOVA summary table by computing the degrees of freedom, </w:t>
      </w:r>
      <w:r w:rsidRPr="005A75AE">
        <w:rPr>
          <w:i/>
          <w:iCs/>
        </w:rPr>
        <w:t>SS</w:t>
      </w:r>
      <w:r w:rsidRPr="005A75AE">
        <w:t xml:space="preserve">s, </w:t>
      </w:r>
      <w:r w:rsidRPr="005A75AE">
        <w:rPr>
          <w:i/>
          <w:iCs/>
        </w:rPr>
        <w:t>MS</w:t>
      </w:r>
      <w:r w:rsidRPr="005A75AE">
        <w:t xml:space="preserve">s, and </w:t>
      </w:r>
      <w:r w:rsidRPr="005A75AE">
        <w:rPr>
          <w:i/>
          <w:iCs/>
        </w:rPr>
        <w:t xml:space="preserve">F </w:t>
      </w:r>
      <w:r>
        <w:t>ratio</w:t>
      </w:r>
      <w:r w:rsidR="00052B95">
        <w:t>.</w:t>
      </w:r>
    </w:p>
    <w:p w14:paraId="58DAD674" w14:textId="77777777" w:rsidR="0004219D" w:rsidRDefault="0004219D" w:rsidP="00404D5E">
      <w:pPr>
        <w:pStyle w:val="Type"/>
      </w:pPr>
      <w:r>
        <w:t>Cognitive Domain: Application</w:t>
      </w:r>
    </w:p>
    <w:p w14:paraId="5E6215ED" w14:textId="3F99489C" w:rsidR="0004219D" w:rsidRDefault="0004219D" w:rsidP="002F1C4C">
      <w:pPr>
        <w:pStyle w:val="Location"/>
      </w:pPr>
      <w:r>
        <w:t>Answer Location: An Example ANOVA Problem</w:t>
      </w:r>
    </w:p>
    <w:p w14:paraId="5C2D6B2A" w14:textId="204E2F85" w:rsidR="007E241C" w:rsidRPr="00DC477C" w:rsidRDefault="00432C75" w:rsidP="00432C75">
      <w:pPr>
        <w:pStyle w:val="Question"/>
      </w:pPr>
      <w:r>
        <w:t>12</w:t>
      </w:r>
      <w:r w:rsidR="00686ACD">
        <w:t xml:space="preserve">. </w:t>
      </w:r>
      <w:r w:rsidR="007E241C">
        <w:t>For this study</w:t>
      </w:r>
      <w:r w:rsidR="00EB4D70" w:rsidRPr="00EB4D70">
        <w:t xml:space="preserve"> </w:t>
      </w:r>
      <w:r w:rsidR="00EB4D70">
        <w:t>from question #5</w:t>
      </w:r>
      <w:r w:rsidR="007E241C">
        <w:t>, compute the</w:t>
      </w:r>
      <w:r w:rsidR="009D1AE3">
        <w:t xml:space="preserve"> </w:t>
      </w:r>
      <w:r w:rsidR="00E27DB6">
        <w:t xml:space="preserve">overall </w:t>
      </w:r>
      <w:r w:rsidR="009D1AE3">
        <w:t xml:space="preserve">effect size, </w:t>
      </w:r>
      <w:r w:rsidR="00F03BB7">
        <w:rPr>
          <w:rFonts w:cs="Calibri"/>
          <w:i/>
        </w:rPr>
        <w:t>η</w:t>
      </w:r>
      <w:r w:rsidR="00F03BB7">
        <w:rPr>
          <w:i/>
          <w:vertAlign w:val="subscript"/>
        </w:rPr>
        <w:t>p</w:t>
      </w:r>
      <w:r w:rsidR="00F03BB7">
        <w:rPr>
          <w:vertAlign w:val="superscript"/>
        </w:rPr>
        <w:t>2</w:t>
      </w:r>
      <w:r w:rsidR="00F03BB7" w:rsidRPr="00F03BB7">
        <w:t>.</w:t>
      </w:r>
    </w:p>
    <w:p w14:paraId="55751149" w14:textId="76835399" w:rsidR="007E241C" w:rsidRDefault="00EB6F43" w:rsidP="00404D5E">
      <w:pPr>
        <w:pStyle w:val="Choice"/>
      </w:pPr>
      <w:r>
        <w:t>A</w:t>
      </w:r>
      <w:r w:rsidR="007E241C">
        <w:t xml:space="preserve">. </w:t>
      </w:r>
      <w:r w:rsidR="00D67C00">
        <w:t>0.772</w:t>
      </w:r>
    </w:p>
    <w:p w14:paraId="0724EDFF" w14:textId="272B0700" w:rsidR="00EB6F43" w:rsidRDefault="00EB6F43" w:rsidP="00404D5E">
      <w:pPr>
        <w:pStyle w:val="Choice"/>
      </w:pPr>
      <w:r>
        <w:t>B</w:t>
      </w:r>
      <w:r w:rsidR="007E241C">
        <w:t xml:space="preserve">. </w:t>
      </w:r>
      <w:r w:rsidR="00D67C00">
        <w:t>0.564</w:t>
      </w:r>
    </w:p>
    <w:p w14:paraId="2ECB0643" w14:textId="38B84C90" w:rsidR="007E241C" w:rsidRDefault="00D67C00" w:rsidP="00404D5E">
      <w:pPr>
        <w:pStyle w:val="Choice"/>
      </w:pPr>
      <w:r>
        <w:t>*</w:t>
      </w:r>
      <w:r w:rsidR="00EB6F43">
        <w:t>C</w:t>
      </w:r>
      <w:r w:rsidR="007E241C">
        <w:t xml:space="preserve">. </w:t>
      </w:r>
      <w:r>
        <w:t>0.436</w:t>
      </w:r>
    </w:p>
    <w:p w14:paraId="3DBBFBC7" w14:textId="115E07AF" w:rsidR="007E241C" w:rsidRDefault="00EB6F43" w:rsidP="00404D5E">
      <w:pPr>
        <w:pStyle w:val="Choice"/>
      </w:pPr>
      <w:r>
        <w:t>D</w:t>
      </w:r>
      <w:r w:rsidR="007E241C">
        <w:t xml:space="preserve">. </w:t>
      </w:r>
      <w:r w:rsidR="006D5181">
        <w:t>0.218</w:t>
      </w:r>
    </w:p>
    <w:p w14:paraId="6FB6C70C" w14:textId="7143C124" w:rsidR="007E241C" w:rsidRPr="00B03AF3" w:rsidRDefault="007E241C" w:rsidP="00404D5E">
      <w:pPr>
        <w:pStyle w:val="Type"/>
      </w:pPr>
      <w:r>
        <w:t xml:space="preserve">Learning Objective: </w:t>
      </w:r>
      <w:r w:rsidR="00EB6F43">
        <w:t xml:space="preserve">11-7: </w:t>
      </w:r>
      <w:r w:rsidR="00F5637A" w:rsidRPr="005A75AE">
        <w:t>Compute effect sizes and describe them</w:t>
      </w:r>
      <w:r w:rsidR="006307E4">
        <w:t>.</w:t>
      </w:r>
    </w:p>
    <w:p w14:paraId="51FF1BAF" w14:textId="77777777" w:rsidR="007E241C" w:rsidRDefault="007E241C" w:rsidP="00404D5E">
      <w:pPr>
        <w:pStyle w:val="Type"/>
      </w:pPr>
      <w:r>
        <w:t>Cognitive Domain: Application</w:t>
      </w:r>
    </w:p>
    <w:p w14:paraId="42D5DA05" w14:textId="1BA8162F" w:rsidR="00686ACD" w:rsidRDefault="007E241C" w:rsidP="002F1C4C">
      <w:pPr>
        <w:pStyle w:val="Location"/>
      </w:pPr>
      <w:r>
        <w:t>Answer Location: An Example ANOVA Problem</w:t>
      </w:r>
    </w:p>
    <w:p w14:paraId="78334058" w14:textId="75F3168D" w:rsidR="00686ACD" w:rsidRDefault="00432C75" w:rsidP="00432C75">
      <w:pPr>
        <w:pStyle w:val="Question"/>
      </w:pPr>
      <w:r>
        <w:t>13</w:t>
      </w:r>
      <w:r w:rsidR="00686ACD">
        <w:t xml:space="preserve">. </w:t>
      </w:r>
      <w:r w:rsidR="0074240C">
        <w:t>For this study</w:t>
      </w:r>
      <w:r w:rsidR="00EB4D70" w:rsidRPr="00EB4D70">
        <w:t xml:space="preserve"> </w:t>
      </w:r>
      <w:r w:rsidR="00EB4D70">
        <w:t>from question #5</w:t>
      </w:r>
      <w:r w:rsidR="0074240C">
        <w:t xml:space="preserve">, identify the critical </w:t>
      </w:r>
      <w:r w:rsidR="001D5459" w:rsidRPr="001D5459">
        <w:rPr>
          <w:i/>
        </w:rPr>
        <w:t>F</w:t>
      </w:r>
      <w:r w:rsidR="00FB633C">
        <w:t xml:space="preserve"> </w:t>
      </w:r>
      <w:r w:rsidR="001D5459">
        <w:t>value</w:t>
      </w:r>
      <w:r w:rsidR="0074240C">
        <w:t xml:space="preserve"> and whether or not you can reject the null hypothesis.</w:t>
      </w:r>
      <w:r w:rsidR="00506D41">
        <w:t xml:space="preserve"> Set </w:t>
      </w:r>
      <w:r w:rsidR="007934BF">
        <w:rPr>
          <w:rFonts w:cs="Calibri"/>
        </w:rPr>
        <w:t>α</w:t>
      </w:r>
      <w:r w:rsidR="00506D41">
        <w:t xml:space="preserve"> at .05.</w:t>
      </w:r>
      <w:r w:rsidR="0074240C">
        <w:t xml:space="preserve"> </w:t>
      </w:r>
    </w:p>
    <w:p w14:paraId="613860F5" w14:textId="194BD84D" w:rsidR="00686ACD" w:rsidRPr="00E16CE4" w:rsidRDefault="00E16CE4" w:rsidP="00404D5E">
      <w:pPr>
        <w:pStyle w:val="Choice"/>
      </w:pPr>
      <w:r>
        <w:t>*</w:t>
      </w:r>
      <w:r w:rsidR="00EB6F43">
        <w:t>A</w:t>
      </w:r>
      <w:r w:rsidR="00686ACD">
        <w:t xml:space="preserve">. </w:t>
      </w:r>
      <w:r>
        <w:t xml:space="preserve">The critical </w:t>
      </w:r>
      <w:r>
        <w:rPr>
          <w:i/>
        </w:rPr>
        <w:t xml:space="preserve">F </w:t>
      </w:r>
      <w:r>
        <w:t>value = 3.89, reject the null hypothesis.</w:t>
      </w:r>
    </w:p>
    <w:p w14:paraId="4AEC93E9" w14:textId="0DB5C902" w:rsidR="00686ACD" w:rsidRDefault="00EB6F43" w:rsidP="00404D5E">
      <w:pPr>
        <w:pStyle w:val="Choice"/>
      </w:pPr>
      <w:r>
        <w:t>B</w:t>
      </w:r>
      <w:r w:rsidR="00686ACD">
        <w:t xml:space="preserve">. </w:t>
      </w:r>
      <w:r w:rsidR="00E16CE4">
        <w:t xml:space="preserve">The critical </w:t>
      </w:r>
      <w:r w:rsidR="00E16CE4">
        <w:rPr>
          <w:i/>
        </w:rPr>
        <w:t xml:space="preserve">F </w:t>
      </w:r>
      <w:r w:rsidR="00E16CE4">
        <w:t xml:space="preserve">value = </w:t>
      </w:r>
      <w:r w:rsidR="00331FC7">
        <w:t>3.68</w:t>
      </w:r>
      <w:r w:rsidR="00E16CE4">
        <w:t>, fail to reject the null hypothesis.</w:t>
      </w:r>
    </w:p>
    <w:p w14:paraId="70F3239D" w14:textId="11ED0CB3" w:rsidR="00686ACD" w:rsidRDefault="00EB6F43" w:rsidP="00404D5E">
      <w:pPr>
        <w:pStyle w:val="Choice"/>
      </w:pPr>
      <w:r>
        <w:t>C</w:t>
      </w:r>
      <w:r w:rsidR="00686ACD">
        <w:t xml:space="preserve">. </w:t>
      </w:r>
      <w:r w:rsidR="005C507C">
        <w:t xml:space="preserve">The critical </w:t>
      </w:r>
      <w:r w:rsidR="005C507C">
        <w:rPr>
          <w:i/>
        </w:rPr>
        <w:t xml:space="preserve">F </w:t>
      </w:r>
      <w:r w:rsidR="005C507C">
        <w:t>value = 3.49, reject the null hypothesis.</w:t>
      </w:r>
    </w:p>
    <w:p w14:paraId="3AAA334C" w14:textId="4E0CE0A1" w:rsidR="00686ACD" w:rsidRDefault="00EB6F43" w:rsidP="00404D5E">
      <w:pPr>
        <w:pStyle w:val="Choice"/>
      </w:pPr>
      <w:r>
        <w:t>D</w:t>
      </w:r>
      <w:r w:rsidR="00686ACD">
        <w:t xml:space="preserve">. </w:t>
      </w:r>
      <w:r w:rsidR="005C507C">
        <w:t xml:space="preserve">The critical </w:t>
      </w:r>
      <w:r w:rsidR="005C507C">
        <w:rPr>
          <w:i/>
        </w:rPr>
        <w:t xml:space="preserve">F </w:t>
      </w:r>
      <w:r w:rsidR="005C507C">
        <w:t xml:space="preserve">value = </w:t>
      </w:r>
      <w:r w:rsidR="00782ADD">
        <w:t>3</w:t>
      </w:r>
      <w:r w:rsidR="00331FC7">
        <w:t>.11</w:t>
      </w:r>
      <w:r w:rsidR="005C507C">
        <w:t>, fail to reject the null hypothesis.</w:t>
      </w:r>
    </w:p>
    <w:p w14:paraId="2E7ECECA" w14:textId="34AC5C2F" w:rsidR="0081731D" w:rsidRPr="005A75AE" w:rsidRDefault="00686ACD" w:rsidP="00404D5E">
      <w:pPr>
        <w:pStyle w:val="Type"/>
      </w:pPr>
      <w:r>
        <w:lastRenderedPageBreak/>
        <w:t xml:space="preserve">Learning Objective: </w:t>
      </w:r>
      <w:r w:rsidR="00EB6F43">
        <w:t xml:space="preserve">11-6: </w:t>
      </w:r>
      <w:r w:rsidR="0081731D" w:rsidRPr="005A75AE">
        <w:t>Define a critical region and determine if you should reject or fail to reject the null hypothesis</w:t>
      </w:r>
      <w:r w:rsidR="00790A60">
        <w:t>.</w:t>
      </w:r>
    </w:p>
    <w:p w14:paraId="51CFEF9A" w14:textId="77777777" w:rsidR="00686ACD" w:rsidRDefault="00686ACD" w:rsidP="00404D5E">
      <w:pPr>
        <w:pStyle w:val="Type"/>
      </w:pPr>
      <w:r>
        <w:t>Cognitive Domain:</w:t>
      </w:r>
      <w:r w:rsidR="00181439">
        <w:t xml:space="preserve"> Application</w:t>
      </w:r>
    </w:p>
    <w:p w14:paraId="3127C714" w14:textId="5F1263C4" w:rsidR="00686ACD" w:rsidRDefault="00686ACD" w:rsidP="002F1C4C">
      <w:pPr>
        <w:pStyle w:val="Location"/>
      </w:pPr>
      <w:r>
        <w:t>Answer Location:</w:t>
      </w:r>
      <w:r w:rsidR="00005B9E" w:rsidRPr="00005B9E">
        <w:t xml:space="preserve"> </w:t>
      </w:r>
      <w:r w:rsidR="00005B9E">
        <w:t>An Example ANOVA Problem</w:t>
      </w:r>
    </w:p>
    <w:p w14:paraId="39710E82" w14:textId="04556C6B" w:rsidR="00686ACD" w:rsidRDefault="00432C75" w:rsidP="00432C75">
      <w:pPr>
        <w:pStyle w:val="Question"/>
      </w:pPr>
      <w:r>
        <w:t>14</w:t>
      </w:r>
      <w:r w:rsidR="00686ACD">
        <w:t xml:space="preserve">. </w:t>
      </w:r>
      <w:r w:rsidR="00202F72">
        <w:t>Based on the results of this study</w:t>
      </w:r>
      <w:r w:rsidR="00EB4D70" w:rsidRPr="00EB4D70">
        <w:t xml:space="preserve"> </w:t>
      </w:r>
      <w:r w:rsidR="00EB4D70">
        <w:t>from question #5</w:t>
      </w:r>
      <w:r w:rsidR="009C100C">
        <w:t xml:space="preserve"> with </w:t>
      </w:r>
      <w:r w:rsidR="00A807F6">
        <w:t xml:space="preserve">three </w:t>
      </w:r>
      <w:r w:rsidR="009C100C">
        <w:t>groups</w:t>
      </w:r>
      <w:r w:rsidR="00202F72">
        <w:t>, should you perform a post hoc test?</w:t>
      </w:r>
    </w:p>
    <w:p w14:paraId="4146588F" w14:textId="198E4E3C" w:rsidR="00686ACD" w:rsidRDefault="00D421F3" w:rsidP="00404D5E">
      <w:pPr>
        <w:pStyle w:val="Choice"/>
      </w:pPr>
      <w:r>
        <w:t>*</w:t>
      </w:r>
      <w:r w:rsidR="00EB6F43">
        <w:t>A</w:t>
      </w:r>
      <w:r w:rsidR="00686ACD">
        <w:t xml:space="preserve">. </w:t>
      </w:r>
      <w:r w:rsidR="00202F72">
        <w:t>Yes</w:t>
      </w:r>
      <w:r w:rsidR="009C100C">
        <w:t>, because</w:t>
      </w:r>
      <w:r w:rsidR="00202F72">
        <w:t xml:space="preserve"> you rejected the null hypothesis. </w:t>
      </w:r>
    </w:p>
    <w:p w14:paraId="42C03CCB" w14:textId="371C32FC" w:rsidR="00686ACD" w:rsidRDefault="00EB6F43" w:rsidP="00404D5E">
      <w:pPr>
        <w:pStyle w:val="Choice"/>
      </w:pPr>
      <w:r>
        <w:t>B</w:t>
      </w:r>
      <w:r w:rsidR="00686ACD">
        <w:t xml:space="preserve">. </w:t>
      </w:r>
      <w:r w:rsidR="009C100C">
        <w:t xml:space="preserve">Yes, because you did not reject the null hypothesis. </w:t>
      </w:r>
    </w:p>
    <w:p w14:paraId="63E8FF3A" w14:textId="4FDCADE9" w:rsidR="00686ACD" w:rsidRDefault="00EB6F43" w:rsidP="00404D5E">
      <w:pPr>
        <w:pStyle w:val="Choice"/>
      </w:pPr>
      <w:r>
        <w:t>C</w:t>
      </w:r>
      <w:r w:rsidR="00686ACD">
        <w:t xml:space="preserve">. </w:t>
      </w:r>
      <w:r w:rsidR="009C100C">
        <w:t>No, because you rejected the null hypothesis.</w:t>
      </w:r>
    </w:p>
    <w:p w14:paraId="7C9438D8" w14:textId="60089E9B" w:rsidR="00686ACD" w:rsidRDefault="00EB6F43" w:rsidP="00404D5E">
      <w:pPr>
        <w:pStyle w:val="Choice"/>
      </w:pPr>
      <w:r>
        <w:t>D</w:t>
      </w:r>
      <w:r w:rsidR="00686ACD">
        <w:t xml:space="preserve">. </w:t>
      </w:r>
      <w:r w:rsidR="009C100C">
        <w:t xml:space="preserve">No, because you did not reject the null hypothesis. </w:t>
      </w:r>
    </w:p>
    <w:p w14:paraId="5D55C26F" w14:textId="44AF50BB" w:rsidR="00686ACD" w:rsidRDefault="00686ACD" w:rsidP="00404D5E">
      <w:pPr>
        <w:pStyle w:val="Type"/>
      </w:pPr>
      <w:r>
        <w:t xml:space="preserve">Learning Objective: </w:t>
      </w:r>
      <w:r w:rsidR="00F103AE">
        <w:t xml:space="preserve">11-8: </w:t>
      </w:r>
      <w:r w:rsidR="00FF28F0" w:rsidRPr="005A75AE">
        <w:t>Explain when and why post hoc tests are necessary</w:t>
      </w:r>
      <w:r w:rsidR="00A807F6">
        <w:t>.</w:t>
      </w:r>
    </w:p>
    <w:p w14:paraId="3E1101DA" w14:textId="77777777" w:rsidR="00686ACD" w:rsidRDefault="00686ACD" w:rsidP="00404D5E">
      <w:pPr>
        <w:pStyle w:val="Type"/>
      </w:pPr>
      <w:r>
        <w:t>Cognitive Domain:</w:t>
      </w:r>
      <w:r w:rsidR="009C100C" w:rsidRPr="009C100C">
        <w:t xml:space="preserve"> </w:t>
      </w:r>
      <w:r w:rsidR="009C100C">
        <w:t>Application</w:t>
      </w:r>
    </w:p>
    <w:p w14:paraId="2D80E6C2" w14:textId="45B98DC7" w:rsidR="00686ACD" w:rsidRDefault="00686ACD" w:rsidP="002F1C4C">
      <w:pPr>
        <w:pStyle w:val="Location"/>
      </w:pPr>
      <w:r>
        <w:t>Answer Location:</w:t>
      </w:r>
      <w:r w:rsidR="00A3115D" w:rsidRPr="00A3115D">
        <w:t xml:space="preserve"> </w:t>
      </w:r>
      <w:r w:rsidR="00A3115D">
        <w:t>An Example ANOVA Problem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B71DB" w14:textId="77777777" w:rsidR="00FD28BA" w:rsidRDefault="00FD28BA" w:rsidP="006B1B0A">
      <w:r>
        <w:separator/>
      </w:r>
    </w:p>
  </w:endnote>
  <w:endnote w:type="continuationSeparator" w:id="0">
    <w:p w14:paraId="19EEDAEF" w14:textId="77777777" w:rsidR="00FD28BA" w:rsidRDefault="00FD28BA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F435B" w14:textId="77777777" w:rsidR="00FD28BA" w:rsidRDefault="00FD28BA" w:rsidP="006B1B0A">
      <w:r>
        <w:separator/>
      </w:r>
    </w:p>
  </w:footnote>
  <w:footnote w:type="continuationSeparator" w:id="0">
    <w:p w14:paraId="15F4D749" w14:textId="77777777" w:rsidR="00FD28BA" w:rsidRDefault="00FD28BA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05B9E"/>
    <w:rsid w:val="000109E3"/>
    <w:rsid w:val="0004219D"/>
    <w:rsid w:val="00047F03"/>
    <w:rsid w:val="00052B95"/>
    <w:rsid w:val="000924EB"/>
    <w:rsid w:val="000A2D79"/>
    <w:rsid w:val="000F27D1"/>
    <w:rsid w:val="001250EF"/>
    <w:rsid w:val="00127A78"/>
    <w:rsid w:val="001447FC"/>
    <w:rsid w:val="001473F1"/>
    <w:rsid w:val="001547C2"/>
    <w:rsid w:val="00177F82"/>
    <w:rsid w:val="001808FA"/>
    <w:rsid w:val="00181439"/>
    <w:rsid w:val="0018757F"/>
    <w:rsid w:val="001A1783"/>
    <w:rsid w:val="001D5459"/>
    <w:rsid w:val="001F37B7"/>
    <w:rsid w:val="001F670D"/>
    <w:rsid w:val="001F784E"/>
    <w:rsid w:val="00200B22"/>
    <w:rsid w:val="00202F72"/>
    <w:rsid w:val="00204867"/>
    <w:rsid w:val="00225A10"/>
    <w:rsid w:val="0023785F"/>
    <w:rsid w:val="0026429E"/>
    <w:rsid w:val="00267EAA"/>
    <w:rsid w:val="002806EB"/>
    <w:rsid w:val="00284D72"/>
    <w:rsid w:val="002C3126"/>
    <w:rsid w:val="002C7368"/>
    <w:rsid w:val="002D2D51"/>
    <w:rsid w:val="002D6A0E"/>
    <w:rsid w:val="002F1887"/>
    <w:rsid w:val="002F1C4C"/>
    <w:rsid w:val="003109F0"/>
    <w:rsid w:val="00330EE2"/>
    <w:rsid w:val="00331FC7"/>
    <w:rsid w:val="00355E51"/>
    <w:rsid w:val="00361CCB"/>
    <w:rsid w:val="003848A9"/>
    <w:rsid w:val="00397B30"/>
    <w:rsid w:val="003A09D4"/>
    <w:rsid w:val="003B1DA1"/>
    <w:rsid w:val="003D549C"/>
    <w:rsid w:val="003E361A"/>
    <w:rsid w:val="00404D5E"/>
    <w:rsid w:val="00432C75"/>
    <w:rsid w:val="004708D0"/>
    <w:rsid w:val="00471FB6"/>
    <w:rsid w:val="00475880"/>
    <w:rsid w:val="004A3EC9"/>
    <w:rsid w:val="004B6517"/>
    <w:rsid w:val="004D0DFA"/>
    <w:rsid w:val="004F6913"/>
    <w:rsid w:val="00506D41"/>
    <w:rsid w:val="005145EF"/>
    <w:rsid w:val="005B2BE8"/>
    <w:rsid w:val="005C507C"/>
    <w:rsid w:val="005E78BE"/>
    <w:rsid w:val="005F4FA2"/>
    <w:rsid w:val="0060142E"/>
    <w:rsid w:val="006307E4"/>
    <w:rsid w:val="00652EAC"/>
    <w:rsid w:val="00681692"/>
    <w:rsid w:val="00686ACD"/>
    <w:rsid w:val="006B1B0A"/>
    <w:rsid w:val="006B3E20"/>
    <w:rsid w:val="006D5181"/>
    <w:rsid w:val="006F23BB"/>
    <w:rsid w:val="006F63D8"/>
    <w:rsid w:val="007258D9"/>
    <w:rsid w:val="00734271"/>
    <w:rsid w:val="0074240C"/>
    <w:rsid w:val="00765F2B"/>
    <w:rsid w:val="00782ADD"/>
    <w:rsid w:val="00790A60"/>
    <w:rsid w:val="00790CD2"/>
    <w:rsid w:val="007934BF"/>
    <w:rsid w:val="007E241C"/>
    <w:rsid w:val="007E39CA"/>
    <w:rsid w:val="007F4A04"/>
    <w:rsid w:val="0081731D"/>
    <w:rsid w:val="0088601D"/>
    <w:rsid w:val="008B17DC"/>
    <w:rsid w:val="008B6909"/>
    <w:rsid w:val="008D58F0"/>
    <w:rsid w:val="008F248C"/>
    <w:rsid w:val="009025E7"/>
    <w:rsid w:val="00907095"/>
    <w:rsid w:val="00921060"/>
    <w:rsid w:val="009614A1"/>
    <w:rsid w:val="00970C80"/>
    <w:rsid w:val="00974A5B"/>
    <w:rsid w:val="009B38F4"/>
    <w:rsid w:val="009C100C"/>
    <w:rsid w:val="009D1AE3"/>
    <w:rsid w:val="009D309A"/>
    <w:rsid w:val="009E646E"/>
    <w:rsid w:val="009F134F"/>
    <w:rsid w:val="009F3A3A"/>
    <w:rsid w:val="00A3115D"/>
    <w:rsid w:val="00A41EC2"/>
    <w:rsid w:val="00A807F6"/>
    <w:rsid w:val="00A84048"/>
    <w:rsid w:val="00A920A1"/>
    <w:rsid w:val="00A934E3"/>
    <w:rsid w:val="00A97D55"/>
    <w:rsid w:val="00AB7EF1"/>
    <w:rsid w:val="00AC6495"/>
    <w:rsid w:val="00AC6B06"/>
    <w:rsid w:val="00AF10CC"/>
    <w:rsid w:val="00AF3200"/>
    <w:rsid w:val="00AF3CF4"/>
    <w:rsid w:val="00B03AF3"/>
    <w:rsid w:val="00B07BA1"/>
    <w:rsid w:val="00B51667"/>
    <w:rsid w:val="00B56C05"/>
    <w:rsid w:val="00B56E48"/>
    <w:rsid w:val="00B87726"/>
    <w:rsid w:val="00B91E3F"/>
    <w:rsid w:val="00B92244"/>
    <w:rsid w:val="00BD5FD9"/>
    <w:rsid w:val="00C11190"/>
    <w:rsid w:val="00C161D3"/>
    <w:rsid w:val="00C37352"/>
    <w:rsid w:val="00C47431"/>
    <w:rsid w:val="00C552AF"/>
    <w:rsid w:val="00CA16F4"/>
    <w:rsid w:val="00CB0CBC"/>
    <w:rsid w:val="00CB0CF2"/>
    <w:rsid w:val="00CD3711"/>
    <w:rsid w:val="00CE2136"/>
    <w:rsid w:val="00D00BCC"/>
    <w:rsid w:val="00D00FB9"/>
    <w:rsid w:val="00D015A8"/>
    <w:rsid w:val="00D02161"/>
    <w:rsid w:val="00D1436D"/>
    <w:rsid w:val="00D146A5"/>
    <w:rsid w:val="00D20D9A"/>
    <w:rsid w:val="00D22853"/>
    <w:rsid w:val="00D32AF4"/>
    <w:rsid w:val="00D33751"/>
    <w:rsid w:val="00D34E98"/>
    <w:rsid w:val="00D354EB"/>
    <w:rsid w:val="00D421F3"/>
    <w:rsid w:val="00D5357D"/>
    <w:rsid w:val="00D66464"/>
    <w:rsid w:val="00D67C00"/>
    <w:rsid w:val="00D904D9"/>
    <w:rsid w:val="00DA1872"/>
    <w:rsid w:val="00DB7296"/>
    <w:rsid w:val="00DC477C"/>
    <w:rsid w:val="00E04693"/>
    <w:rsid w:val="00E16CE4"/>
    <w:rsid w:val="00E26DC1"/>
    <w:rsid w:val="00E27DB6"/>
    <w:rsid w:val="00E61FF1"/>
    <w:rsid w:val="00EB0910"/>
    <w:rsid w:val="00EB4D70"/>
    <w:rsid w:val="00EB6F43"/>
    <w:rsid w:val="00ED2990"/>
    <w:rsid w:val="00ED2A84"/>
    <w:rsid w:val="00F03BB7"/>
    <w:rsid w:val="00F05774"/>
    <w:rsid w:val="00F103AE"/>
    <w:rsid w:val="00F44077"/>
    <w:rsid w:val="00F447CB"/>
    <w:rsid w:val="00F5637A"/>
    <w:rsid w:val="00F6747C"/>
    <w:rsid w:val="00F84F8E"/>
    <w:rsid w:val="00F92074"/>
    <w:rsid w:val="00FA7798"/>
    <w:rsid w:val="00FB08FB"/>
    <w:rsid w:val="00FB633C"/>
    <w:rsid w:val="00FD28BA"/>
    <w:rsid w:val="00FE3CA8"/>
    <w:rsid w:val="00FE68A4"/>
    <w:rsid w:val="00FE6968"/>
    <w:rsid w:val="00FF0A22"/>
    <w:rsid w:val="00FF2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44473"/>
  <w15:docId w15:val="{089587BE-2D20-41D0-840B-07C01903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C4C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2F1C4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F1C4C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E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EC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16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69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69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6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692"/>
    <w:rPr>
      <w:b/>
      <w:bCs/>
      <w:sz w:val="20"/>
    </w:rPr>
  </w:style>
  <w:style w:type="paragraph" w:styleId="Revision">
    <w:name w:val="Revision"/>
    <w:hidden/>
    <w:uiPriority w:val="99"/>
    <w:semiHidden/>
    <w:rsid w:val="00681692"/>
  </w:style>
  <w:style w:type="paragraph" w:customStyle="1" w:styleId="Question">
    <w:name w:val="Question"/>
    <w:basedOn w:val="Normal"/>
    <w:qFormat/>
    <w:rsid w:val="002F1C4C"/>
  </w:style>
  <w:style w:type="paragraph" w:customStyle="1" w:styleId="Match">
    <w:name w:val="Match"/>
    <w:basedOn w:val="Normal"/>
    <w:qFormat/>
    <w:rsid w:val="002F1C4C"/>
  </w:style>
  <w:style w:type="paragraph" w:customStyle="1" w:styleId="Choice">
    <w:name w:val="Choice"/>
    <w:basedOn w:val="Normal"/>
    <w:qFormat/>
    <w:rsid w:val="002F1C4C"/>
  </w:style>
  <w:style w:type="paragraph" w:customStyle="1" w:styleId="TF">
    <w:name w:val="TF"/>
    <w:basedOn w:val="Normal"/>
    <w:qFormat/>
    <w:rsid w:val="002F1C4C"/>
  </w:style>
  <w:style w:type="paragraph" w:customStyle="1" w:styleId="Location">
    <w:name w:val="Location"/>
    <w:basedOn w:val="Normal"/>
    <w:next w:val="Normal"/>
    <w:qFormat/>
    <w:rsid w:val="002F1C4C"/>
  </w:style>
  <w:style w:type="paragraph" w:customStyle="1" w:styleId="Type">
    <w:name w:val="Type"/>
    <w:basedOn w:val="Normal"/>
    <w:next w:val="Normal"/>
    <w:qFormat/>
    <w:rsid w:val="002F1C4C"/>
  </w:style>
  <w:style w:type="paragraph" w:customStyle="1" w:styleId="Term">
    <w:name w:val="Term"/>
    <w:basedOn w:val="Normal"/>
    <w:next w:val="Normal"/>
    <w:qFormat/>
    <w:rsid w:val="002F1C4C"/>
  </w:style>
  <w:style w:type="paragraph" w:customStyle="1" w:styleId="Define">
    <w:name w:val="Define"/>
    <w:basedOn w:val="Normal"/>
    <w:next w:val="Normal"/>
    <w:qFormat/>
    <w:rsid w:val="002F1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7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alermini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7F139-BC1A-4C16-B1F0-EC305B28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new_qti_style.dot</Template>
  <TotalTime>15</TotalTime>
  <Pages>5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Stephanie Palermini</cp:lastModifiedBy>
  <cp:revision>11</cp:revision>
  <dcterms:created xsi:type="dcterms:W3CDTF">2017-05-04T17:05:00Z</dcterms:created>
  <dcterms:modified xsi:type="dcterms:W3CDTF">2017-06-15T20:25:00Z</dcterms:modified>
</cp:coreProperties>
</file>