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CBC8A7" w14:textId="77777777" w:rsidR="00A70AA4" w:rsidRPr="00B75E08" w:rsidRDefault="001F784E">
      <w:pPr>
        <w:rPr>
          <w:b/>
          <w:sz w:val="24"/>
          <w:szCs w:val="32"/>
        </w:rPr>
      </w:pPr>
      <w:r w:rsidRPr="00B75E08">
        <w:rPr>
          <w:b/>
          <w:sz w:val="24"/>
          <w:szCs w:val="32"/>
        </w:rPr>
        <w:t xml:space="preserve">Chapter </w:t>
      </w:r>
      <w:r w:rsidR="00907095" w:rsidRPr="00B75E08">
        <w:rPr>
          <w:b/>
          <w:sz w:val="24"/>
          <w:szCs w:val="32"/>
        </w:rPr>
        <w:t>8</w:t>
      </w:r>
      <w:r w:rsidR="00790CD2" w:rsidRPr="00B75E08">
        <w:rPr>
          <w:b/>
          <w:sz w:val="24"/>
          <w:szCs w:val="32"/>
        </w:rPr>
        <w:t xml:space="preserve">: </w:t>
      </w:r>
      <w:r w:rsidR="00907095" w:rsidRPr="00B75E08">
        <w:rPr>
          <w:b/>
          <w:sz w:val="24"/>
          <w:szCs w:val="32"/>
        </w:rPr>
        <w:t>Estimation With Confidence Intervals</w:t>
      </w:r>
    </w:p>
    <w:p w14:paraId="2F628B97" w14:textId="77777777" w:rsidR="00AF3200" w:rsidRDefault="006B3E20" w:rsidP="00B75E08">
      <w:pPr>
        <w:pStyle w:val="Question"/>
      </w:pPr>
      <w:r>
        <w:t xml:space="preserve">1. </w:t>
      </w:r>
      <w:r w:rsidR="002E3006">
        <w:t>Identify which statistical process is useful for estimating a range of likely values for a population parameter.</w:t>
      </w:r>
    </w:p>
    <w:p w14:paraId="7291F1E6" w14:textId="77777777" w:rsidR="006B3E20" w:rsidRDefault="00153935" w:rsidP="00B75E08">
      <w:pPr>
        <w:pStyle w:val="Choice"/>
      </w:pPr>
      <w:r>
        <w:t>A</w:t>
      </w:r>
      <w:r w:rsidR="006B3E20">
        <w:t xml:space="preserve">. </w:t>
      </w:r>
      <w:r w:rsidR="002E3006">
        <w:t>significance testing</w:t>
      </w:r>
    </w:p>
    <w:p w14:paraId="63FA00C9" w14:textId="77777777" w:rsidR="006B3E20" w:rsidRDefault="00153935" w:rsidP="00B75E08">
      <w:pPr>
        <w:pStyle w:val="Choice"/>
      </w:pPr>
      <w:r>
        <w:t>B</w:t>
      </w:r>
      <w:r w:rsidR="006B3E20">
        <w:t xml:space="preserve">. </w:t>
      </w:r>
      <w:r w:rsidR="002E3006">
        <w:t>power</w:t>
      </w:r>
    </w:p>
    <w:p w14:paraId="08FCFF28" w14:textId="77777777" w:rsidR="006B3E20" w:rsidRDefault="00153935" w:rsidP="00B75E08">
      <w:pPr>
        <w:pStyle w:val="Choice"/>
      </w:pPr>
      <w:r>
        <w:t>C</w:t>
      </w:r>
      <w:r w:rsidR="006B3E20">
        <w:t xml:space="preserve">. </w:t>
      </w:r>
      <w:r w:rsidR="002E3006">
        <w:t>effect size</w:t>
      </w:r>
    </w:p>
    <w:p w14:paraId="6CD556BA" w14:textId="77777777" w:rsidR="006B3E20" w:rsidRDefault="002E3006" w:rsidP="00B75E08">
      <w:pPr>
        <w:pStyle w:val="Choice"/>
      </w:pPr>
      <w:r>
        <w:t>*</w:t>
      </w:r>
      <w:r w:rsidR="00153935">
        <w:t>D</w:t>
      </w:r>
      <w:r w:rsidR="006B3E20">
        <w:t xml:space="preserve">. </w:t>
      </w:r>
      <w:r>
        <w:t>confidence intervals</w:t>
      </w:r>
    </w:p>
    <w:p w14:paraId="4F6D1C6C" w14:textId="77777777" w:rsidR="00153935" w:rsidRDefault="00686ACD" w:rsidP="00B75E08">
      <w:pPr>
        <w:pStyle w:val="Type"/>
      </w:pPr>
      <w:r>
        <w:t xml:space="preserve">Learning Objective: </w:t>
      </w:r>
      <w:r w:rsidR="00153935">
        <w:t xml:space="preserve">8-1: </w:t>
      </w:r>
      <w:r w:rsidR="002E3006" w:rsidRPr="00542E05">
        <w:t>Describe the distinct purposes of significance testing, effect sizes, and confidence intervals</w:t>
      </w:r>
      <w:r w:rsidR="005021AE">
        <w:t>.</w:t>
      </w:r>
    </w:p>
    <w:p w14:paraId="27E84902" w14:textId="77777777" w:rsidR="00686ACD" w:rsidRDefault="00686ACD" w:rsidP="00B75E08">
      <w:pPr>
        <w:pStyle w:val="Type"/>
      </w:pPr>
      <w:r>
        <w:t>Cognitive Domain:</w:t>
      </w:r>
      <w:r w:rsidR="002E3006">
        <w:t xml:space="preserve"> Knowledge</w:t>
      </w:r>
    </w:p>
    <w:p w14:paraId="1545892D" w14:textId="77777777" w:rsidR="00686ACD" w:rsidRDefault="00686ACD" w:rsidP="00B75E08">
      <w:pPr>
        <w:pStyle w:val="Type"/>
      </w:pPr>
      <w:r>
        <w:t>Answer Location:</w:t>
      </w:r>
      <w:r w:rsidR="002E3006">
        <w:t xml:space="preserve"> Three Stati</w:t>
      </w:r>
      <w:r w:rsidR="00153935">
        <w:t>s</w:t>
      </w:r>
      <w:r w:rsidR="002E3006">
        <w:t>tical Procedures With Three Distinct Purposes</w:t>
      </w:r>
    </w:p>
    <w:p w14:paraId="27AC46B6" w14:textId="77777777" w:rsidR="002E3006" w:rsidRDefault="002266F1" w:rsidP="00B75E08">
      <w:pPr>
        <w:pStyle w:val="Question"/>
      </w:pPr>
      <w:r>
        <w:t>2</w:t>
      </w:r>
      <w:r w:rsidR="002E3006">
        <w:t>. Identify which statistical process is useful for determining if observed differences are likely to appear in the population or if they are likely to be due to sampling error.</w:t>
      </w:r>
    </w:p>
    <w:p w14:paraId="172172E9" w14:textId="77777777" w:rsidR="002E3006" w:rsidRDefault="002E3006" w:rsidP="00B75E08">
      <w:pPr>
        <w:pStyle w:val="Choice"/>
      </w:pPr>
      <w:r>
        <w:t>*</w:t>
      </w:r>
      <w:r w:rsidR="00B936DC">
        <w:t>A</w:t>
      </w:r>
      <w:r>
        <w:t>. significance testing</w:t>
      </w:r>
    </w:p>
    <w:p w14:paraId="7942105C" w14:textId="77777777" w:rsidR="002E3006" w:rsidRDefault="00B936DC" w:rsidP="00B75E08">
      <w:pPr>
        <w:pStyle w:val="Choice"/>
      </w:pPr>
      <w:r>
        <w:t>B</w:t>
      </w:r>
      <w:r w:rsidR="002E3006">
        <w:t>. power</w:t>
      </w:r>
    </w:p>
    <w:p w14:paraId="767A90B4" w14:textId="77777777" w:rsidR="002E3006" w:rsidRDefault="00B936DC" w:rsidP="00B75E08">
      <w:pPr>
        <w:pStyle w:val="Choice"/>
      </w:pPr>
      <w:r>
        <w:t>C</w:t>
      </w:r>
      <w:r w:rsidR="002E3006">
        <w:t>. effect size</w:t>
      </w:r>
    </w:p>
    <w:p w14:paraId="570E502F" w14:textId="77777777" w:rsidR="002E3006" w:rsidRDefault="00B936DC" w:rsidP="00B75E08">
      <w:pPr>
        <w:pStyle w:val="Choice"/>
      </w:pPr>
      <w:r>
        <w:t>D</w:t>
      </w:r>
      <w:r w:rsidR="002E3006">
        <w:t>. confidence intervals</w:t>
      </w:r>
    </w:p>
    <w:p w14:paraId="5B271295" w14:textId="77777777" w:rsidR="00B936DC" w:rsidRDefault="00F509DE" w:rsidP="00B75E08">
      <w:pPr>
        <w:pStyle w:val="Type"/>
      </w:pPr>
      <w:r>
        <w:t xml:space="preserve">Learning Objective: </w:t>
      </w:r>
      <w:r w:rsidR="00B936DC">
        <w:t xml:space="preserve">8-1: </w:t>
      </w:r>
      <w:r w:rsidRPr="00542E05">
        <w:t>Describe the distinct purposes of significance testing, effect sizes, and confidence intervals</w:t>
      </w:r>
      <w:r w:rsidR="00336FCC">
        <w:t>.</w:t>
      </w:r>
    </w:p>
    <w:p w14:paraId="0500D378" w14:textId="77777777" w:rsidR="00F509DE" w:rsidRDefault="00F509DE" w:rsidP="00B75E08">
      <w:pPr>
        <w:pStyle w:val="Type"/>
      </w:pPr>
      <w:r>
        <w:t>Cognitive Domain: Knowledge</w:t>
      </w:r>
    </w:p>
    <w:p w14:paraId="0BBD674E" w14:textId="77777777" w:rsidR="00F509DE" w:rsidRDefault="00F509DE" w:rsidP="00B75E08">
      <w:pPr>
        <w:pStyle w:val="Type"/>
      </w:pPr>
      <w:r>
        <w:t>Answer Location: Three Stati</w:t>
      </w:r>
      <w:r w:rsidR="00B936DC">
        <w:t>s</w:t>
      </w:r>
      <w:r>
        <w:t>tical Procedures With Three Distinct Purposes</w:t>
      </w:r>
    </w:p>
    <w:p w14:paraId="7C30E476" w14:textId="77777777" w:rsidR="00686ACD" w:rsidRDefault="00686ACD" w:rsidP="00B75E08">
      <w:pPr>
        <w:pStyle w:val="Question"/>
      </w:pPr>
      <w:r>
        <w:t xml:space="preserve">3. </w:t>
      </w:r>
      <w:r w:rsidR="00D24990">
        <w:t>Confidence intervals are con</w:t>
      </w:r>
      <w:r w:rsidR="0073254C">
        <w:t xml:space="preserve">structed using a point estimate </w:t>
      </w:r>
      <w:r w:rsidR="00D24990">
        <w:t>and a margin of error.</w:t>
      </w:r>
    </w:p>
    <w:p w14:paraId="7AB98DDB" w14:textId="77777777" w:rsidR="00686ACD" w:rsidRDefault="00D24990" w:rsidP="00B75E08">
      <w:pPr>
        <w:pStyle w:val="TF"/>
      </w:pPr>
      <w:r>
        <w:t>*True</w:t>
      </w:r>
    </w:p>
    <w:p w14:paraId="3B8408AA" w14:textId="77777777" w:rsidR="00686ACD" w:rsidRDefault="00D24990" w:rsidP="00B75E08">
      <w:pPr>
        <w:pStyle w:val="TF"/>
      </w:pPr>
      <w:r>
        <w:t>False</w:t>
      </w:r>
    </w:p>
    <w:p w14:paraId="534D3035" w14:textId="77777777" w:rsidR="00686ACD" w:rsidRPr="00D24990" w:rsidRDefault="00686ACD" w:rsidP="00B75E08">
      <w:pPr>
        <w:pStyle w:val="Type"/>
      </w:pPr>
      <w:r>
        <w:t xml:space="preserve">Learning Objective: </w:t>
      </w:r>
      <w:r w:rsidR="00B936DC">
        <w:t xml:space="preserve">8-2: </w:t>
      </w:r>
      <w:r w:rsidR="00D24990" w:rsidRPr="00542E05">
        <w:t>Explain th</w:t>
      </w:r>
      <w:r w:rsidR="00D24990">
        <w:t>e logic of confidence intervals</w:t>
      </w:r>
      <w:r w:rsidR="0017308D">
        <w:t>.</w:t>
      </w:r>
    </w:p>
    <w:p w14:paraId="533F41E9" w14:textId="77777777" w:rsidR="00686ACD" w:rsidRDefault="00686ACD" w:rsidP="00B75E08">
      <w:pPr>
        <w:pStyle w:val="Type"/>
      </w:pPr>
      <w:r>
        <w:t>Cognitive Domain:</w:t>
      </w:r>
      <w:r w:rsidR="00C967BC">
        <w:t xml:space="preserve"> Knowledge</w:t>
      </w:r>
    </w:p>
    <w:p w14:paraId="3CD06D9F" w14:textId="77777777" w:rsidR="00686ACD" w:rsidRDefault="00686ACD" w:rsidP="00B75E08">
      <w:pPr>
        <w:pStyle w:val="Type"/>
      </w:pPr>
      <w:r>
        <w:t>Answer Location:</w:t>
      </w:r>
      <w:r w:rsidR="00C967BC">
        <w:t xml:space="preserve"> Logic of Confidence Intervals</w:t>
      </w:r>
    </w:p>
    <w:p w14:paraId="5D7CA585" w14:textId="39F24035" w:rsidR="00686ACD" w:rsidRDefault="00686ACD" w:rsidP="00B75E08">
      <w:pPr>
        <w:pStyle w:val="Question"/>
      </w:pPr>
      <w:r>
        <w:lastRenderedPageBreak/>
        <w:t xml:space="preserve">4. </w:t>
      </w:r>
      <w:r w:rsidR="00EA39CC">
        <w:t xml:space="preserve">A random sample of 46 college students reported the number of hours per day they </w:t>
      </w:r>
      <w:r w:rsidR="009C04E0">
        <w:t xml:space="preserve">typically </w:t>
      </w:r>
      <w:r w:rsidR="00EA39CC">
        <w:t xml:space="preserve">spend on social media. Their sample mean is, </w:t>
      </w:r>
      <w:r w:rsidR="00EA39CC" w:rsidRPr="00EA39CC">
        <w:rPr>
          <w:i/>
        </w:rPr>
        <w:t>M</w:t>
      </w:r>
      <w:r w:rsidR="00EA39CC">
        <w:t xml:space="preserve"> = 2.61, and their standard deviation is, </w:t>
      </w:r>
      <w:r w:rsidR="00EA39CC">
        <w:rPr>
          <w:i/>
        </w:rPr>
        <w:t>s</w:t>
      </w:r>
      <w:r w:rsidR="00EA39CC">
        <w:t xml:space="preserve"> = 1.02.</w:t>
      </w:r>
      <w:r w:rsidR="00B75E08">
        <w:t xml:space="preserve"> </w:t>
      </w:r>
      <w:r w:rsidR="00EA39CC">
        <w:t>What is the point estimate of the mean time spent per day on social media for the population of college students?</w:t>
      </w:r>
    </w:p>
    <w:p w14:paraId="11E6C3E0" w14:textId="77777777" w:rsidR="00686ACD" w:rsidRDefault="00104D60" w:rsidP="00B75E08">
      <w:pPr>
        <w:pStyle w:val="Choice"/>
      </w:pPr>
      <w:r>
        <w:t>A</w:t>
      </w:r>
      <w:r w:rsidR="00686ACD">
        <w:t xml:space="preserve">. </w:t>
      </w:r>
      <w:r w:rsidR="004A4BD7">
        <w:t>46</w:t>
      </w:r>
    </w:p>
    <w:p w14:paraId="5CF512B5" w14:textId="77777777" w:rsidR="00686ACD" w:rsidRDefault="00104D60" w:rsidP="00B75E08">
      <w:pPr>
        <w:pStyle w:val="Choice"/>
      </w:pPr>
      <w:r>
        <w:t>B</w:t>
      </w:r>
      <w:r w:rsidR="00686ACD">
        <w:t xml:space="preserve">. </w:t>
      </w:r>
      <w:r w:rsidR="00722B18">
        <w:t>6.91</w:t>
      </w:r>
    </w:p>
    <w:p w14:paraId="40DB9BA5" w14:textId="77777777" w:rsidR="00686ACD" w:rsidRDefault="00BF3388" w:rsidP="00B75E08">
      <w:pPr>
        <w:pStyle w:val="Choice"/>
      </w:pPr>
      <w:r>
        <w:t>*</w:t>
      </w:r>
      <w:r w:rsidR="00104D60">
        <w:t>C</w:t>
      </w:r>
      <w:r w:rsidR="00686ACD">
        <w:t xml:space="preserve">. </w:t>
      </w:r>
      <w:r w:rsidR="004A4BD7">
        <w:t>2.61</w:t>
      </w:r>
    </w:p>
    <w:p w14:paraId="43EEE661" w14:textId="77777777" w:rsidR="00686ACD" w:rsidRDefault="00104D60" w:rsidP="00B75E08">
      <w:pPr>
        <w:pStyle w:val="Choice"/>
      </w:pPr>
      <w:r>
        <w:t>D</w:t>
      </w:r>
      <w:r w:rsidR="00686ACD">
        <w:t>.</w:t>
      </w:r>
      <w:r w:rsidR="004A4BD7" w:rsidRPr="004A4BD7">
        <w:t xml:space="preserve"> </w:t>
      </w:r>
      <w:r w:rsidR="00722B18">
        <w:t>1.02</w:t>
      </w:r>
    </w:p>
    <w:p w14:paraId="3F08DE1F" w14:textId="77777777" w:rsidR="00686ACD" w:rsidRDefault="00686ACD" w:rsidP="00B75E08">
      <w:pPr>
        <w:pStyle w:val="Type"/>
      </w:pPr>
      <w:r>
        <w:t xml:space="preserve">Learning Objective: </w:t>
      </w:r>
      <w:r w:rsidR="00104D60">
        <w:t xml:space="preserve">8-3: </w:t>
      </w:r>
      <w:r w:rsidR="00FD53A3" w:rsidRPr="00542E05">
        <w:t>Compute a confidence interval for a population mean</w:t>
      </w:r>
      <w:r w:rsidR="00BB2FE0">
        <w:t>.</w:t>
      </w:r>
    </w:p>
    <w:p w14:paraId="523E1EA8" w14:textId="77777777" w:rsidR="00686ACD" w:rsidRDefault="00686ACD" w:rsidP="00B75E08">
      <w:pPr>
        <w:pStyle w:val="Type"/>
      </w:pPr>
      <w:r>
        <w:t>Cognitive Domain:</w:t>
      </w:r>
      <w:r w:rsidR="00771DA0">
        <w:t xml:space="preserve"> Application</w:t>
      </w:r>
    </w:p>
    <w:p w14:paraId="342AF33D" w14:textId="77777777" w:rsidR="00686ACD" w:rsidRDefault="00686ACD" w:rsidP="00B75E08">
      <w:pPr>
        <w:pStyle w:val="Type"/>
      </w:pPr>
      <w:r>
        <w:t>Answer Location:</w:t>
      </w:r>
      <w:r w:rsidR="00771DA0">
        <w:t xml:space="preserve"> Computing a Confidence Interval for a Population Mean</w:t>
      </w:r>
    </w:p>
    <w:p w14:paraId="2F2B53AC" w14:textId="221E3BF5" w:rsidR="007A1A4F" w:rsidRPr="007A1A4F" w:rsidRDefault="00686ACD" w:rsidP="00B75E08">
      <w:pPr>
        <w:pStyle w:val="Question"/>
      </w:pPr>
      <w:r>
        <w:t xml:space="preserve">5. </w:t>
      </w:r>
      <w:r w:rsidR="007A1A4F">
        <w:t xml:space="preserve">A random sample of 46 college students reported the number of hours per day they typically spend on social media. Their sample mean is, </w:t>
      </w:r>
      <w:r w:rsidR="007A1A4F" w:rsidRPr="00EA39CC">
        <w:rPr>
          <w:i/>
        </w:rPr>
        <w:t>M</w:t>
      </w:r>
      <w:r w:rsidR="007A1A4F">
        <w:t xml:space="preserve"> = 2.61, and their standard deviation is, </w:t>
      </w:r>
      <w:r w:rsidR="007A1A4F">
        <w:rPr>
          <w:i/>
        </w:rPr>
        <w:t>s</w:t>
      </w:r>
      <w:r w:rsidR="007A1A4F">
        <w:t xml:space="preserve"> = 1.02.</w:t>
      </w:r>
      <w:r w:rsidR="00B75E08">
        <w:t xml:space="preserve"> </w:t>
      </w:r>
      <w:r w:rsidR="007A1A4F">
        <w:t xml:space="preserve">If you plan to construct a 95% confidence interval for the population mean, what </w:t>
      </w:r>
      <w:r w:rsidR="007A1A4F">
        <w:rPr>
          <w:i/>
        </w:rPr>
        <w:t>t</w:t>
      </w:r>
      <w:r w:rsidR="007A1A4F">
        <w:t xml:space="preserve"> critical value should you use based on this data?</w:t>
      </w:r>
    </w:p>
    <w:p w14:paraId="2C35B558" w14:textId="77777777" w:rsidR="007A1A4F" w:rsidRDefault="00104D60" w:rsidP="00B75E08">
      <w:pPr>
        <w:pStyle w:val="Choice"/>
      </w:pPr>
      <w:r>
        <w:t>A</w:t>
      </w:r>
      <w:r w:rsidR="007A1A4F">
        <w:t xml:space="preserve">. </w:t>
      </w:r>
      <w:r w:rsidR="00131B5A">
        <w:t>2.6896</w:t>
      </w:r>
      <w:r w:rsidR="00131B5A" w:rsidRPr="004A4BD7">
        <w:t xml:space="preserve"> </w:t>
      </w:r>
    </w:p>
    <w:p w14:paraId="237AABDD" w14:textId="77777777" w:rsidR="007A1A4F" w:rsidRDefault="00131B5A" w:rsidP="00B75E08">
      <w:pPr>
        <w:pStyle w:val="Choice"/>
      </w:pPr>
      <w:r>
        <w:t>*</w:t>
      </w:r>
      <w:r w:rsidR="00104D60">
        <w:t>B</w:t>
      </w:r>
      <w:r w:rsidR="007A1A4F">
        <w:t xml:space="preserve">. </w:t>
      </w:r>
      <w:r>
        <w:t>2.0141</w:t>
      </w:r>
    </w:p>
    <w:p w14:paraId="34200E49" w14:textId="77777777" w:rsidR="007A1A4F" w:rsidRDefault="00104D60" w:rsidP="00B75E08">
      <w:pPr>
        <w:pStyle w:val="Choice"/>
      </w:pPr>
      <w:r>
        <w:t>C</w:t>
      </w:r>
      <w:r w:rsidR="007A1A4F">
        <w:t>.</w:t>
      </w:r>
      <w:r w:rsidR="00E20576">
        <w:t xml:space="preserve"> </w:t>
      </w:r>
      <w:r w:rsidR="00131B5A">
        <w:t>1.6794</w:t>
      </w:r>
    </w:p>
    <w:p w14:paraId="4CD0C78F" w14:textId="77777777" w:rsidR="007A1A4F" w:rsidRDefault="00104D60" w:rsidP="00B75E08">
      <w:pPr>
        <w:pStyle w:val="Choice"/>
      </w:pPr>
      <w:r>
        <w:t>D</w:t>
      </w:r>
      <w:r w:rsidR="007A1A4F">
        <w:t>.</w:t>
      </w:r>
      <w:r w:rsidR="00E20576">
        <w:t xml:space="preserve"> </w:t>
      </w:r>
      <w:r w:rsidR="00131B5A">
        <w:t>1.6787</w:t>
      </w:r>
    </w:p>
    <w:p w14:paraId="008485E8" w14:textId="77777777" w:rsidR="007A1A4F" w:rsidRDefault="007A1A4F" w:rsidP="00B75E08">
      <w:pPr>
        <w:pStyle w:val="Type"/>
      </w:pPr>
      <w:r>
        <w:t xml:space="preserve">Learning Objective: </w:t>
      </w:r>
      <w:r w:rsidR="00104D60">
        <w:t xml:space="preserve">8-3: </w:t>
      </w:r>
      <w:r w:rsidRPr="00542E05">
        <w:t>Compute a confidence interval for a population mean</w:t>
      </w:r>
      <w:r w:rsidR="001E23ED">
        <w:t>.</w:t>
      </w:r>
    </w:p>
    <w:p w14:paraId="7711B74C" w14:textId="77777777" w:rsidR="007A1A4F" w:rsidRDefault="007A1A4F" w:rsidP="00B75E08">
      <w:pPr>
        <w:pStyle w:val="Type"/>
      </w:pPr>
      <w:r>
        <w:t>Cognitive Domain: Application</w:t>
      </w:r>
    </w:p>
    <w:p w14:paraId="7DB1CA47" w14:textId="77777777" w:rsidR="007A1A4F" w:rsidRDefault="007A1A4F" w:rsidP="00B75E08">
      <w:pPr>
        <w:pStyle w:val="Type"/>
      </w:pPr>
      <w:r>
        <w:t>Answer Location: Computing a Confidence Interval for a Population Mean</w:t>
      </w:r>
    </w:p>
    <w:p w14:paraId="1F8C442D" w14:textId="1A4A66BE" w:rsidR="00F17051" w:rsidRPr="007A1A4F" w:rsidRDefault="00686ACD" w:rsidP="00B75E08">
      <w:pPr>
        <w:pStyle w:val="Question"/>
      </w:pPr>
      <w:r>
        <w:t xml:space="preserve">6. </w:t>
      </w:r>
      <w:r w:rsidR="00F17051">
        <w:t xml:space="preserve">A random sample of 46 college students reported the number of hours per day they typically spend on social media. Their sample mean is, </w:t>
      </w:r>
      <w:r w:rsidR="00F17051" w:rsidRPr="00EA39CC">
        <w:rPr>
          <w:i/>
        </w:rPr>
        <w:t>M</w:t>
      </w:r>
      <w:r w:rsidR="00F17051">
        <w:t xml:space="preserve"> = 2.61, and their standard deviation is, </w:t>
      </w:r>
      <w:r w:rsidR="00F17051">
        <w:rPr>
          <w:i/>
        </w:rPr>
        <w:t>s</w:t>
      </w:r>
      <w:r w:rsidR="00F17051">
        <w:t xml:space="preserve"> = 1.02.</w:t>
      </w:r>
      <w:r w:rsidR="00B75E08">
        <w:t xml:space="preserve"> </w:t>
      </w:r>
      <w:r w:rsidR="006B1460">
        <w:t>What is the margin of</w:t>
      </w:r>
      <w:r w:rsidR="00F17051">
        <w:t xml:space="preserve"> </w:t>
      </w:r>
      <w:bookmarkStart w:id="0" w:name="_GoBack"/>
      <w:bookmarkEnd w:id="0"/>
      <w:r w:rsidR="00F17051" w:rsidRPr="009C0FCF">
        <w:rPr>
          <w:highlight w:val="yellow"/>
        </w:rPr>
        <w:t>error</w:t>
      </w:r>
      <w:r w:rsidR="006B1460" w:rsidRPr="009C0FCF">
        <w:rPr>
          <w:highlight w:val="yellow"/>
        </w:rPr>
        <w:t>, (</w:t>
      </w:r>
      <w:r w:rsidR="006B1460" w:rsidRPr="009C0FCF">
        <w:rPr>
          <w:i/>
          <w:highlight w:val="yellow"/>
        </w:rPr>
        <w:t>t</w:t>
      </w:r>
      <w:r w:rsidR="006B1460" w:rsidRPr="009C0FCF">
        <w:rPr>
          <w:rFonts w:ascii="Symbol" w:hAnsi="Symbol"/>
          <w:highlight w:val="yellow"/>
          <w:vertAlign w:val="subscript"/>
        </w:rPr>
        <w:t></w:t>
      </w:r>
      <w:r w:rsidR="006B1460" w:rsidRPr="009C0FCF">
        <w:rPr>
          <w:highlight w:val="yellow"/>
        </w:rPr>
        <w:t>)(</w:t>
      </w:r>
      <w:r w:rsidR="006B1460" w:rsidRPr="009C0FCF">
        <w:rPr>
          <w:i/>
          <w:highlight w:val="yellow"/>
        </w:rPr>
        <w:t>SEM</w:t>
      </w:r>
      <w:r w:rsidR="006B1460" w:rsidRPr="009C0FCF">
        <w:rPr>
          <w:i/>
          <w:highlight w:val="yellow"/>
          <w:vertAlign w:val="subscript"/>
        </w:rPr>
        <w:t>s</w:t>
      </w:r>
      <w:r w:rsidR="006B1460">
        <w:t>)</w:t>
      </w:r>
      <w:r w:rsidR="00C22AFD">
        <w:t xml:space="preserve">, </w:t>
      </w:r>
      <w:r w:rsidR="00F17051">
        <w:t xml:space="preserve">for this </w:t>
      </w:r>
      <w:r w:rsidR="00E07179">
        <w:t>data?</w:t>
      </w:r>
    </w:p>
    <w:p w14:paraId="63203B07" w14:textId="77777777" w:rsidR="00686ACD" w:rsidRDefault="00104D60" w:rsidP="00B75E08">
      <w:pPr>
        <w:pStyle w:val="Choice"/>
      </w:pPr>
      <w:r>
        <w:t>A</w:t>
      </w:r>
      <w:r w:rsidR="00686ACD">
        <w:t xml:space="preserve">. </w:t>
      </w:r>
      <w:r w:rsidR="001409A9">
        <w:t>0.252</w:t>
      </w:r>
    </w:p>
    <w:p w14:paraId="66855CB9" w14:textId="77777777" w:rsidR="00686ACD" w:rsidRDefault="00104D60" w:rsidP="00B75E08">
      <w:pPr>
        <w:pStyle w:val="Choice"/>
      </w:pPr>
      <w:r>
        <w:t>B</w:t>
      </w:r>
      <w:r w:rsidR="00686ACD">
        <w:t xml:space="preserve">. </w:t>
      </w:r>
      <w:r w:rsidR="001409A9">
        <w:t>0.253</w:t>
      </w:r>
    </w:p>
    <w:p w14:paraId="2543159A" w14:textId="77777777" w:rsidR="00686ACD" w:rsidRDefault="00104D60" w:rsidP="00B75E08">
      <w:pPr>
        <w:pStyle w:val="Choice"/>
      </w:pPr>
      <w:r>
        <w:t>C</w:t>
      </w:r>
      <w:r w:rsidR="00686ACD">
        <w:t xml:space="preserve">. </w:t>
      </w:r>
      <w:r w:rsidR="001409A9">
        <w:t>0.404</w:t>
      </w:r>
    </w:p>
    <w:p w14:paraId="19A07A1B" w14:textId="77777777" w:rsidR="00686ACD" w:rsidRDefault="009434F5" w:rsidP="00B75E08">
      <w:pPr>
        <w:pStyle w:val="Choice"/>
      </w:pPr>
      <w:r>
        <w:t>*</w:t>
      </w:r>
      <w:r w:rsidR="00104D60">
        <w:t>D</w:t>
      </w:r>
      <w:r w:rsidR="00686ACD">
        <w:t xml:space="preserve">. </w:t>
      </w:r>
      <w:r w:rsidR="001409A9">
        <w:t>0.303</w:t>
      </w:r>
    </w:p>
    <w:p w14:paraId="3C792A63" w14:textId="77777777" w:rsidR="009434F5" w:rsidRDefault="009434F5" w:rsidP="00B75E08">
      <w:pPr>
        <w:pStyle w:val="Type"/>
      </w:pPr>
      <w:r>
        <w:lastRenderedPageBreak/>
        <w:t xml:space="preserve">Learning Objective: </w:t>
      </w:r>
      <w:r w:rsidR="00104D60">
        <w:t xml:space="preserve">8-3: </w:t>
      </w:r>
      <w:r w:rsidRPr="00542E05">
        <w:t>Compute a confidence interval for a population mean</w:t>
      </w:r>
      <w:r w:rsidR="00C50F5A">
        <w:t>.</w:t>
      </w:r>
    </w:p>
    <w:p w14:paraId="0F5BE3DF" w14:textId="77777777" w:rsidR="009434F5" w:rsidRDefault="009434F5" w:rsidP="00B75E08">
      <w:pPr>
        <w:pStyle w:val="Type"/>
      </w:pPr>
      <w:r>
        <w:t>Cognitive Domain: Application</w:t>
      </w:r>
    </w:p>
    <w:p w14:paraId="53419590" w14:textId="77777777" w:rsidR="009434F5" w:rsidRDefault="009434F5" w:rsidP="00B75E08">
      <w:pPr>
        <w:pStyle w:val="Type"/>
      </w:pPr>
      <w:r>
        <w:t>Answer Location: Computing a Confidence Interval for a Population Mean</w:t>
      </w:r>
    </w:p>
    <w:p w14:paraId="07399EEA" w14:textId="695DD612" w:rsidR="00686ACD" w:rsidRDefault="00686ACD" w:rsidP="00B75E08">
      <w:pPr>
        <w:pStyle w:val="Question"/>
      </w:pPr>
      <w:r>
        <w:t xml:space="preserve">7. </w:t>
      </w:r>
      <w:r w:rsidR="00886745">
        <w:t xml:space="preserve">A random sample of 46 college students reported the number of hours per day they typically spend on social media. Their sample mean is, </w:t>
      </w:r>
      <w:r w:rsidR="00886745" w:rsidRPr="00EA39CC">
        <w:rPr>
          <w:i/>
        </w:rPr>
        <w:t>M</w:t>
      </w:r>
      <w:r w:rsidR="00886745">
        <w:t xml:space="preserve"> = 2.61, and their standard deviation is, </w:t>
      </w:r>
      <w:r w:rsidR="00886745">
        <w:rPr>
          <w:i/>
        </w:rPr>
        <w:t>s</w:t>
      </w:r>
      <w:r w:rsidR="00886745">
        <w:t xml:space="preserve"> = 1.02.</w:t>
      </w:r>
      <w:r w:rsidR="00B75E08">
        <w:t xml:space="preserve"> </w:t>
      </w:r>
      <w:r w:rsidR="00886745">
        <w:t>What is the 95% confidence interval estimate of the mean number of hours per day college students spend on social media?</w:t>
      </w:r>
    </w:p>
    <w:p w14:paraId="48921F3E" w14:textId="7AED605C" w:rsidR="00686ACD" w:rsidRDefault="00104D60" w:rsidP="00B75E08">
      <w:pPr>
        <w:pStyle w:val="Choice"/>
      </w:pPr>
      <w:r>
        <w:t>A</w:t>
      </w:r>
      <w:r w:rsidR="00686ACD">
        <w:t xml:space="preserve">. </w:t>
      </w:r>
      <w:r w:rsidR="00DE4DD7">
        <w:t xml:space="preserve">LB = 2.506, UB = </w:t>
      </w:r>
      <w:r w:rsidR="0076646C">
        <w:t>3.014</w:t>
      </w:r>
    </w:p>
    <w:p w14:paraId="28C57C1F" w14:textId="77777777" w:rsidR="00686ACD" w:rsidRDefault="00DE4DD7" w:rsidP="00B75E08">
      <w:pPr>
        <w:pStyle w:val="Choice"/>
      </w:pPr>
      <w:r>
        <w:t>*</w:t>
      </w:r>
      <w:r w:rsidR="00104D60">
        <w:t>B</w:t>
      </w:r>
      <w:r w:rsidR="00686ACD">
        <w:t xml:space="preserve">. </w:t>
      </w:r>
      <w:r>
        <w:t>LB = 2.307, UB = 2.913</w:t>
      </w:r>
    </w:p>
    <w:p w14:paraId="3B3768A2" w14:textId="77777777" w:rsidR="00686ACD" w:rsidRDefault="00104D60" w:rsidP="00B75E08">
      <w:pPr>
        <w:pStyle w:val="Choice"/>
      </w:pPr>
      <w:r>
        <w:t>C</w:t>
      </w:r>
      <w:r w:rsidR="00686ACD">
        <w:t xml:space="preserve">. </w:t>
      </w:r>
      <w:r w:rsidR="00DE4DD7">
        <w:t xml:space="preserve">LB = </w:t>
      </w:r>
      <w:r w:rsidR="00447005">
        <w:t>45.747</w:t>
      </w:r>
      <w:r w:rsidR="00DE4DD7">
        <w:t>, UB =</w:t>
      </w:r>
      <w:r w:rsidR="00447005">
        <w:t>46.253</w:t>
      </w:r>
    </w:p>
    <w:p w14:paraId="57B5F19B" w14:textId="77777777" w:rsidR="00686ACD" w:rsidRDefault="00104D60" w:rsidP="00B75E08">
      <w:pPr>
        <w:pStyle w:val="Choice"/>
      </w:pPr>
      <w:r>
        <w:t>D</w:t>
      </w:r>
      <w:r w:rsidR="00686ACD">
        <w:t xml:space="preserve">. </w:t>
      </w:r>
      <w:r w:rsidR="00DE4DD7">
        <w:t xml:space="preserve">LB = </w:t>
      </w:r>
      <w:r w:rsidR="00447005">
        <w:t>0.768</w:t>
      </w:r>
      <w:r w:rsidR="00DE4DD7">
        <w:t>, UB =</w:t>
      </w:r>
      <w:r w:rsidR="00447005">
        <w:t xml:space="preserve"> 1.272</w:t>
      </w:r>
    </w:p>
    <w:p w14:paraId="7A02B094" w14:textId="77777777" w:rsidR="00480B32" w:rsidRDefault="00480B32" w:rsidP="00B75E08">
      <w:pPr>
        <w:pStyle w:val="Type"/>
      </w:pPr>
      <w:r>
        <w:t xml:space="preserve">Learning Objective: </w:t>
      </w:r>
      <w:r w:rsidR="00104D60">
        <w:t xml:space="preserve">8-3: </w:t>
      </w:r>
      <w:r w:rsidRPr="00542E05">
        <w:t>Compute a confidence interval for a population mean</w:t>
      </w:r>
      <w:r w:rsidR="00CB251B">
        <w:t>.</w:t>
      </w:r>
    </w:p>
    <w:p w14:paraId="543D25D6" w14:textId="77777777" w:rsidR="00480B32" w:rsidRDefault="00480B32" w:rsidP="00B75E08">
      <w:pPr>
        <w:pStyle w:val="Type"/>
      </w:pPr>
      <w:r>
        <w:t>Cognitive Domain: Application</w:t>
      </w:r>
    </w:p>
    <w:p w14:paraId="48E15730" w14:textId="77777777" w:rsidR="00480B32" w:rsidRDefault="00480B32" w:rsidP="00B75E08">
      <w:pPr>
        <w:pStyle w:val="Type"/>
      </w:pPr>
      <w:r>
        <w:t>Answer Location: Computing a Confidence Interval for a Population Mean</w:t>
      </w:r>
    </w:p>
    <w:p w14:paraId="07DA9B1E" w14:textId="77777777" w:rsidR="00686ACD" w:rsidRDefault="00686ACD" w:rsidP="00B75E08">
      <w:pPr>
        <w:pStyle w:val="Question"/>
      </w:pPr>
      <w:r>
        <w:t xml:space="preserve">8. </w:t>
      </w:r>
      <w:r w:rsidR="004620D8">
        <w:t>Identify the correct interpretation of the following confidence interval</w:t>
      </w:r>
      <w:r w:rsidR="004C7D28">
        <w:t xml:space="preserve"> estimate of a population mean</w:t>
      </w:r>
      <w:r w:rsidR="004620D8">
        <w:t>: 99% CI [26.59</w:t>
      </w:r>
      <w:r w:rsidR="00964AC0">
        <w:t xml:space="preserve">, </w:t>
      </w:r>
      <w:r w:rsidR="00CD3F7C">
        <w:t>27.41</w:t>
      </w:r>
      <w:r w:rsidR="004620D8">
        <w:t>]</w:t>
      </w:r>
      <w:r w:rsidR="00085DD7">
        <w:t>.</w:t>
      </w:r>
    </w:p>
    <w:p w14:paraId="687D76BB" w14:textId="77777777" w:rsidR="00686ACD" w:rsidRDefault="00085DD7" w:rsidP="00B75E08">
      <w:pPr>
        <w:pStyle w:val="Choice"/>
      </w:pPr>
      <w:r>
        <w:t>A</w:t>
      </w:r>
      <w:r w:rsidR="00686ACD">
        <w:t xml:space="preserve">. </w:t>
      </w:r>
      <w:r w:rsidR="004C7D28">
        <w:t xml:space="preserve">There is a 99% </w:t>
      </w:r>
      <w:r w:rsidR="001975F9">
        <w:t>chance</w:t>
      </w:r>
      <w:r w:rsidR="004C7D28">
        <w:t xml:space="preserve"> that the sample mean is between 27.41 and 26.59</w:t>
      </w:r>
      <w:r>
        <w:t>.</w:t>
      </w:r>
    </w:p>
    <w:p w14:paraId="3040E3EA" w14:textId="77777777" w:rsidR="004C7D28" w:rsidRDefault="00085DD7" w:rsidP="00B75E08">
      <w:pPr>
        <w:pStyle w:val="Choice"/>
      </w:pPr>
      <w:r>
        <w:t>B</w:t>
      </w:r>
      <w:r w:rsidR="00686ACD">
        <w:t xml:space="preserve">. </w:t>
      </w:r>
      <w:r w:rsidR="00F24503">
        <w:t xml:space="preserve">There is a 99% </w:t>
      </w:r>
      <w:r w:rsidR="001975F9">
        <w:t>chance</w:t>
      </w:r>
      <w:r w:rsidR="004C7D28">
        <w:t xml:space="preserve"> that the population mean is between 27.41 and 26.59</w:t>
      </w:r>
      <w:r>
        <w:t>.</w:t>
      </w:r>
    </w:p>
    <w:p w14:paraId="447444C6" w14:textId="77777777" w:rsidR="00DE7985" w:rsidRDefault="00DE7985" w:rsidP="00B75E08">
      <w:pPr>
        <w:pStyle w:val="Choice"/>
      </w:pPr>
      <w:r>
        <w:t>*</w:t>
      </w:r>
      <w:r w:rsidR="00085DD7">
        <w:t>C</w:t>
      </w:r>
      <w:r w:rsidR="00686ACD">
        <w:t xml:space="preserve">. </w:t>
      </w:r>
      <w:r>
        <w:t>You can be 99% confident that the population mean is between 27.41 and 26.59</w:t>
      </w:r>
      <w:r w:rsidR="00085DD7">
        <w:t>.</w:t>
      </w:r>
    </w:p>
    <w:p w14:paraId="3B7F45AF" w14:textId="77777777" w:rsidR="00686ACD" w:rsidRDefault="00085DD7" w:rsidP="00B75E08">
      <w:pPr>
        <w:pStyle w:val="Choice"/>
      </w:pPr>
      <w:r>
        <w:t>D</w:t>
      </w:r>
      <w:r w:rsidR="00686ACD">
        <w:t xml:space="preserve">. </w:t>
      </w:r>
      <w:r w:rsidR="00DE7985">
        <w:t>You can be 99% confident that the sample mean is between 27.41 and 26.59</w:t>
      </w:r>
      <w:r>
        <w:t>.</w:t>
      </w:r>
    </w:p>
    <w:p w14:paraId="1CA117AE" w14:textId="77777777" w:rsidR="00686ACD" w:rsidRDefault="00686ACD" w:rsidP="00B75E08">
      <w:pPr>
        <w:pStyle w:val="Type"/>
      </w:pPr>
      <w:r>
        <w:t xml:space="preserve">Learning Objective: </w:t>
      </w:r>
      <w:r w:rsidR="00044D9A">
        <w:t xml:space="preserve">8-6: </w:t>
      </w:r>
      <w:r w:rsidR="002418B8" w:rsidRPr="00542E05">
        <w:t>Identify correct and incorrect interpretations of confidence intervals</w:t>
      </w:r>
      <w:r w:rsidR="002564E3">
        <w:t>.</w:t>
      </w:r>
    </w:p>
    <w:p w14:paraId="6B161E2A" w14:textId="77777777" w:rsidR="00686ACD" w:rsidRDefault="00686ACD" w:rsidP="00B75E08">
      <w:pPr>
        <w:pStyle w:val="Type"/>
      </w:pPr>
      <w:r>
        <w:t>Cognitive Domain:</w:t>
      </w:r>
      <w:r w:rsidR="00DE5393">
        <w:t xml:space="preserve"> Comprehension</w:t>
      </w:r>
    </w:p>
    <w:p w14:paraId="4A9014B0" w14:textId="77777777" w:rsidR="00686ACD" w:rsidRDefault="00686ACD" w:rsidP="00B75E08">
      <w:pPr>
        <w:pStyle w:val="Type"/>
      </w:pPr>
      <w:r>
        <w:t>Answer Location:</w:t>
      </w:r>
      <w:r w:rsidR="00DE5393">
        <w:t xml:space="preserve"> Interpretations of Confidence Intervals</w:t>
      </w:r>
    </w:p>
    <w:p w14:paraId="20FD8A61" w14:textId="5CCDE84A" w:rsidR="00044D9A" w:rsidRDefault="00686ACD" w:rsidP="00B75E08">
      <w:pPr>
        <w:pStyle w:val="Question"/>
      </w:pPr>
      <w:r>
        <w:t xml:space="preserve">9. </w:t>
      </w:r>
      <w:r w:rsidR="00BD1897">
        <w:t xml:space="preserve">The </w:t>
      </w:r>
      <w:r w:rsidR="00E57673">
        <w:t xml:space="preserve">national </w:t>
      </w:r>
      <w:r w:rsidR="00BD1897">
        <w:t>average cost of cable TV bills was reported as $99</w:t>
      </w:r>
      <w:r w:rsidR="00615C6F">
        <w:t>. You collect a random sample</w:t>
      </w:r>
      <w:r w:rsidR="0000748B">
        <w:t xml:space="preserve"> of</w:t>
      </w:r>
      <w:r w:rsidR="00615C6F">
        <w:t xml:space="preserve"> 75 people in your</w:t>
      </w:r>
      <w:r w:rsidR="00BD1897">
        <w:t xml:space="preserve"> town </w:t>
      </w:r>
      <w:r w:rsidR="00615C6F">
        <w:t xml:space="preserve">and find </w:t>
      </w:r>
      <w:r w:rsidR="00BD1897">
        <w:t xml:space="preserve">the average cable bill is </w:t>
      </w:r>
      <w:r w:rsidR="0007203D">
        <w:t>$103</w:t>
      </w:r>
      <w:r w:rsidR="00BD1897">
        <w:t xml:space="preserve"> with a standard deviation of $13.50</w:t>
      </w:r>
      <w:r w:rsidR="0007203D">
        <w:t xml:space="preserve">. You want to compute a 99% confidence interval estimate for the mean difference between the national average and your town average. </w:t>
      </w:r>
      <w:r w:rsidR="00733CAC">
        <w:t>What is the margin of error?</w:t>
      </w:r>
    </w:p>
    <w:p w14:paraId="39B27EEF" w14:textId="77777777" w:rsidR="00686ACD" w:rsidRDefault="00044D9A" w:rsidP="00B75E08">
      <w:pPr>
        <w:pStyle w:val="Choice"/>
      </w:pPr>
      <w:r>
        <w:t>A</w:t>
      </w:r>
      <w:r w:rsidR="00686ACD">
        <w:t xml:space="preserve">. </w:t>
      </w:r>
      <w:r w:rsidR="007F1602">
        <w:t>3.106</w:t>
      </w:r>
    </w:p>
    <w:p w14:paraId="0FBC6C8C" w14:textId="77777777" w:rsidR="00686ACD" w:rsidRDefault="00044D9A" w:rsidP="00B75E08">
      <w:pPr>
        <w:pStyle w:val="Choice"/>
      </w:pPr>
      <w:r>
        <w:lastRenderedPageBreak/>
        <w:t>B</w:t>
      </w:r>
      <w:r w:rsidR="00686ACD">
        <w:t xml:space="preserve">. </w:t>
      </w:r>
      <w:r w:rsidR="007F1602">
        <w:t>3.126</w:t>
      </w:r>
    </w:p>
    <w:p w14:paraId="4A9CE28B" w14:textId="77777777" w:rsidR="00044D9A" w:rsidRDefault="003F3380" w:rsidP="00B75E08">
      <w:pPr>
        <w:pStyle w:val="Choice"/>
      </w:pPr>
      <w:r>
        <w:t>*</w:t>
      </w:r>
      <w:r w:rsidR="00044D9A">
        <w:t>C</w:t>
      </w:r>
      <w:r w:rsidR="00686ACD">
        <w:t xml:space="preserve">. </w:t>
      </w:r>
      <w:r w:rsidR="007F1602">
        <w:t>4.</w:t>
      </w:r>
      <w:r>
        <w:t>121</w:t>
      </w:r>
    </w:p>
    <w:p w14:paraId="7FABC45C" w14:textId="77777777" w:rsidR="00686ACD" w:rsidRDefault="00044D9A" w:rsidP="00B75E08">
      <w:pPr>
        <w:pStyle w:val="Choice"/>
      </w:pPr>
      <w:r>
        <w:t>D</w:t>
      </w:r>
      <w:r w:rsidR="003F3380">
        <w:t>. 4.148</w:t>
      </w:r>
    </w:p>
    <w:p w14:paraId="7B9903C4" w14:textId="77777777" w:rsidR="00686ACD" w:rsidRDefault="00686ACD" w:rsidP="00B75E08">
      <w:pPr>
        <w:pStyle w:val="Type"/>
      </w:pPr>
      <w:r>
        <w:t xml:space="preserve">Learning Objective: </w:t>
      </w:r>
      <w:r w:rsidR="00044D9A">
        <w:t xml:space="preserve">8-4: </w:t>
      </w:r>
      <w:r w:rsidR="0092728E" w:rsidRPr="00542E05">
        <w:t>Compute a confidence interval for a mean difference between a sample mean and a population mean</w:t>
      </w:r>
      <w:r w:rsidR="00A92988">
        <w:t>.</w:t>
      </w:r>
    </w:p>
    <w:p w14:paraId="38326A45" w14:textId="77777777" w:rsidR="00686ACD" w:rsidRDefault="00686ACD" w:rsidP="00B75E08">
      <w:pPr>
        <w:pStyle w:val="Type"/>
      </w:pPr>
      <w:r>
        <w:t>Cognitive Domain:</w:t>
      </w:r>
      <w:r w:rsidR="00D077B2">
        <w:t xml:space="preserve"> Application</w:t>
      </w:r>
    </w:p>
    <w:p w14:paraId="01239A7C" w14:textId="77777777" w:rsidR="00686ACD" w:rsidRDefault="00686ACD" w:rsidP="00B75E08">
      <w:pPr>
        <w:pStyle w:val="Type"/>
      </w:pPr>
      <w:r>
        <w:t>Answer Location:</w:t>
      </w:r>
      <w:r w:rsidR="00D077B2">
        <w:t xml:space="preserve"> Computing Confidence Intervals for a Mean Difference</w:t>
      </w:r>
    </w:p>
    <w:p w14:paraId="2B5E74AD" w14:textId="7BACF485" w:rsidR="00686ACD" w:rsidRDefault="00686ACD" w:rsidP="00B75E08">
      <w:pPr>
        <w:pStyle w:val="Question"/>
      </w:pPr>
      <w:r>
        <w:t xml:space="preserve">10. </w:t>
      </w:r>
      <w:r w:rsidR="00E808CE">
        <w:t xml:space="preserve">The </w:t>
      </w:r>
      <w:r w:rsidR="00C63E3E">
        <w:t xml:space="preserve">national </w:t>
      </w:r>
      <w:r w:rsidR="00E808CE">
        <w:t>average cost of cable TV bills was reported as $99. You collect a random sample of 75 people in your town and find the average cable bill is $103 with a standard deviation of $13.50. You want to compute a 99% confidence interval estimate for the mean difference between the national average and your town average. What is 99% confidence interval?</w:t>
      </w:r>
    </w:p>
    <w:p w14:paraId="61AEE37E" w14:textId="77777777" w:rsidR="00686ACD" w:rsidRDefault="003F3380" w:rsidP="00B75E08">
      <w:pPr>
        <w:pStyle w:val="Choice"/>
      </w:pPr>
      <w:r>
        <w:t>*</w:t>
      </w:r>
      <w:r w:rsidR="00044D9A">
        <w:t>A</w:t>
      </w:r>
      <w:r w:rsidR="00686ACD">
        <w:t xml:space="preserve">. </w:t>
      </w:r>
      <w:r w:rsidR="00E808CE">
        <w:t xml:space="preserve">LB = </w:t>
      </w:r>
      <w:r w:rsidR="00044D9A">
        <w:t>−</w:t>
      </w:r>
      <w:r>
        <w:t>0.121</w:t>
      </w:r>
      <w:r w:rsidR="00E808CE">
        <w:t>, UB =</w:t>
      </w:r>
      <w:r>
        <w:t>8.121</w:t>
      </w:r>
    </w:p>
    <w:p w14:paraId="0D5A4007" w14:textId="77777777" w:rsidR="00686ACD" w:rsidRDefault="00044D9A" w:rsidP="00B75E08">
      <w:pPr>
        <w:pStyle w:val="Choice"/>
      </w:pPr>
      <w:r>
        <w:t>B</w:t>
      </w:r>
      <w:r w:rsidR="00686ACD">
        <w:t xml:space="preserve">. </w:t>
      </w:r>
      <w:r w:rsidR="00BB0DEF">
        <w:t xml:space="preserve">LB = </w:t>
      </w:r>
      <w:r w:rsidR="00267246">
        <w:t>0.894</w:t>
      </w:r>
      <w:r w:rsidR="00BB0DEF">
        <w:t>, UB =</w:t>
      </w:r>
      <w:r w:rsidR="00267246">
        <w:t>7.106</w:t>
      </w:r>
    </w:p>
    <w:p w14:paraId="5A570B8E" w14:textId="77777777" w:rsidR="00686ACD" w:rsidRDefault="00044D9A" w:rsidP="00B75E08">
      <w:pPr>
        <w:pStyle w:val="Choice"/>
      </w:pPr>
      <w:r>
        <w:t>C</w:t>
      </w:r>
      <w:r w:rsidR="00686ACD">
        <w:t xml:space="preserve">. </w:t>
      </w:r>
      <w:r w:rsidR="00BB0DEF">
        <w:t xml:space="preserve">LB = </w:t>
      </w:r>
      <w:r>
        <w:t>−</w:t>
      </w:r>
      <w:r w:rsidR="00267246">
        <w:t>7.126</w:t>
      </w:r>
      <w:r w:rsidR="00BB0DEF">
        <w:t>, UB =</w:t>
      </w:r>
      <w:r w:rsidR="00267246">
        <w:t xml:space="preserve"> </w:t>
      </w:r>
      <w:r>
        <w:t>−</w:t>
      </w:r>
      <w:r w:rsidR="00267246">
        <w:t>0.874</w:t>
      </w:r>
    </w:p>
    <w:p w14:paraId="58633D92" w14:textId="77777777" w:rsidR="00686ACD" w:rsidRDefault="00044D9A" w:rsidP="00B75E08">
      <w:pPr>
        <w:pStyle w:val="Choice"/>
      </w:pPr>
      <w:r>
        <w:t>D</w:t>
      </w:r>
      <w:r w:rsidR="00686ACD">
        <w:t xml:space="preserve">. </w:t>
      </w:r>
      <w:r w:rsidR="00BB0DEF">
        <w:t xml:space="preserve">LB = </w:t>
      </w:r>
      <w:r>
        <w:t>−</w:t>
      </w:r>
      <w:r w:rsidR="00267246">
        <w:t>8.148</w:t>
      </w:r>
      <w:r w:rsidR="00BB0DEF">
        <w:t>, UB =</w:t>
      </w:r>
      <w:r w:rsidR="00267246">
        <w:t>0.148</w:t>
      </w:r>
    </w:p>
    <w:p w14:paraId="723DF4F6" w14:textId="77777777" w:rsidR="00686ACD" w:rsidRDefault="00686ACD" w:rsidP="00B75E08">
      <w:pPr>
        <w:pStyle w:val="Type"/>
      </w:pPr>
      <w:r>
        <w:t xml:space="preserve">Learning Objective: </w:t>
      </w:r>
      <w:r w:rsidR="00044D9A">
        <w:t xml:space="preserve">8-4: </w:t>
      </w:r>
      <w:r w:rsidR="0092728E" w:rsidRPr="00542E05">
        <w:t>Compute a confidence interval for a mean difference between a sample mean and a population mean</w:t>
      </w:r>
      <w:r w:rsidR="00910A7A">
        <w:t>.</w:t>
      </w:r>
    </w:p>
    <w:p w14:paraId="4DEB62EC" w14:textId="77777777" w:rsidR="00686ACD" w:rsidRDefault="00686ACD" w:rsidP="00B75E08">
      <w:pPr>
        <w:pStyle w:val="Type"/>
      </w:pPr>
      <w:r>
        <w:t>Cognitive Domain:</w:t>
      </w:r>
      <w:r w:rsidR="00013537">
        <w:t xml:space="preserve"> Application</w:t>
      </w:r>
    </w:p>
    <w:p w14:paraId="5A3EE4C1" w14:textId="77777777" w:rsidR="00686ACD" w:rsidRDefault="00686ACD" w:rsidP="00B75E08">
      <w:pPr>
        <w:pStyle w:val="Type"/>
      </w:pPr>
      <w:r>
        <w:t>Answer Location:</w:t>
      </w:r>
      <w:r w:rsidR="00013537" w:rsidRPr="00013537">
        <w:t xml:space="preserve"> </w:t>
      </w:r>
      <w:r w:rsidR="00013537">
        <w:t>Computing Confidence Intervals for a Mean Difference</w:t>
      </w:r>
    </w:p>
    <w:sectPr w:rsidR="00686ACD" w:rsidSect="006F23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1A8C29" w14:textId="77777777" w:rsidR="009D1876" w:rsidRDefault="009D1876" w:rsidP="006B1B0A">
      <w:r>
        <w:separator/>
      </w:r>
    </w:p>
  </w:endnote>
  <w:endnote w:type="continuationSeparator" w:id="0">
    <w:p w14:paraId="3539CF86" w14:textId="77777777" w:rsidR="009D1876" w:rsidRDefault="009D1876" w:rsidP="006B1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27346A" w14:textId="77777777" w:rsidR="009D1876" w:rsidRDefault="009D1876" w:rsidP="006B1B0A">
      <w:r>
        <w:separator/>
      </w:r>
    </w:p>
  </w:footnote>
  <w:footnote w:type="continuationSeparator" w:id="0">
    <w:p w14:paraId="6673AC79" w14:textId="77777777" w:rsidR="009D1876" w:rsidRDefault="009D1876" w:rsidP="006B1B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D15A5"/>
    <w:multiLevelType w:val="hybridMultilevel"/>
    <w:tmpl w:val="FD9CD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494817"/>
    <w:multiLevelType w:val="hybridMultilevel"/>
    <w:tmpl w:val="D7880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880"/>
    <w:rsid w:val="0000748B"/>
    <w:rsid w:val="00013537"/>
    <w:rsid w:val="00044D9A"/>
    <w:rsid w:val="00047F03"/>
    <w:rsid w:val="0007203D"/>
    <w:rsid w:val="00085DD7"/>
    <w:rsid w:val="000C2D5E"/>
    <w:rsid w:val="000D003C"/>
    <w:rsid w:val="00104D60"/>
    <w:rsid w:val="00131B5A"/>
    <w:rsid w:val="00134612"/>
    <w:rsid w:val="001409A9"/>
    <w:rsid w:val="001447FC"/>
    <w:rsid w:val="00153935"/>
    <w:rsid w:val="0017308D"/>
    <w:rsid w:val="001975F9"/>
    <w:rsid w:val="001E23ED"/>
    <w:rsid w:val="001F784E"/>
    <w:rsid w:val="00204867"/>
    <w:rsid w:val="002246B7"/>
    <w:rsid w:val="002266F1"/>
    <w:rsid w:val="002418B8"/>
    <w:rsid w:val="002564E3"/>
    <w:rsid w:val="002606F3"/>
    <w:rsid w:val="00267246"/>
    <w:rsid w:val="00293D97"/>
    <w:rsid w:val="00293E5A"/>
    <w:rsid w:val="002E3006"/>
    <w:rsid w:val="00336FCC"/>
    <w:rsid w:val="00360704"/>
    <w:rsid w:val="00361CCB"/>
    <w:rsid w:val="003B1DA1"/>
    <w:rsid w:val="003D549C"/>
    <w:rsid w:val="003F3380"/>
    <w:rsid w:val="00447005"/>
    <w:rsid w:val="004620D8"/>
    <w:rsid w:val="00475880"/>
    <w:rsid w:val="00480B32"/>
    <w:rsid w:val="004A4BD7"/>
    <w:rsid w:val="004B275A"/>
    <w:rsid w:val="004C7D28"/>
    <w:rsid w:val="004D2FD2"/>
    <w:rsid w:val="004F6913"/>
    <w:rsid w:val="005021AE"/>
    <w:rsid w:val="005502D3"/>
    <w:rsid w:val="0056176D"/>
    <w:rsid w:val="00596B31"/>
    <w:rsid w:val="00615C6F"/>
    <w:rsid w:val="00686ACD"/>
    <w:rsid w:val="006B1460"/>
    <w:rsid w:val="006B1B0A"/>
    <w:rsid w:val="006B3E20"/>
    <w:rsid w:val="006E5AEF"/>
    <w:rsid w:val="006F23BB"/>
    <w:rsid w:val="00722B18"/>
    <w:rsid w:val="007258D9"/>
    <w:rsid w:val="0073254C"/>
    <w:rsid w:val="00733CAC"/>
    <w:rsid w:val="0076646C"/>
    <w:rsid w:val="00771DA0"/>
    <w:rsid w:val="00790CD2"/>
    <w:rsid w:val="007A1A4F"/>
    <w:rsid w:val="007F1602"/>
    <w:rsid w:val="00803A90"/>
    <w:rsid w:val="00834EC8"/>
    <w:rsid w:val="0088601D"/>
    <w:rsid w:val="00886745"/>
    <w:rsid w:val="008C7E3C"/>
    <w:rsid w:val="008F3688"/>
    <w:rsid w:val="00907095"/>
    <w:rsid w:val="00910A7A"/>
    <w:rsid w:val="0092728E"/>
    <w:rsid w:val="009434F5"/>
    <w:rsid w:val="00964AC0"/>
    <w:rsid w:val="00970C80"/>
    <w:rsid w:val="009C04E0"/>
    <w:rsid w:val="009C0FCF"/>
    <w:rsid w:val="009D1876"/>
    <w:rsid w:val="009D309A"/>
    <w:rsid w:val="009F134F"/>
    <w:rsid w:val="00A5775C"/>
    <w:rsid w:val="00A70AA4"/>
    <w:rsid w:val="00A920A1"/>
    <w:rsid w:val="00A92988"/>
    <w:rsid w:val="00A95954"/>
    <w:rsid w:val="00A97D55"/>
    <w:rsid w:val="00AB7EF1"/>
    <w:rsid w:val="00AF3200"/>
    <w:rsid w:val="00AF3CF4"/>
    <w:rsid w:val="00B27181"/>
    <w:rsid w:val="00B56C05"/>
    <w:rsid w:val="00B75E08"/>
    <w:rsid w:val="00B936DC"/>
    <w:rsid w:val="00BB0DEF"/>
    <w:rsid w:val="00BB2FE0"/>
    <w:rsid w:val="00BD1897"/>
    <w:rsid w:val="00BF3388"/>
    <w:rsid w:val="00C22AFD"/>
    <w:rsid w:val="00C47431"/>
    <w:rsid w:val="00C50F5A"/>
    <w:rsid w:val="00C63E3E"/>
    <w:rsid w:val="00C967BC"/>
    <w:rsid w:val="00CB0CF2"/>
    <w:rsid w:val="00CB251B"/>
    <w:rsid w:val="00CD3F7C"/>
    <w:rsid w:val="00CE2136"/>
    <w:rsid w:val="00D00FB9"/>
    <w:rsid w:val="00D077B2"/>
    <w:rsid w:val="00D145E7"/>
    <w:rsid w:val="00D24990"/>
    <w:rsid w:val="00D33751"/>
    <w:rsid w:val="00D5357D"/>
    <w:rsid w:val="00D66464"/>
    <w:rsid w:val="00D904D9"/>
    <w:rsid w:val="00DE4DD7"/>
    <w:rsid w:val="00DE5393"/>
    <w:rsid w:val="00DE7985"/>
    <w:rsid w:val="00E07179"/>
    <w:rsid w:val="00E20576"/>
    <w:rsid w:val="00E26DC1"/>
    <w:rsid w:val="00E337FC"/>
    <w:rsid w:val="00E57673"/>
    <w:rsid w:val="00E65FC6"/>
    <w:rsid w:val="00E808CE"/>
    <w:rsid w:val="00EA39CC"/>
    <w:rsid w:val="00ED2990"/>
    <w:rsid w:val="00F17051"/>
    <w:rsid w:val="00F24503"/>
    <w:rsid w:val="00F509DE"/>
    <w:rsid w:val="00F564C7"/>
    <w:rsid w:val="00F84F8E"/>
    <w:rsid w:val="00FD53A3"/>
    <w:rsid w:val="00FE58C9"/>
    <w:rsid w:val="00FE69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3A072"/>
  <w15:docId w15:val="{AC235D75-0DC9-4B04-A97F-84A027800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0FCF"/>
    <w:pPr>
      <w:spacing w:after="200" w:line="276" w:lineRule="auto"/>
    </w:pPr>
    <w:rPr>
      <w:rFonts w:ascii="Calibri" w:eastAsia="Calibri" w:hAnsi="Calibri"/>
      <w:sz w:val="22"/>
      <w:szCs w:val="22"/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1B0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1B0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B1B0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  <w:rsid w:val="009C0FC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9C0FCF"/>
  </w:style>
  <w:style w:type="paragraph" w:styleId="ListParagraph">
    <w:name w:val="List Paragraph"/>
    <w:basedOn w:val="Normal"/>
    <w:uiPriority w:val="34"/>
    <w:qFormat/>
    <w:rsid w:val="006B3E2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B1B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1B0A"/>
  </w:style>
  <w:style w:type="paragraph" w:styleId="Footer">
    <w:name w:val="footer"/>
    <w:basedOn w:val="Normal"/>
    <w:link w:val="FooterChar"/>
    <w:uiPriority w:val="99"/>
    <w:unhideWhenUsed/>
    <w:rsid w:val="006B1B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1B0A"/>
  </w:style>
  <w:style w:type="character" w:customStyle="1" w:styleId="Heading2Char">
    <w:name w:val="Heading 2 Char"/>
    <w:basedOn w:val="DefaultParagraphFont"/>
    <w:link w:val="Heading2"/>
    <w:uiPriority w:val="9"/>
    <w:rsid w:val="006B1B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6B1B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6B1B0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6B1B0A"/>
    <w:rPr>
      <w:color w:val="0000FF" w:themeColor="hyperlink"/>
      <w:u w:val="single"/>
    </w:rPr>
  </w:style>
  <w:style w:type="character" w:styleId="BookTitle">
    <w:name w:val="Book Title"/>
    <w:basedOn w:val="DefaultParagraphFont"/>
    <w:uiPriority w:val="33"/>
    <w:qFormat/>
    <w:rsid w:val="006B1B0A"/>
    <w:rPr>
      <w:b/>
      <w:bCs/>
      <w:smallCaps/>
      <w:spacing w:val="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1B0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1B0A"/>
    <w:rPr>
      <w:b/>
      <w:bCs/>
      <w:i/>
      <w:i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6B1B0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B1B0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37F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37FC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qFormat/>
    <w:rsid w:val="009C0FCF"/>
  </w:style>
  <w:style w:type="paragraph" w:customStyle="1" w:styleId="Match">
    <w:name w:val="Match"/>
    <w:basedOn w:val="Normal"/>
    <w:qFormat/>
    <w:rsid w:val="009C0FCF"/>
  </w:style>
  <w:style w:type="paragraph" w:customStyle="1" w:styleId="Choice">
    <w:name w:val="Choice"/>
    <w:basedOn w:val="Normal"/>
    <w:qFormat/>
    <w:rsid w:val="009C0FCF"/>
  </w:style>
  <w:style w:type="paragraph" w:customStyle="1" w:styleId="TF">
    <w:name w:val="TF"/>
    <w:basedOn w:val="Normal"/>
    <w:qFormat/>
    <w:rsid w:val="009C0FCF"/>
  </w:style>
  <w:style w:type="paragraph" w:customStyle="1" w:styleId="Location">
    <w:name w:val="Location"/>
    <w:basedOn w:val="Normal"/>
    <w:next w:val="Normal"/>
    <w:qFormat/>
    <w:rsid w:val="009C0FCF"/>
  </w:style>
  <w:style w:type="paragraph" w:customStyle="1" w:styleId="Type">
    <w:name w:val="Type"/>
    <w:basedOn w:val="Normal"/>
    <w:next w:val="Normal"/>
    <w:qFormat/>
    <w:rsid w:val="009C0FCF"/>
  </w:style>
  <w:style w:type="paragraph" w:customStyle="1" w:styleId="Term">
    <w:name w:val="Term"/>
    <w:basedOn w:val="Normal"/>
    <w:next w:val="Normal"/>
    <w:qFormat/>
    <w:rsid w:val="009C0FCF"/>
  </w:style>
  <w:style w:type="paragraph" w:customStyle="1" w:styleId="Define">
    <w:name w:val="Define"/>
    <w:basedOn w:val="Normal"/>
    <w:next w:val="Normal"/>
    <w:qFormat/>
    <w:rsid w:val="009C0F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8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arper\AppData\Roaming\Microsoft\Templates\new_qti_styl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F74D1-CD8C-45DA-9B78-67A7ABDFE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new_qti_style</Template>
  <TotalTime>5</TotalTime>
  <Pages>4</Pages>
  <Words>781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5228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Bierach, Katie</dc:creator>
  <cp:lastModifiedBy>Claire Harper</cp:lastModifiedBy>
  <cp:revision>5</cp:revision>
  <dcterms:created xsi:type="dcterms:W3CDTF">2017-05-03T17:43:00Z</dcterms:created>
  <dcterms:modified xsi:type="dcterms:W3CDTF">2017-05-11T11:12:00Z</dcterms:modified>
</cp:coreProperties>
</file>