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6332A" w14:textId="77777777" w:rsidR="0093436F" w:rsidRPr="005200C9" w:rsidRDefault="001F784E">
      <w:pPr>
        <w:rPr>
          <w:b/>
          <w:sz w:val="24"/>
          <w:szCs w:val="32"/>
        </w:rPr>
      </w:pPr>
      <w:r w:rsidRPr="005200C9">
        <w:rPr>
          <w:b/>
          <w:sz w:val="24"/>
          <w:szCs w:val="32"/>
        </w:rPr>
        <w:t xml:space="preserve">Chapter </w:t>
      </w:r>
      <w:r w:rsidR="00790CD2" w:rsidRPr="005200C9">
        <w:rPr>
          <w:b/>
          <w:sz w:val="24"/>
          <w:szCs w:val="32"/>
        </w:rPr>
        <w:t>7: Single-Sample</w:t>
      </w:r>
      <w:r w:rsidR="0088601D" w:rsidRPr="005200C9">
        <w:rPr>
          <w:b/>
          <w:sz w:val="24"/>
          <w:szCs w:val="32"/>
        </w:rPr>
        <w:t xml:space="preserve"> </w:t>
      </w:r>
      <w:r w:rsidR="00790CD2" w:rsidRPr="005200C9">
        <w:rPr>
          <w:b/>
          <w:i/>
          <w:sz w:val="24"/>
          <w:szCs w:val="32"/>
        </w:rPr>
        <w:t>t</w:t>
      </w:r>
      <w:r w:rsidR="00790CD2" w:rsidRPr="005200C9">
        <w:rPr>
          <w:b/>
          <w:sz w:val="24"/>
          <w:szCs w:val="32"/>
        </w:rPr>
        <w:t xml:space="preserve"> Test</w:t>
      </w:r>
    </w:p>
    <w:p w14:paraId="264B9EEB" w14:textId="75A4AD65" w:rsidR="00AF3200" w:rsidRPr="00AD59F9" w:rsidRDefault="006B3E20" w:rsidP="005200C9">
      <w:pPr>
        <w:pStyle w:val="Question"/>
      </w:pPr>
      <w:r>
        <w:t xml:space="preserve">1. </w:t>
      </w:r>
      <w:r w:rsidR="00AD59F9">
        <w:t xml:space="preserve">The single-sample </w:t>
      </w:r>
      <w:r w:rsidR="00AD59F9" w:rsidRPr="00AD59F9">
        <w:rPr>
          <w:i/>
        </w:rPr>
        <w:t>t</w:t>
      </w:r>
      <w:r w:rsidR="00AD59F9">
        <w:t xml:space="preserve"> test should be used when comparing a sample mean to a population mean and </w:t>
      </w:r>
      <w:r w:rsidR="0088088C">
        <w:t>when</w:t>
      </w:r>
      <w:r w:rsidR="00AD59F9">
        <w:t xml:space="preserve"> ____</w:t>
      </w:r>
      <w:r w:rsidR="005200C9">
        <w:t>________</w:t>
      </w:r>
      <w:r w:rsidR="00AD59F9">
        <w:t>__.</w:t>
      </w:r>
    </w:p>
    <w:p w14:paraId="3E1C63CE" w14:textId="77777777" w:rsidR="006B3E20" w:rsidRDefault="007C0677" w:rsidP="005200C9">
      <w:pPr>
        <w:pStyle w:val="Choice"/>
      </w:pPr>
      <w:r>
        <w:t>A</w:t>
      </w:r>
      <w:r w:rsidR="006B3E20">
        <w:t xml:space="preserve">. </w:t>
      </w:r>
      <w:r w:rsidR="00AD59F9">
        <w:t>the population standard deviation is known</w:t>
      </w:r>
    </w:p>
    <w:p w14:paraId="622DA5C8" w14:textId="77777777" w:rsidR="006B3E20" w:rsidRDefault="00AD59F9" w:rsidP="005200C9">
      <w:pPr>
        <w:pStyle w:val="Choice"/>
      </w:pPr>
      <w:r>
        <w:t>*</w:t>
      </w:r>
      <w:r w:rsidR="007C0677">
        <w:t>B</w:t>
      </w:r>
      <w:r w:rsidR="006B3E20">
        <w:t xml:space="preserve">. </w:t>
      </w:r>
      <w:r>
        <w:t>the population standard deviation is not known</w:t>
      </w:r>
    </w:p>
    <w:p w14:paraId="0C3DE298" w14:textId="77777777" w:rsidR="006B3E20" w:rsidRDefault="007C0677" w:rsidP="005200C9">
      <w:pPr>
        <w:pStyle w:val="Choice"/>
      </w:pPr>
      <w:r>
        <w:t>C</w:t>
      </w:r>
      <w:r w:rsidR="006B3E20">
        <w:t xml:space="preserve">. </w:t>
      </w:r>
      <w:r w:rsidR="00AD59F9">
        <w:t>the effect size is very small</w:t>
      </w:r>
    </w:p>
    <w:p w14:paraId="3D2A9B24" w14:textId="77777777" w:rsidR="006B3E20" w:rsidRDefault="007C0677" w:rsidP="005200C9">
      <w:pPr>
        <w:pStyle w:val="Choice"/>
      </w:pPr>
      <w:r>
        <w:t>D</w:t>
      </w:r>
      <w:r w:rsidR="006B3E20">
        <w:t xml:space="preserve">. </w:t>
      </w:r>
      <w:r w:rsidR="00A60C17">
        <w:t>the effect size is very large</w:t>
      </w:r>
    </w:p>
    <w:p w14:paraId="268E7737" w14:textId="77777777" w:rsidR="00AD59F9" w:rsidRPr="00926735" w:rsidRDefault="00686ACD" w:rsidP="005200C9">
      <w:pPr>
        <w:pStyle w:val="Type"/>
      </w:pPr>
      <w:r>
        <w:t xml:space="preserve">Learning Objective: </w:t>
      </w:r>
      <w:r w:rsidR="007C0677">
        <w:t xml:space="preserve">7-1: </w:t>
      </w:r>
      <w:r w:rsidR="00AD59F9" w:rsidRPr="00926735">
        <w:t xml:space="preserve">Explain when a single-sample </w:t>
      </w:r>
      <w:r w:rsidR="00AD59F9" w:rsidRPr="00926735">
        <w:rPr>
          <w:i/>
          <w:iCs/>
        </w:rPr>
        <w:t xml:space="preserve">t </w:t>
      </w:r>
      <w:r w:rsidR="00AD59F9" w:rsidRPr="00926735">
        <w:t xml:space="preserve">should be used rather than a </w:t>
      </w:r>
      <w:r w:rsidR="00AD59F9" w:rsidRPr="00926735">
        <w:rPr>
          <w:i/>
          <w:iCs/>
        </w:rPr>
        <w:t xml:space="preserve">z </w:t>
      </w:r>
      <w:r w:rsidR="00AD59F9" w:rsidRPr="00926735">
        <w:t>for a sample mean</w:t>
      </w:r>
      <w:r w:rsidR="00B36205">
        <w:t>.</w:t>
      </w:r>
    </w:p>
    <w:p w14:paraId="4280493B" w14:textId="77777777" w:rsidR="00686ACD" w:rsidRDefault="00686ACD" w:rsidP="005200C9">
      <w:pPr>
        <w:pStyle w:val="Type"/>
      </w:pPr>
      <w:r>
        <w:t>Cognitive Domain:</w:t>
      </w:r>
      <w:r w:rsidR="00041BD5">
        <w:t xml:space="preserve"> Knowledge</w:t>
      </w:r>
    </w:p>
    <w:p w14:paraId="4E862484" w14:textId="77777777" w:rsidR="00686ACD" w:rsidRPr="00041BD5" w:rsidRDefault="00686ACD" w:rsidP="005200C9">
      <w:pPr>
        <w:pStyle w:val="Type"/>
      </w:pPr>
      <w:r>
        <w:t>Answer Location:</w:t>
      </w:r>
      <w:r w:rsidR="00041BD5">
        <w:t xml:space="preserve"> Single-Sample </w:t>
      </w:r>
      <w:r w:rsidR="00041BD5">
        <w:rPr>
          <w:i/>
        </w:rPr>
        <w:t>t</w:t>
      </w:r>
      <w:r w:rsidR="00041BD5">
        <w:t xml:space="preserve"> Test</w:t>
      </w:r>
    </w:p>
    <w:p w14:paraId="0B33ABC1" w14:textId="77777777" w:rsidR="00686ACD" w:rsidRPr="005200C9" w:rsidRDefault="00686ACD" w:rsidP="005200C9">
      <w:pPr>
        <w:pStyle w:val="Question"/>
      </w:pPr>
      <w:r>
        <w:t xml:space="preserve">2. </w:t>
      </w:r>
      <w:r w:rsidR="00DD1E11">
        <w:t xml:space="preserve">When using the </w:t>
      </w:r>
      <w:r w:rsidR="00DD1E11">
        <w:rPr>
          <w:i/>
        </w:rPr>
        <w:t>z</w:t>
      </w:r>
      <w:r w:rsidR="00DD1E11">
        <w:t xml:space="preserve"> for a sample mean you can compute the standard error of the mean, but when </w:t>
      </w:r>
      <w:r w:rsidR="00DD1E11" w:rsidRPr="005200C9">
        <w:t xml:space="preserve">using a </w:t>
      </w:r>
      <w:r w:rsidR="00DD1E11" w:rsidRPr="006B4930">
        <w:rPr>
          <w:i/>
        </w:rPr>
        <w:t>t</w:t>
      </w:r>
      <w:r w:rsidR="00DD1E11" w:rsidRPr="005200C9">
        <w:t xml:space="preserve"> for a </w:t>
      </w:r>
      <w:r w:rsidR="0088088C" w:rsidRPr="005200C9">
        <w:t>s</w:t>
      </w:r>
      <w:r w:rsidR="00DD1E11" w:rsidRPr="005200C9">
        <w:t>ample mean, you must estimate the standard error of the mean.</w:t>
      </w:r>
    </w:p>
    <w:p w14:paraId="5850CFBF" w14:textId="77777777" w:rsidR="00686ACD" w:rsidRDefault="00DD1E11" w:rsidP="005200C9">
      <w:pPr>
        <w:pStyle w:val="TF"/>
      </w:pPr>
      <w:r>
        <w:t>*True</w:t>
      </w:r>
    </w:p>
    <w:p w14:paraId="2F3EBAEA" w14:textId="77777777" w:rsidR="00686ACD" w:rsidRDefault="00DD1E11" w:rsidP="005200C9">
      <w:pPr>
        <w:pStyle w:val="TF"/>
      </w:pPr>
      <w:r>
        <w:t>False</w:t>
      </w:r>
    </w:p>
    <w:p w14:paraId="14956566" w14:textId="77777777" w:rsidR="00686ACD" w:rsidRDefault="00686ACD" w:rsidP="005200C9">
      <w:pPr>
        <w:pStyle w:val="Type"/>
      </w:pPr>
      <w:r>
        <w:t xml:space="preserve">Learning Objective: </w:t>
      </w:r>
      <w:r w:rsidR="00F031DE">
        <w:t xml:space="preserve">7-2: </w:t>
      </w:r>
      <w:r w:rsidR="008B1CF1" w:rsidRPr="00926735">
        <w:t xml:space="preserve">Explain why the </w:t>
      </w:r>
      <w:r w:rsidR="008B1CF1" w:rsidRPr="00926735">
        <w:rPr>
          <w:i/>
          <w:iCs/>
        </w:rPr>
        <w:t xml:space="preserve">z </w:t>
      </w:r>
      <w:r w:rsidR="008B1CF1" w:rsidRPr="00926735">
        <w:t xml:space="preserve">for a sample mean is superior to the single-sample </w:t>
      </w:r>
      <w:r w:rsidR="008B1CF1" w:rsidRPr="00926735">
        <w:rPr>
          <w:i/>
          <w:iCs/>
        </w:rPr>
        <w:t xml:space="preserve">t </w:t>
      </w:r>
      <w:r w:rsidR="008B1CF1" w:rsidRPr="00926735">
        <w:t>test but rarely used</w:t>
      </w:r>
      <w:r w:rsidR="005B0B50">
        <w:t>.</w:t>
      </w:r>
    </w:p>
    <w:p w14:paraId="425FAAFC" w14:textId="77777777" w:rsidR="00686ACD" w:rsidRDefault="00686ACD" w:rsidP="005200C9">
      <w:pPr>
        <w:pStyle w:val="Type"/>
      </w:pPr>
      <w:r>
        <w:t>Cognitive Domain:</w:t>
      </w:r>
      <w:r w:rsidR="00DA698B">
        <w:t xml:space="preserve"> Knowledge</w:t>
      </w:r>
    </w:p>
    <w:p w14:paraId="6B2F5079" w14:textId="77777777" w:rsidR="00686ACD" w:rsidRDefault="00686ACD" w:rsidP="005200C9">
      <w:pPr>
        <w:pStyle w:val="Type"/>
      </w:pPr>
      <w:r>
        <w:t>Answer Location:</w:t>
      </w:r>
      <w:r w:rsidR="00DA698B">
        <w:t xml:space="preserve"> Conceptual Information</w:t>
      </w:r>
    </w:p>
    <w:p w14:paraId="112F2460" w14:textId="77777777" w:rsidR="00686ACD" w:rsidRPr="00557B92" w:rsidRDefault="00686ACD" w:rsidP="005200C9">
      <w:pPr>
        <w:pStyle w:val="Question"/>
      </w:pPr>
      <w:r>
        <w:t xml:space="preserve">3. </w:t>
      </w:r>
      <w:r w:rsidR="00557B92">
        <w:t>Compute the degrees of freedom (</w:t>
      </w:r>
      <w:r w:rsidR="00557B92" w:rsidRPr="00557B92">
        <w:rPr>
          <w:i/>
        </w:rPr>
        <w:t>df</w:t>
      </w:r>
      <w:r w:rsidR="00557B92">
        <w:t>) for a single</w:t>
      </w:r>
      <w:r w:rsidR="000A4459">
        <w:t>-</w:t>
      </w:r>
      <w:r w:rsidR="00557B92">
        <w:t xml:space="preserve">sample </w:t>
      </w:r>
      <w:r w:rsidR="00557B92" w:rsidRPr="003A52E4">
        <w:rPr>
          <w:i/>
        </w:rPr>
        <w:t>t</w:t>
      </w:r>
      <w:r w:rsidR="00E33C35">
        <w:t xml:space="preserve"> </w:t>
      </w:r>
      <w:r w:rsidR="00557B92">
        <w:t xml:space="preserve">test if the sample size is </w:t>
      </w:r>
      <w:r w:rsidR="00557B92">
        <w:rPr>
          <w:i/>
        </w:rPr>
        <w:t>N</w:t>
      </w:r>
      <w:r w:rsidR="00557B92">
        <w:t xml:space="preserve"> = 50.</w:t>
      </w:r>
    </w:p>
    <w:p w14:paraId="58933870" w14:textId="77777777" w:rsidR="005B22E1" w:rsidRDefault="00E33C35" w:rsidP="005200C9">
      <w:pPr>
        <w:pStyle w:val="Choice"/>
      </w:pPr>
      <w:r>
        <w:t>A</w:t>
      </w:r>
      <w:r w:rsidR="00686ACD">
        <w:t>.</w:t>
      </w:r>
      <w:r w:rsidR="005B22E1">
        <w:t>51</w:t>
      </w:r>
    </w:p>
    <w:p w14:paraId="22E8F80E" w14:textId="77777777" w:rsidR="00686ACD" w:rsidRDefault="00E33C35" w:rsidP="005200C9">
      <w:pPr>
        <w:pStyle w:val="Choice"/>
      </w:pPr>
      <w:r>
        <w:t>B</w:t>
      </w:r>
      <w:r w:rsidR="00686ACD">
        <w:t xml:space="preserve">. </w:t>
      </w:r>
      <w:r w:rsidR="005B22E1">
        <w:t>50</w:t>
      </w:r>
    </w:p>
    <w:p w14:paraId="5E8102FB" w14:textId="77777777" w:rsidR="00686ACD" w:rsidRDefault="005B22E1" w:rsidP="005200C9">
      <w:pPr>
        <w:pStyle w:val="Choice"/>
      </w:pPr>
      <w:r>
        <w:t>*</w:t>
      </w:r>
      <w:r w:rsidR="00E33C35">
        <w:t>C</w:t>
      </w:r>
      <w:r w:rsidR="00686ACD">
        <w:t xml:space="preserve">. </w:t>
      </w:r>
      <w:r>
        <w:t>49</w:t>
      </w:r>
    </w:p>
    <w:p w14:paraId="165C457B" w14:textId="77777777" w:rsidR="00686ACD" w:rsidRDefault="00E33C35" w:rsidP="005200C9">
      <w:pPr>
        <w:pStyle w:val="Choice"/>
      </w:pPr>
      <w:r>
        <w:t>D</w:t>
      </w:r>
      <w:r w:rsidR="00686ACD">
        <w:t>.</w:t>
      </w:r>
      <w:r w:rsidR="00557B92">
        <w:t xml:space="preserve"> </w:t>
      </w:r>
      <w:r w:rsidR="005B22E1">
        <w:t>48</w:t>
      </w:r>
    </w:p>
    <w:p w14:paraId="6CE2418B" w14:textId="77777777" w:rsidR="009F1BE5" w:rsidRPr="00926735" w:rsidRDefault="009F1BE5" w:rsidP="005200C9">
      <w:pPr>
        <w:pStyle w:val="Type"/>
      </w:pPr>
      <w:r w:rsidRPr="00926735">
        <w:t xml:space="preserve">Learning Objective: </w:t>
      </w:r>
      <w:r w:rsidR="00E33C35">
        <w:t xml:space="preserve">7-4: </w:t>
      </w:r>
      <w:r w:rsidRPr="00926735">
        <w:t>Compute the degrees of freedom and define the critical region for one- and two-tailed</w:t>
      </w:r>
      <w:r>
        <w:t xml:space="preserve"> </w:t>
      </w:r>
      <w:r w:rsidRPr="00926735">
        <w:t xml:space="preserve">single-sample </w:t>
      </w:r>
      <w:r w:rsidRPr="00926735">
        <w:rPr>
          <w:i/>
          <w:iCs/>
        </w:rPr>
        <w:t xml:space="preserve">t </w:t>
      </w:r>
      <w:r w:rsidRPr="00926735">
        <w:t>tests</w:t>
      </w:r>
      <w:r w:rsidR="00C0568A">
        <w:t>.</w:t>
      </w:r>
    </w:p>
    <w:p w14:paraId="3EF964BC" w14:textId="77777777" w:rsidR="00686ACD" w:rsidRDefault="00686ACD" w:rsidP="005200C9">
      <w:pPr>
        <w:pStyle w:val="Type"/>
      </w:pPr>
      <w:r>
        <w:t>Cognitive Domain:</w:t>
      </w:r>
      <w:r w:rsidR="005B22E1">
        <w:t xml:space="preserve"> Application</w:t>
      </w:r>
    </w:p>
    <w:p w14:paraId="009A683A" w14:textId="77777777" w:rsidR="00686ACD" w:rsidRDefault="00686ACD" w:rsidP="005200C9">
      <w:pPr>
        <w:pStyle w:val="Type"/>
      </w:pPr>
      <w:r>
        <w:lastRenderedPageBreak/>
        <w:t>Answer Location:</w:t>
      </w:r>
      <w:r w:rsidR="005B22E1">
        <w:t xml:space="preserve"> Step 3: Use Sample Size to Compute Degrees of Freedom and Define the Critical Regions</w:t>
      </w:r>
    </w:p>
    <w:p w14:paraId="3E9D2A13" w14:textId="4EEA0F15" w:rsidR="00686ACD" w:rsidRPr="00880D55" w:rsidRDefault="00686ACD" w:rsidP="005200C9">
      <w:pPr>
        <w:pStyle w:val="Question"/>
      </w:pPr>
      <w:r>
        <w:t xml:space="preserve">4. </w:t>
      </w:r>
      <w:r w:rsidR="00880D55">
        <w:t xml:space="preserve">Locate the </w:t>
      </w:r>
      <w:r w:rsidR="00880D55">
        <w:rPr>
          <w:i/>
        </w:rPr>
        <w:t>t</w:t>
      </w:r>
      <w:r w:rsidR="00880D55">
        <w:t xml:space="preserve"> critical value for a sample of </w:t>
      </w:r>
      <w:r w:rsidR="00880D55">
        <w:rPr>
          <w:i/>
        </w:rPr>
        <w:t>N</w:t>
      </w:r>
      <w:r w:rsidR="00880D55">
        <w:t xml:space="preserve"> = 50, with alpha set at</w:t>
      </w:r>
      <w:r w:rsidR="008746FC">
        <w:t xml:space="preserve"> </w:t>
      </w:r>
      <w:r w:rsidR="006B4930">
        <w:rPr>
          <w:rFonts w:ascii="Times New Roman" w:hAnsi="Times New Roman"/>
        </w:rPr>
        <w:t>α</w:t>
      </w:r>
      <w:r w:rsidR="008746FC">
        <w:t xml:space="preserve"> =</w:t>
      </w:r>
      <w:r w:rsidR="00880D55">
        <w:t xml:space="preserve"> .05 in the right tail.</w:t>
      </w:r>
    </w:p>
    <w:p w14:paraId="2E63ECCD" w14:textId="77777777" w:rsidR="00686ACD" w:rsidRDefault="00E33C35" w:rsidP="005200C9">
      <w:pPr>
        <w:pStyle w:val="Choice"/>
      </w:pPr>
      <w:r>
        <w:t>A</w:t>
      </w:r>
      <w:r w:rsidR="00686ACD">
        <w:t xml:space="preserve">. </w:t>
      </w:r>
      <w:r w:rsidR="00880D55">
        <w:t>1.96</w:t>
      </w:r>
    </w:p>
    <w:p w14:paraId="4A8047DE" w14:textId="77777777" w:rsidR="00686ACD" w:rsidRDefault="00E33C35" w:rsidP="005200C9">
      <w:pPr>
        <w:pStyle w:val="Choice"/>
      </w:pPr>
      <w:r>
        <w:t>B</w:t>
      </w:r>
      <w:r w:rsidR="00686ACD">
        <w:t xml:space="preserve">. </w:t>
      </w:r>
      <w:r w:rsidR="00880D55">
        <w:t>1.65</w:t>
      </w:r>
    </w:p>
    <w:p w14:paraId="3651EFDB" w14:textId="77777777" w:rsidR="00686ACD" w:rsidRDefault="00E33C35" w:rsidP="005200C9">
      <w:pPr>
        <w:pStyle w:val="Choice"/>
      </w:pPr>
      <w:r>
        <w:t>C</w:t>
      </w:r>
      <w:r w:rsidR="00686ACD">
        <w:t xml:space="preserve">. </w:t>
      </w:r>
      <w:r w:rsidR="00880D55">
        <w:t>1.6753</w:t>
      </w:r>
    </w:p>
    <w:p w14:paraId="006B8718" w14:textId="77777777" w:rsidR="00686ACD" w:rsidRDefault="00880D55" w:rsidP="005200C9">
      <w:pPr>
        <w:pStyle w:val="Choice"/>
      </w:pPr>
      <w:r>
        <w:t>*</w:t>
      </w:r>
      <w:r w:rsidR="00E33C35">
        <w:t>D</w:t>
      </w:r>
      <w:r w:rsidR="00686ACD">
        <w:t>.</w:t>
      </w:r>
      <w:r>
        <w:t xml:space="preserve"> 1.6766</w:t>
      </w:r>
    </w:p>
    <w:p w14:paraId="382A51BA" w14:textId="77777777" w:rsidR="009B0790" w:rsidRPr="00926735" w:rsidRDefault="009B0790" w:rsidP="005200C9">
      <w:pPr>
        <w:pStyle w:val="Type"/>
      </w:pPr>
      <w:r w:rsidRPr="00926735">
        <w:t xml:space="preserve">Learning Objective: </w:t>
      </w:r>
      <w:r w:rsidR="00E33C35">
        <w:t xml:space="preserve">7-4: </w:t>
      </w:r>
      <w:r w:rsidRPr="00926735">
        <w:t>Compute the degrees of freedom and define the critical region for one- and two-tailed</w:t>
      </w:r>
      <w:r>
        <w:t xml:space="preserve"> </w:t>
      </w:r>
      <w:r w:rsidRPr="00926735">
        <w:t xml:space="preserve">single-sample </w:t>
      </w:r>
      <w:r w:rsidRPr="00926735">
        <w:rPr>
          <w:i/>
          <w:iCs/>
        </w:rPr>
        <w:t xml:space="preserve">t </w:t>
      </w:r>
      <w:r w:rsidRPr="00926735">
        <w:t>tests</w:t>
      </w:r>
      <w:r w:rsidR="00D258BD">
        <w:t>.</w:t>
      </w:r>
    </w:p>
    <w:p w14:paraId="4A8E1447" w14:textId="77777777" w:rsidR="009B0790" w:rsidRDefault="009B0790" w:rsidP="005200C9">
      <w:pPr>
        <w:pStyle w:val="Type"/>
      </w:pPr>
      <w:r>
        <w:t>Cognitive Domain: Application</w:t>
      </w:r>
    </w:p>
    <w:p w14:paraId="47ACC694" w14:textId="77777777" w:rsidR="009B0790" w:rsidRDefault="009B0790" w:rsidP="005200C9">
      <w:pPr>
        <w:pStyle w:val="Type"/>
      </w:pPr>
      <w:r>
        <w:t>Answer Location: Step 3: Use Sample Size to Compute Degrees of Freedom and Define the Critical Regions</w:t>
      </w:r>
    </w:p>
    <w:p w14:paraId="4A4AECFD" w14:textId="32822FC2" w:rsidR="00686ACD" w:rsidRPr="008F0193" w:rsidRDefault="00686ACD" w:rsidP="005200C9">
      <w:pPr>
        <w:pStyle w:val="Question"/>
      </w:pPr>
      <w:r>
        <w:t xml:space="preserve">5. </w:t>
      </w:r>
      <w:r w:rsidR="008F0193">
        <w:t xml:space="preserve">A </w:t>
      </w:r>
      <w:r w:rsidR="008F0193">
        <w:rPr>
          <w:i/>
        </w:rPr>
        <w:t>z</w:t>
      </w:r>
      <w:r w:rsidR="008F0193">
        <w:t xml:space="preserve"> test and a </w:t>
      </w:r>
      <w:r w:rsidR="008F0193">
        <w:rPr>
          <w:i/>
        </w:rPr>
        <w:t>t</w:t>
      </w:r>
      <w:r w:rsidR="008F0193">
        <w:t xml:space="preserve"> test will have different critical regions because ____</w:t>
      </w:r>
      <w:r w:rsidR="005200C9">
        <w:t>________</w:t>
      </w:r>
      <w:r w:rsidR="008F0193">
        <w:t>__.</w:t>
      </w:r>
    </w:p>
    <w:p w14:paraId="37727BDB" w14:textId="77777777" w:rsidR="00C82A88" w:rsidRPr="00C82A88" w:rsidRDefault="00727BB7" w:rsidP="005200C9">
      <w:pPr>
        <w:pStyle w:val="Choice"/>
      </w:pPr>
      <w:r>
        <w:t>A</w:t>
      </w:r>
      <w:r w:rsidR="00686ACD">
        <w:t xml:space="preserve">. </w:t>
      </w:r>
      <w:r w:rsidR="00C82A88">
        <w:rPr>
          <w:i/>
        </w:rPr>
        <w:t>z</w:t>
      </w:r>
      <w:r w:rsidR="00C82A88">
        <w:t xml:space="preserve"> critical values differ based on the sample standard deviation</w:t>
      </w:r>
    </w:p>
    <w:p w14:paraId="3E064126" w14:textId="77777777" w:rsidR="00686ACD" w:rsidRPr="00C82A88" w:rsidRDefault="00727BB7" w:rsidP="005200C9">
      <w:pPr>
        <w:pStyle w:val="Choice"/>
      </w:pPr>
      <w:r>
        <w:t>B</w:t>
      </w:r>
      <w:r w:rsidR="00686ACD">
        <w:t xml:space="preserve">. </w:t>
      </w:r>
      <w:r w:rsidR="00C82A88">
        <w:rPr>
          <w:i/>
        </w:rPr>
        <w:t>z</w:t>
      </w:r>
      <w:r w:rsidR="00C82A88">
        <w:t xml:space="preserve"> critical values differ based on the sample size</w:t>
      </w:r>
    </w:p>
    <w:p w14:paraId="10FE1850" w14:textId="77777777" w:rsidR="00686ACD" w:rsidRPr="00C82A88" w:rsidRDefault="004952D2" w:rsidP="005200C9">
      <w:pPr>
        <w:pStyle w:val="Choice"/>
      </w:pPr>
      <w:r>
        <w:t>*</w:t>
      </w:r>
      <w:r w:rsidR="00727BB7">
        <w:t>C</w:t>
      </w:r>
      <w:r w:rsidR="00686ACD">
        <w:t xml:space="preserve">. </w:t>
      </w:r>
      <w:r w:rsidR="00C82A88">
        <w:rPr>
          <w:i/>
        </w:rPr>
        <w:t>t</w:t>
      </w:r>
      <w:r w:rsidR="00C82A88">
        <w:t xml:space="preserve"> critical values differ based on the sample size</w:t>
      </w:r>
    </w:p>
    <w:p w14:paraId="7EF76FCE" w14:textId="77777777" w:rsidR="00686ACD" w:rsidRPr="00C82A88" w:rsidRDefault="00727BB7" w:rsidP="005200C9">
      <w:pPr>
        <w:pStyle w:val="Choice"/>
      </w:pPr>
      <w:r>
        <w:t>D</w:t>
      </w:r>
      <w:r w:rsidR="00CD74D1">
        <w:t>.</w:t>
      </w:r>
      <w:r>
        <w:t xml:space="preserve"> </w:t>
      </w:r>
      <w:r w:rsidR="00C82A88">
        <w:rPr>
          <w:i/>
        </w:rPr>
        <w:t>t</w:t>
      </w:r>
      <w:r w:rsidR="00C82A88">
        <w:t xml:space="preserve"> critical values differ based on the sample standard deviation</w:t>
      </w:r>
    </w:p>
    <w:p w14:paraId="75891B42" w14:textId="77777777" w:rsidR="00686ACD" w:rsidRDefault="00686ACD" w:rsidP="005200C9">
      <w:pPr>
        <w:pStyle w:val="Type"/>
      </w:pPr>
      <w:r>
        <w:t xml:space="preserve">Learning Objective: </w:t>
      </w:r>
      <w:r w:rsidR="00727BB7">
        <w:t xml:space="preserve">7-5: </w:t>
      </w:r>
      <w:r w:rsidR="00B12BCC" w:rsidRPr="00926735">
        <w:t xml:space="preserve">Explain why a </w:t>
      </w:r>
      <w:r w:rsidR="00B12BCC" w:rsidRPr="00926735">
        <w:rPr>
          <w:i/>
          <w:iCs/>
        </w:rPr>
        <w:t xml:space="preserve">z </w:t>
      </w:r>
      <w:r w:rsidR="00B12BCC" w:rsidRPr="00926735">
        <w:t xml:space="preserve">for a sample mean test and a single-sample </w:t>
      </w:r>
      <w:r w:rsidR="00B12BCC" w:rsidRPr="00926735">
        <w:rPr>
          <w:i/>
          <w:iCs/>
        </w:rPr>
        <w:t xml:space="preserve">t </w:t>
      </w:r>
      <w:r w:rsidR="00B12BCC" w:rsidRPr="00926735">
        <w:t>test have different critical regions</w:t>
      </w:r>
      <w:r w:rsidR="00D258BD">
        <w:t>.</w:t>
      </w:r>
    </w:p>
    <w:p w14:paraId="27E7A2B2" w14:textId="77777777" w:rsidR="00686ACD" w:rsidRDefault="00686ACD" w:rsidP="005200C9">
      <w:pPr>
        <w:pStyle w:val="Type"/>
      </w:pPr>
      <w:r>
        <w:t>Cognitive Domain:</w:t>
      </w:r>
      <w:r w:rsidR="00522FCA">
        <w:t xml:space="preserve"> Knowledge</w:t>
      </w:r>
    </w:p>
    <w:p w14:paraId="7C5959E8" w14:textId="77777777" w:rsidR="00686ACD" w:rsidRDefault="00686ACD" w:rsidP="005200C9">
      <w:pPr>
        <w:pStyle w:val="Type"/>
      </w:pPr>
      <w:r>
        <w:t>Answer Location:</w:t>
      </w:r>
      <w:r w:rsidR="00522FCA">
        <w:t xml:space="preserve"> Conceptual Information</w:t>
      </w:r>
    </w:p>
    <w:p w14:paraId="0ADB11EB" w14:textId="77777777" w:rsidR="00686ACD" w:rsidRPr="00920F78" w:rsidRDefault="00686ACD" w:rsidP="005200C9">
      <w:pPr>
        <w:pStyle w:val="Question"/>
      </w:pPr>
      <w:r>
        <w:t xml:space="preserve">6. </w:t>
      </w:r>
      <w:r w:rsidR="00920F78">
        <w:t xml:space="preserve">The results of a </w:t>
      </w:r>
      <w:r w:rsidR="00B3097B">
        <w:t>single</w:t>
      </w:r>
      <w:r w:rsidR="000A4459">
        <w:t>-</w:t>
      </w:r>
      <w:r w:rsidR="00B3097B">
        <w:t xml:space="preserve">sample </w:t>
      </w:r>
      <w:r w:rsidR="00B3097B" w:rsidRPr="003A52E4">
        <w:rPr>
          <w:i/>
        </w:rPr>
        <w:t>t</w:t>
      </w:r>
      <w:r w:rsidR="00B3097B">
        <w:t xml:space="preserve"> test </w:t>
      </w:r>
      <w:r w:rsidR="00920F78">
        <w:t xml:space="preserve">are reported as </w:t>
      </w:r>
      <w:r w:rsidR="00920F78">
        <w:rPr>
          <w:i/>
        </w:rPr>
        <w:t>t</w:t>
      </w:r>
      <w:r w:rsidR="00920F78">
        <w:t xml:space="preserve">(44) = </w:t>
      </w:r>
      <w:r w:rsidR="00727BB7">
        <w:t>−</w:t>
      </w:r>
      <w:r w:rsidR="00920F78">
        <w:t xml:space="preserve">3.35, </w:t>
      </w:r>
      <w:r w:rsidR="00920F78">
        <w:rPr>
          <w:i/>
        </w:rPr>
        <w:t>p</w:t>
      </w:r>
      <w:r w:rsidR="00EB7542">
        <w:t xml:space="preserve"> &lt; .001</w:t>
      </w:r>
      <w:r w:rsidR="00920F78">
        <w:t xml:space="preserve">, </w:t>
      </w:r>
      <w:r w:rsidR="00920F78">
        <w:rPr>
          <w:i/>
        </w:rPr>
        <w:t>d</w:t>
      </w:r>
      <w:r w:rsidR="00920F78">
        <w:t xml:space="preserve">  = </w:t>
      </w:r>
      <w:r w:rsidR="00727BB7">
        <w:t>−</w:t>
      </w:r>
      <w:r w:rsidR="00920F78">
        <w:t>0.50</w:t>
      </w:r>
      <w:r w:rsidR="00EB7542">
        <w:t xml:space="preserve">. </w:t>
      </w:r>
      <w:r w:rsidR="00037E82">
        <w:t>If alpha is set at .05 in the left tail, w</w:t>
      </w:r>
      <w:r w:rsidR="00EB7542">
        <w:t xml:space="preserve">hat is the correct decision to make regarding the null </w:t>
      </w:r>
      <w:r w:rsidR="005F50F6">
        <w:t>hypothesis?</w:t>
      </w:r>
      <w:r w:rsidR="00037E82">
        <w:t xml:space="preserve"> </w:t>
      </w:r>
    </w:p>
    <w:p w14:paraId="114B28EF" w14:textId="77777777" w:rsidR="00686ACD" w:rsidRDefault="004C2B49" w:rsidP="005200C9">
      <w:pPr>
        <w:pStyle w:val="Choice"/>
      </w:pPr>
      <w:r>
        <w:t>*</w:t>
      </w:r>
      <w:r w:rsidR="00727BB7">
        <w:t>A</w:t>
      </w:r>
      <w:r w:rsidR="00686ACD">
        <w:t xml:space="preserve">. </w:t>
      </w:r>
      <w:r w:rsidR="00D258BD">
        <w:t>r</w:t>
      </w:r>
      <w:r w:rsidR="005F50F6">
        <w:t>eject the null</w:t>
      </w:r>
    </w:p>
    <w:p w14:paraId="0B6E1405" w14:textId="77777777" w:rsidR="00686ACD" w:rsidRDefault="00727BB7" w:rsidP="005200C9">
      <w:pPr>
        <w:pStyle w:val="Choice"/>
      </w:pPr>
      <w:r>
        <w:t>B</w:t>
      </w:r>
      <w:r w:rsidR="00686ACD">
        <w:t xml:space="preserve">. </w:t>
      </w:r>
      <w:r w:rsidR="00D258BD">
        <w:t>f</w:t>
      </w:r>
      <w:r w:rsidR="005F50F6">
        <w:t>ail to reject the null</w:t>
      </w:r>
    </w:p>
    <w:p w14:paraId="1902CA54" w14:textId="77777777" w:rsidR="00686ACD" w:rsidRPr="00792FA3" w:rsidRDefault="00686ACD" w:rsidP="005200C9">
      <w:pPr>
        <w:pStyle w:val="Type"/>
      </w:pPr>
      <w:r>
        <w:t xml:space="preserve">Learning Objective: </w:t>
      </w:r>
      <w:r w:rsidR="00727BB7">
        <w:t xml:space="preserve">7-7: </w:t>
      </w:r>
      <w:r w:rsidR="00792FA3" w:rsidRPr="00926735">
        <w:t>Determine whether or not you should reject the null hypothesis</w:t>
      </w:r>
      <w:r w:rsidR="00D258BD">
        <w:t>.</w:t>
      </w:r>
    </w:p>
    <w:p w14:paraId="1B18A912" w14:textId="77777777" w:rsidR="00686ACD" w:rsidRDefault="00686ACD" w:rsidP="005200C9">
      <w:pPr>
        <w:pStyle w:val="Type"/>
      </w:pPr>
      <w:r>
        <w:t>Cognitive Domain:</w:t>
      </w:r>
      <w:r w:rsidR="00792FA3">
        <w:t xml:space="preserve"> Application</w:t>
      </w:r>
    </w:p>
    <w:p w14:paraId="1C1AE5FE" w14:textId="77777777" w:rsidR="00686ACD" w:rsidRPr="00792FA3" w:rsidRDefault="00686ACD" w:rsidP="005200C9">
      <w:pPr>
        <w:pStyle w:val="Type"/>
      </w:pPr>
      <w:r>
        <w:lastRenderedPageBreak/>
        <w:t>Answer Location:</w:t>
      </w:r>
      <w:r w:rsidR="00792FA3">
        <w:t xml:space="preserve"> Step 4: Compute the Test Statistic (Single-Sample </w:t>
      </w:r>
      <w:r w:rsidR="00792FA3">
        <w:rPr>
          <w:i/>
        </w:rPr>
        <w:t>t</w:t>
      </w:r>
      <w:r w:rsidR="00792FA3">
        <w:t xml:space="preserve"> Test)</w:t>
      </w:r>
    </w:p>
    <w:p w14:paraId="4EF5FB91" w14:textId="77777777" w:rsidR="00686ACD" w:rsidRDefault="00686ACD" w:rsidP="005200C9">
      <w:pPr>
        <w:pStyle w:val="Question"/>
      </w:pPr>
      <w:r>
        <w:t xml:space="preserve">7. </w:t>
      </w:r>
      <w:r w:rsidR="00577E40">
        <w:t>The results of a single</w:t>
      </w:r>
      <w:r w:rsidR="000A4459">
        <w:t>-</w:t>
      </w:r>
      <w:r w:rsidR="00577E40">
        <w:t xml:space="preserve">sample </w:t>
      </w:r>
      <w:r w:rsidR="00577E40" w:rsidRPr="003A52E4">
        <w:rPr>
          <w:i/>
        </w:rPr>
        <w:t>t</w:t>
      </w:r>
      <w:r w:rsidR="00577E40">
        <w:t xml:space="preserve"> test are reported as </w:t>
      </w:r>
      <w:r w:rsidR="00577E40">
        <w:rPr>
          <w:i/>
        </w:rPr>
        <w:t>t</w:t>
      </w:r>
      <w:r w:rsidR="00577E40">
        <w:t xml:space="preserve">(44) = </w:t>
      </w:r>
      <w:r w:rsidR="00030465">
        <w:t>−</w:t>
      </w:r>
      <w:r w:rsidR="00577E40">
        <w:t xml:space="preserve">3.35, </w:t>
      </w:r>
      <w:r w:rsidR="00577E40">
        <w:rPr>
          <w:i/>
        </w:rPr>
        <w:t>p</w:t>
      </w:r>
      <w:r w:rsidR="00577E40">
        <w:t xml:space="preserve"> &lt; .001, </w:t>
      </w:r>
      <w:r w:rsidR="00577E40">
        <w:rPr>
          <w:i/>
        </w:rPr>
        <w:t>d</w:t>
      </w:r>
      <w:r w:rsidR="00577E40">
        <w:t xml:space="preserve"> = </w:t>
      </w:r>
      <w:r w:rsidR="00030465">
        <w:t>−</w:t>
      </w:r>
      <w:r w:rsidR="00577E40">
        <w:t>0.50.</w:t>
      </w:r>
      <w:r w:rsidR="00E87ACF">
        <w:t xml:space="preserve"> Describe the effect size for this study.</w:t>
      </w:r>
    </w:p>
    <w:p w14:paraId="4DC0CFA7" w14:textId="77777777" w:rsidR="00686ACD" w:rsidRDefault="00030465" w:rsidP="005200C9">
      <w:pPr>
        <w:pStyle w:val="Choice"/>
      </w:pPr>
      <w:r>
        <w:t>A</w:t>
      </w:r>
      <w:r w:rsidR="00686ACD">
        <w:t xml:space="preserve">. </w:t>
      </w:r>
      <w:r w:rsidR="00092BF5">
        <w:t>small</w:t>
      </w:r>
    </w:p>
    <w:p w14:paraId="78EB1BAC" w14:textId="77777777" w:rsidR="00686ACD" w:rsidRDefault="00030465" w:rsidP="005200C9">
      <w:pPr>
        <w:pStyle w:val="Choice"/>
      </w:pPr>
      <w:r>
        <w:t>B</w:t>
      </w:r>
      <w:r w:rsidR="00686ACD">
        <w:t xml:space="preserve">. </w:t>
      </w:r>
      <w:r w:rsidR="00092BF5">
        <w:t xml:space="preserve">small </w:t>
      </w:r>
      <w:r w:rsidR="00700884">
        <w:t xml:space="preserve">to </w:t>
      </w:r>
      <w:r w:rsidR="00092BF5">
        <w:t>medium</w:t>
      </w:r>
    </w:p>
    <w:p w14:paraId="6E9185CD" w14:textId="77777777" w:rsidR="00686ACD" w:rsidRDefault="00700884" w:rsidP="005200C9">
      <w:pPr>
        <w:pStyle w:val="Choice"/>
      </w:pPr>
      <w:r>
        <w:t>*</w:t>
      </w:r>
      <w:r w:rsidR="00030465">
        <w:t>C</w:t>
      </w:r>
      <w:r w:rsidR="00686ACD">
        <w:t xml:space="preserve">. </w:t>
      </w:r>
      <w:r w:rsidR="00092BF5">
        <w:t>medium</w:t>
      </w:r>
    </w:p>
    <w:p w14:paraId="5FC6EE1A" w14:textId="77777777" w:rsidR="00686ACD" w:rsidRDefault="00030465" w:rsidP="005200C9">
      <w:pPr>
        <w:pStyle w:val="Choice"/>
      </w:pPr>
      <w:r>
        <w:t>D</w:t>
      </w:r>
      <w:r w:rsidR="00686ACD">
        <w:t xml:space="preserve">. </w:t>
      </w:r>
      <w:r w:rsidR="00092BF5">
        <w:t xml:space="preserve">medium </w:t>
      </w:r>
      <w:r w:rsidR="00700884">
        <w:t xml:space="preserve">to </w:t>
      </w:r>
      <w:r w:rsidR="00092BF5">
        <w:t>large</w:t>
      </w:r>
    </w:p>
    <w:p w14:paraId="6DA9332F" w14:textId="77777777" w:rsidR="00700884" w:rsidRDefault="006C0CDE" w:rsidP="005200C9">
      <w:pPr>
        <w:pStyle w:val="Choice"/>
      </w:pPr>
      <w:r>
        <w:t>E</w:t>
      </w:r>
      <w:r w:rsidR="00700884">
        <w:t>. Large</w:t>
      </w:r>
    </w:p>
    <w:p w14:paraId="0F1D86D1" w14:textId="77777777" w:rsidR="00686ACD" w:rsidRDefault="00686ACD" w:rsidP="005200C9">
      <w:pPr>
        <w:pStyle w:val="Type"/>
      </w:pPr>
      <w:r>
        <w:t xml:space="preserve">Learning Objective: </w:t>
      </w:r>
      <w:r w:rsidR="006532A9">
        <w:t xml:space="preserve">7-8: </w:t>
      </w:r>
      <w:r w:rsidR="00B45D87" w:rsidRPr="00926735">
        <w:t>Compute and interpret an effect size (</w:t>
      </w:r>
      <w:r w:rsidR="00B45D87" w:rsidRPr="00926735">
        <w:rPr>
          <w:i/>
          <w:iCs/>
        </w:rPr>
        <w:t>d</w:t>
      </w:r>
      <w:r w:rsidR="00B45D87" w:rsidRPr="00926735">
        <w:t>)</w:t>
      </w:r>
      <w:r w:rsidR="0054306E">
        <w:t>.</w:t>
      </w:r>
    </w:p>
    <w:p w14:paraId="7AC9B366" w14:textId="77777777" w:rsidR="00686ACD" w:rsidRDefault="00686ACD" w:rsidP="005200C9">
      <w:pPr>
        <w:pStyle w:val="Type"/>
      </w:pPr>
      <w:r>
        <w:t>Cognitive Domain:</w:t>
      </w:r>
      <w:r w:rsidR="00B45D87">
        <w:t xml:space="preserve"> Application</w:t>
      </w:r>
    </w:p>
    <w:p w14:paraId="26F44817" w14:textId="77777777" w:rsidR="00686ACD" w:rsidRDefault="00686ACD" w:rsidP="005200C9">
      <w:pPr>
        <w:pStyle w:val="Type"/>
      </w:pPr>
      <w:r>
        <w:t>Answer Location:</w:t>
      </w:r>
      <w:r w:rsidR="00B45D87">
        <w:t xml:space="preserve"> Step 5: Compute an Effect Size and Describe It</w:t>
      </w:r>
    </w:p>
    <w:p w14:paraId="0230F45B" w14:textId="4FC1E0EE" w:rsidR="00953B33" w:rsidRDefault="00686ACD" w:rsidP="005200C9">
      <w:pPr>
        <w:pStyle w:val="Question"/>
      </w:pPr>
      <w:r>
        <w:t xml:space="preserve">8. </w:t>
      </w:r>
      <w:r w:rsidR="007A5EB1">
        <w:t xml:space="preserve">A random sample of 40 parents completed a </w:t>
      </w:r>
      <w:r w:rsidR="00C643EE">
        <w:t xml:space="preserve">questionnaire about gun safety laws in the United States. Responses ranged from 1 to 5, with 5 indicating more agreement that gun safety laws should be more strict. </w:t>
      </w:r>
      <w:r w:rsidR="00F24082">
        <w:t xml:space="preserve">The general public had a mean of 3.2. The sample of 40 parents had a mean of 3.8 and a standard deviation of about 1.22. </w:t>
      </w:r>
      <w:r w:rsidR="00953B33">
        <w:t>You plan to t</w:t>
      </w:r>
      <w:r w:rsidR="00F24082">
        <w:t xml:space="preserve">est whether the mean for </w:t>
      </w:r>
      <w:r w:rsidR="00DB7787">
        <w:t xml:space="preserve">the </w:t>
      </w:r>
      <w:r w:rsidR="00F24082">
        <w:t>sample of parents is higher than 3.8.</w:t>
      </w:r>
      <w:r w:rsidR="005200C9">
        <w:t xml:space="preserve"> </w:t>
      </w:r>
      <w:r w:rsidR="00953B33">
        <w:t>What is the null hypothesis for this study?</w:t>
      </w:r>
    </w:p>
    <w:p w14:paraId="2B1B0A92" w14:textId="2682894F" w:rsidR="00686ACD" w:rsidRPr="00BB068A" w:rsidRDefault="001135F6" w:rsidP="005200C9">
      <w:pPr>
        <w:pStyle w:val="Choice"/>
      </w:pPr>
      <w:r w:rsidRPr="00BB068A">
        <w:t>A</w:t>
      </w:r>
      <w:r w:rsidR="00BB068A" w:rsidRPr="00BB068A">
        <w:t xml:space="preserve">. </w:t>
      </w:r>
      <w:r w:rsidR="00BB068A" w:rsidRPr="00BB068A">
        <w:rPr>
          <w:rFonts w:ascii="Times New Roman" w:hAnsi="Times New Roman"/>
        </w:rPr>
        <w:t>µ</w:t>
      </w:r>
      <w:r w:rsidR="00BB068A" w:rsidRPr="00BB068A">
        <w:t xml:space="preserve"> &gt; </w:t>
      </w:r>
      <w:r w:rsidR="00953B33" w:rsidRPr="00BB068A">
        <w:t>3.</w:t>
      </w:r>
      <w:r w:rsidR="00D408E0" w:rsidRPr="00BB068A">
        <w:t>8</w:t>
      </w:r>
    </w:p>
    <w:p w14:paraId="47714FC5" w14:textId="63C648D7" w:rsidR="00686ACD" w:rsidRPr="00BB068A" w:rsidRDefault="001135F6" w:rsidP="005200C9">
      <w:pPr>
        <w:pStyle w:val="Choice"/>
      </w:pPr>
      <w:r w:rsidRPr="00BB068A">
        <w:t>B</w:t>
      </w:r>
      <w:r w:rsidR="00BB068A">
        <w:t xml:space="preserve">. </w:t>
      </w:r>
      <w:r w:rsidR="00BB068A">
        <w:rPr>
          <w:rFonts w:ascii="Times New Roman" w:hAnsi="Times New Roman"/>
        </w:rPr>
        <w:t>µ</w:t>
      </w:r>
      <w:r w:rsidR="00BB068A">
        <w:t xml:space="preserve"> &gt; </w:t>
      </w:r>
      <w:r w:rsidR="00D408E0" w:rsidRPr="00BB068A">
        <w:t>3.2</w:t>
      </w:r>
    </w:p>
    <w:p w14:paraId="610E030B" w14:textId="4CF96DDF" w:rsidR="00686ACD" w:rsidRPr="00BB068A" w:rsidRDefault="001135F6" w:rsidP="005200C9">
      <w:pPr>
        <w:pStyle w:val="Choice"/>
      </w:pPr>
      <w:r w:rsidRPr="00BB068A">
        <w:t>C</w:t>
      </w:r>
      <w:r w:rsidR="00686ACD" w:rsidRPr="00BB068A">
        <w:t xml:space="preserve">. </w:t>
      </w:r>
      <w:r w:rsidR="006B4930" w:rsidRPr="00BB068A">
        <w:rPr>
          <w:rFonts w:ascii="Times New Roman" w:hAnsi="Times New Roman"/>
        </w:rPr>
        <w:t>µ</w:t>
      </w:r>
      <w:r w:rsidR="00D408E0" w:rsidRPr="00BB068A">
        <w:t xml:space="preserve"> = 3.8</w:t>
      </w:r>
    </w:p>
    <w:p w14:paraId="7197ABF6" w14:textId="445AA3BA" w:rsidR="00686ACD" w:rsidRPr="00BB068A" w:rsidRDefault="00D408E0" w:rsidP="005200C9">
      <w:pPr>
        <w:pStyle w:val="Choice"/>
      </w:pPr>
      <w:r w:rsidRPr="00BB068A">
        <w:t>*</w:t>
      </w:r>
      <w:r w:rsidR="001135F6" w:rsidRPr="00BB068A">
        <w:t>D</w:t>
      </w:r>
      <w:r w:rsidR="00686ACD" w:rsidRPr="00BB068A">
        <w:t xml:space="preserve">. </w:t>
      </w:r>
      <w:r w:rsidR="006B4930" w:rsidRPr="00BB068A">
        <w:rPr>
          <w:rFonts w:ascii="Times New Roman" w:hAnsi="Times New Roman"/>
        </w:rPr>
        <w:t>µ</w:t>
      </w:r>
      <w:r w:rsidRPr="00BB068A">
        <w:t xml:space="preserve"> = 3.2</w:t>
      </w:r>
    </w:p>
    <w:p w14:paraId="62ACFCF1" w14:textId="77777777" w:rsidR="00686ACD" w:rsidRPr="00BB068A" w:rsidRDefault="00686ACD" w:rsidP="005200C9">
      <w:pPr>
        <w:pStyle w:val="Type"/>
      </w:pPr>
      <w:r w:rsidRPr="00BB068A">
        <w:t xml:space="preserve">Learning Objective: </w:t>
      </w:r>
      <w:r w:rsidR="001135F6" w:rsidRPr="00BB068A">
        <w:t xml:space="preserve">7-6: </w:t>
      </w:r>
      <w:r w:rsidR="004E5801" w:rsidRPr="00BB068A">
        <w:t xml:space="preserve">Compute a single-sample </w:t>
      </w:r>
      <w:r w:rsidR="004E5801" w:rsidRPr="00BB068A">
        <w:rPr>
          <w:i/>
          <w:iCs/>
        </w:rPr>
        <w:t xml:space="preserve">t </w:t>
      </w:r>
      <w:r w:rsidR="004E5801" w:rsidRPr="00BB068A">
        <w:t>by hand and using SPSS</w:t>
      </w:r>
      <w:r w:rsidR="00533E38" w:rsidRPr="00BB068A">
        <w:t>.</w:t>
      </w:r>
    </w:p>
    <w:p w14:paraId="21709E11" w14:textId="77777777" w:rsidR="00686ACD" w:rsidRPr="00BB068A" w:rsidRDefault="00686ACD" w:rsidP="005200C9">
      <w:pPr>
        <w:pStyle w:val="Type"/>
      </w:pPr>
      <w:r w:rsidRPr="00BB068A">
        <w:t>Cognitive Domain:</w:t>
      </w:r>
      <w:r w:rsidR="0005142A" w:rsidRPr="00BB068A">
        <w:t xml:space="preserve"> Application</w:t>
      </w:r>
    </w:p>
    <w:p w14:paraId="786CB6F5" w14:textId="77777777" w:rsidR="00686ACD" w:rsidRPr="00BB068A" w:rsidRDefault="00686ACD" w:rsidP="005200C9">
      <w:pPr>
        <w:pStyle w:val="Type"/>
      </w:pPr>
      <w:r w:rsidRPr="00BB068A">
        <w:t>Answer Location:</w:t>
      </w:r>
      <w:r w:rsidR="0005142A" w:rsidRPr="00BB068A">
        <w:t xml:space="preserve"> One-Tailed Single</w:t>
      </w:r>
      <w:r w:rsidR="000A4459" w:rsidRPr="00BB068A">
        <w:t>-</w:t>
      </w:r>
      <w:r w:rsidR="0005142A" w:rsidRPr="00BB068A">
        <w:t xml:space="preserve">Sample </w:t>
      </w:r>
      <w:r w:rsidR="0005142A" w:rsidRPr="00BB068A">
        <w:rPr>
          <w:i/>
        </w:rPr>
        <w:t>t</w:t>
      </w:r>
      <w:r w:rsidR="001135F6" w:rsidRPr="00BB068A">
        <w:t xml:space="preserve"> </w:t>
      </w:r>
      <w:r w:rsidR="00EF7063" w:rsidRPr="00BB068A">
        <w:t xml:space="preserve">Test </w:t>
      </w:r>
      <w:r w:rsidR="0005142A" w:rsidRPr="00BB068A">
        <w:t>Example</w:t>
      </w:r>
    </w:p>
    <w:p w14:paraId="759174CF" w14:textId="2520583F" w:rsidR="00BC005F" w:rsidRPr="00BB068A" w:rsidRDefault="00686ACD" w:rsidP="005200C9">
      <w:pPr>
        <w:pStyle w:val="Question"/>
      </w:pPr>
      <w:r w:rsidRPr="00BB068A">
        <w:t>9</w:t>
      </w:r>
      <w:r w:rsidR="00660787" w:rsidRPr="00BB068A">
        <w:t>.</w:t>
      </w:r>
      <w:r w:rsidR="00BC005F" w:rsidRPr="00BB068A">
        <w:t xml:space="preserve"> </w:t>
      </w:r>
      <w:r w:rsidR="007A5EB1" w:rsidRPr="00BB068A">
        <w:t xml:space="preserve">A random sample of 40 parents completed a </w:t>
      </w:r>
      <w:r w:rsidR="00BC005F" w:rsidRPr="00BB068A">
        <w:t xml:space="preserve">questionnaire about gun safety laws in the United States. Responses ranged from 1 to 5, with 5 indicating more agreement that gun safety laws should be more strict. The general public had a mean of 3.2. The sample of 40 parents had a mean of 3.8 and a standard deviation of about 1.22. You plan to test whether the mean for </w:t>
      </w:r>
      <w:r w:rsidR="003B2B31" w:rsidRPr="00BB068A">
        <w:t xml:space="preserve">the </w:t>
      </w:r>
      <w:r w:rsidR="00BC005F" w:rsidRPr="00BB068A">
        <w:t>sample of parents is higher than 3.8.</w:t>
      </w:r>
      <w:r w:rsidR="005200C9" w:rsidRPr="00BB068A">
        <w:t xml:space="preserve"> </w:t>
      </w:r>
      <w:r w:rsidR="00BC005F" w:rsidRPr="00BB068A">
        <w:t>What is the research hypothesis for this study?</w:t>
      </w:r>
    </w:p>
    <w:p w14:paraId="683B2EA5" w14:textId="1702D242" w:rsidR="00BC005F" w:rsidRDefault="00BF1E79" w:rsidP="005200C9">
      <w:pPr>
        <w:pStyle w:val="Choice"/>
      </w:pPr>
      <w:r w:rsidRPr="00BB068A">
        <w:t>A</w:t>
      </w:r>
      <w:r w:rsidR="00BB068A" w:rsidRPr="00BB068A">
        <w:t xml:space="preserve">. </w:t>
      </w:r>
      <w:r w:rsidR="00BB068A" w:rsidRPr="00BB068A">
        <w:rPr>
          <w:rFonts w:ascii="Times New Roman" w:hAnsi="Times New Roman"/>
        </w:rPr>
        <w:t>µ</w:t>
      </w:r>
      <w:r w:rsidR="00BB068A" w:rsidRPr="00BB068A">
        <w:t xml:space="preserve"> &gt; </w:t>
      </w:r>
      <w:r w:rsidR="00BC005F" w:rsidRPr="00BB068A">
        <w:t>3.2</w:t>
      </w:r>
    </w:p>
    <w:p w14:paraId="41795D1D" w14:textId="1F09FB50" w:rsidR="00BC005F" w:rsidRDefault="00D408E0" w:rsidP="005200C9">
      <w:pPr>
        <w:pStyle w:val="Choice"/>
      </w:pPr>
      <w:r>
        <w:lastRenderedPageBreak/>
        <w:t>*</w:t>
      </w:r>
      <w:r w:rsidR="00BF1E79">
        <w:t>B</w:t>
      </w:r>
      <w:r w:rsidR="00BC005F">
        <w:t xml:space="preserve">. </w:t>
      </w:r>
      <w:r w:rsidR="006B4930">
        <w:rPr>
          <w:rFonts w:ascii="Times New Roman" w:hAnsi="Times New Roman"/>
        </w:rPr>
        <w:t>µ</w:t>
      </w:r>
      <w:r w:rsidR="00BC005F">
        <w:t xml:space="preserve"> &gt; 3.8</w:t>
      </w:r>
    </w:p>
    <w:p w14:paraId="67F5EDF6" w14:textId="23553528" w:rsidR="00BC005F" w:rsidRDefault="00BF1E79" w:rsidP="005200C9">
      <w:pPr>
        <w:pStyle w:val="Choice"/>
      </w:pPr>
      <w:r>
        <w:t>C</w:t>
      </w:r>
      <w:r w:rsidR="00BC005F">
        <w:t xml:space="preserve">. </w:t>
      </w:r>
      <w:r w:rsidR="006B4930">
        <w:rPr>
          <w:rFonts w:ascii="Times New Roman" w:hAnsi="Times New Roman"/>
        </w:rPr>
        <w:t>µ</w:t>
      </w:r>
      <w:r w:rsidR="00BC005F">
        <w:t xml:space="preserve"> = 3.2</w:t>
      </w:r>
    </w:p>
    <w:p w14:paraId="60B6DAB2" w14:textId="68B000DF" w:rsidR="00BC005F" w:rsidRDefault="00BF1E79" w:rsidP="005200C9">
      <w:pPr>
        <w:pStyle w:val="Choice"/>
      </w:pPr>
      <w:r>
        <w:t>D</w:t>
      </w:r>
      <w:r w:rsidR="00BC005F">
        <w:t xml:space="preserve">. </w:t>
      </w:r>
      <w:r w:rsidR="006B4930">
        <w:rPr>
          <w:rFonts w:ascii="Times New Roman" w:hAnsi="Times New Roman"/>
        </w:rPr>
        <w:t>µ</w:t>
      </w:r>
      <w:r w:rsidR="00BC005F">
        <w:t xml:space="preserve"> = 3.8</w:t>
      </w:r>
    </w:p>
    <w:p w14:paraId="61F0C0D2" w14:textId="77777777" w:rsidR="00BC005F" w:rsidRDefault="00BC005F" w:rsidP="005200C9">
      <w:pPr>
        <w:pStyle w:val="Type"/>
      </w:pPr>
      <w:r>
        <w:t xml:space="preserve">Learning Objective: </w:t>
      </w:r>
      <w:r w:rsidR="00BF1E79">
        <w:t xml:space="preserve">7-6: </w:t>
      </w:r>
      <w:r w:rsidRPr="00926735">
        <w:t xml:space="preserve">Compute a single-sample </w:t>
      </w:r>
      <w:r w:rsidRPr="00926735">
        <w:rPr>
          <w:i/>
          <w:iCs/>
        </w:rPr>
        <w:t xml:space="preserve">t </w:t>
      </w:r>
      <w:r w:rsidRPr="00926735">
        <w:t>by hand and using SPSS</w:t>
      </w:r>
      <w:r w:rsidR="001F229A">
        <w:t>.</w:t>
      </w:r>
    </w:p>
    <w:p w14:paraId="6C22102D" w14:textId="77777777" w:rsidR="00BC005F" w:rsidRDefault="00BC005F" w:rsidP="005200C9">
      <w:pPr>
        <w:pStyle w:val="Type"/>
      </w:pPr>
      <w:r>
        <w:t>Cognitive Domain: Application</w:t>
      </w:r>
    </w:p>
    <w:p w14:paraId="71D39105" w14:textId="77777777" w:rsidR="00BC005F" w:rsidRDefault="00BC005F" w:rsidP="005200C9">
      <w:pPr>
        <w:pStyle w:val="Type"/>
      </w:pPr>
      <w:r>
        <w:t>Answer Location: One-Tailed Single</w:t>
      </w:r>
      <w:r w:rsidR="000A4459">
        <w:t>-</w:t>
      </w:r>
      <w:r>
        <w:t xml:space="preserve">Sample </w:t>
      </w:r>
      <w:r w:rsidRPr="003A52E4">
        <w:rPr>
          <w:i/>
        </w:rPr>
        <w:t>t</w:t>
      </w:r>
      <w:r w:rsidR="00BF1E79">
        <w:t xml:space="preserve"> </w:t>
      </w:r>
      <w:r w:rsidR="00EF7063">
        <w:t xml:space="preserve">Test </w:t>
      </w:r>
      <w:r>
        <w:t>Example</w:t>
      </w:r>
    </w:p>
    <w:p w14:paraId="3874390C" w14:textId="59411909" w:rsidR="00461B0E" w:rsidRDefault="00686ACD" w:rsidP="005200C9">
      <w:pPr>
        <w:pStyle w:val="Question"/>
      </w:pPr>
      <w:r>
        <w:t xml:space="preserve">10. </w:t>
      </w:r>
      <w:r w:rsidR="007A5EB1">
        <w:t xml:space="preserve">A random sample of 40 parents completed a </w:t>
      </w:r>
      <w:r w:rsidR="00461B0E">
        <w:t xml:space="preserve">questionnaire about gun safety laws in the United States. Responses ranged from 1 to 5, with 5 indicating more agreement that gun safety laws should be more strict. The general public had a mean of 3.2. The sample of 40 parents had a mean of 3.8 and a standard deviation of about 1.22. You plan to test whether the mean for </w:t>
      </w:r>
      <w:r w:rsidR="0004520D">
        <w:t xml:space="preserve">the </w:t>
      </w:r>
      <w:r w:rsidR="00461B0E">
        <w:t>sample of parents is higher than 3.8.</w:t>
      </w:r>
      <w:r w:rsidR="005200C9">
        <w:t xml:space="preserve"> </w:t>
      </w:r>
      <w:r w:rsidR="00461B0E">
        <w:t>What are the degrees of freedom for this study?</w:t>
      </w:r>
    </w:p>
    <w:p w14:paraId="5DBD62EA" w14:textId="77777777" w:rsidR="00686ACD" w:rsidRDefault="00BF1E79" w:rsidP="005200C9">
      <w:pPr>
        <w:pStyle w:val="Choice"/>
      </w:pPr>
      <w:r>
        <w:t>A</w:t>
      </w:r>
      <w:r w:rsidR="00686ACD">
        <w:t xml:space="preserve">. </w:t>
      </w:r>
      <w:r w:rsidR="0070595A">
        <w:t>38</w:t>
      </w:r>
    </w:p>
    <w:p w14:paraId="458897E1" w14:textId="77777777" w:rsidR="00686ACD" w:rsidRDefault="0070595A" w:rsidP="005200C9">
      <w:pPr>
        <w:pStyle w:val="Choice"/>
      </w:pPr>
      <w:r>
        <w:t>*</w:t>
      </w:r>
      <w:r w:rsidR="00BF1E79">
        <w:t>B</w:t>
      </w:r>
      <w:r w:rsidR="00686ACD">
        <w:t xml:space="preserve">. </w:t>
      </w:r>
      <w:r>
        <w:t>39</w:t>
      </w:r>
    </w:p>
    <w:p w14:paraId="243769A8" w14:textId="77777777" w:rsidR="00686ACD" w:rsidRDefault="00BF1E79" w:rsidP="005200C9">
      <w:pPr>
        <w:pStyle w:val="Choice"/>
      </w:pPr>
      <w:r>
        <w:t>C</w:t>
      </w:r>
      <w:r w:rsidR="00686ACD">
        <w:t xml:space="preserve">. </w:t>
      </w:r>
      <w:r w:rsidR="0070595A">
        <w:t>40</w:t>
      </w:r>
    </w:p>
    <w:p w14:paraId="7CDD207A" w14:textId="77777777" w:rsidR="00686ACD" w:rsidRDefault="00BF1E79" w:rsidP="005200C9">
      <w:pPr>
        <w:pStyle w:val="Choice"/>
      </w:pPr>
      <w:r>
        <w:t>D</w:t>
      </w:r>
      <w:r w:rsidR="00686ACD">
        <w:t xml:space="preserve">. </w:t>
      </w:r>
      <w:r w:rsidR="0070595A">
        <w:t>41</w:t>
      </w:r>
    </w:p>
    <w:p w14:paraId="4A33EF57" w14:textId="77777777" w:rsidR="00686ACD" w:rsidRDefault="00686ACD" w:rsidP="005200C9">
      <w:pPr>
        <w:pStyle w:val="Type"/>
      </w:pPr>
      <w:r>
        <w:t xml:space="preserve">Learning Objective: </w:t>
      </w:r>
      <w:r w:rsidR="00BF1E79">
        <w:t xml:space="preserve">7-6: </w:t>
      </w:r>
      <w:r w:rsidR="00215A7A" w:rsidRPr="00926735">
        <w:t xml:space="preserve">Compute a single-sample </w:t>
      </w:r>
      <w:r w:rsidR="00215A7A" w:rsidRPr="00926735">
        <w:rPr>
          <w:i/>
          <w:iCs/>
        </w:rPr>
        <w:t xml:space="preserve">t </w:t>
      </w:r>
      <w:r w:rsidR="00215A7A" w:rsidRPr="00926735">
        <w:t>by hand and using SPSS</w:t>
      </w:r>
      <w:r w:rsidR="000867D4">
        <w:t>.</w:t>
      </w:r>
    </w:p>
    <w:p w14:paraId="4571C2BC" w14:textId="77777777" w:rsidR="00686ACD" w:rsidRDefault="00686ACD" w:rsidP="005200C9">
      <w:pPr>
        <w:pStyle w:val="Type"/>
      </w:pPr>
      <w:r>
        <w:t>Cognitive Domain:</w:t>
      </w:r>
      <w:r w:rsidR="00830E7B">
        <w:t xml:space="preserve"> Application</w:t>
      </w:r>
    </w:p>
    <w:p w14:paraId="38486FE1" w14:textId="77777777" w:rsidR="00830E7B" w:rsidRDefault="00686ACD" w:rsidP="005200C9">
      <w:pPr>
        <w:pStyle w:val="Type"/>
      </w:pPr>
      <w:r>
        <w:t>Answer Location:</w:t>
      </w:r>
      <w:r w:rsidR="00830E7B">
        <w:t xml:space="preserve"> One-Tailed Single</w:t>
      </w:r>
      <w:r w:rsidR="000A4459">
        <w:t>-</w:t>
      </w:r>
      <w:r w:rsidR="00830E7B">
        <w:t>Samp</w:t>
      </w:r>
      <w:r w:rsidR="00146DD4">
        <w:t xml:space="preserve">le </w:t>
      </w:r>
      <w:r w:rsidR="00146DD4" w:rsidRPr="003A52E4">
        <w:rPr>
          <w:i/>
        </w:rPr>
        <w:t>t</w:t>
      </w:r>
      <w:r w:rsidR="00BF1E79">
        <w:t xml:space="preserve"> </w:t>
      </w:r>
      <w:r w:rsidR="00EF7063">
        <w:t>T</w:t>
      </w:r>
      <w:r w:rsidR="00146DD4">
        <w:t>est Example</w:t>
      </w:r>
    </w:p>
    <w:p w14:paraId="5CC83D14" w14:textId="7C9481BC" w:rsidR="00855133" w:rsidRPr="00025F1D" w:rsidRDefault="00686ACD" w:rsidP="005200C9">
      <w:pPr>
        <w:pStyle w:val="Question"/>
      </w:pPr>
      <w:r>
        <w:t xml:space="preserve">11. </w:t>
      </w:r>
      <w:r w:rsidR="00855133">
        <w:t>A random sample of 40 parents complete</w:t>
      </w:r>
      <w:r w:rsidR="006D28A2">
        <w:t>d</w:t>
      </w:r>
      <w:r w:rsidR="00855133">
        <w:t xml:space="preserve"> a questionnaire about gun safety laws in the United States. Responses ranged from 1 to 5, with 5 indicating more agreement that gun safety laws should be more strict. The general public had a mean of 3.2. The sample of 40 parents had a mean of 3.8 and a standard deviation of about 1.22. You plan to test whether the mean for </w:t>
      </w:r>
      <w:r w:rsidR="00323303">
        <w:t xml:space="preserve">the </w:t>
      </w:r>
      <w:r w:rsidR="00855133">
        <w:t>sample of parents is higher than 3.8.</w:t>
      </w:r>
      <w:r w:rsidR="005200C9">
        <w:t xml:space="preserve"> </w:t>
      </w:r>
      <w:r w:rsidR="00025F1D">
        <w:t xml:space="preserve">Set alpha </w:t>
      </w:r>
      <w:r w:rsidR="00025F1D" w:rsidRPr="00544EDD">
        <w:rPr>
          <w:highlight w:val="yellow"/>
        </w:rPr>
        <w:t>at</w:t>
      </w:r>
      <w:r w:rsidR="00855133" w:rsidRPr="00544EDD">
        <w:rPr>
          <w:highlight w:val="yellow"/>
        </w:rPr>
        <w:t xml:space="preserve"> </w:t>
      </w:r>
      <w:r w:rsidR="006B4930" w:rsidRPr="00544EDD">
        <w:rPr>
          <w:rFonts w:ascii="Times New Roman" w:hAnsi="Times New Roman"/>
          <w:highlight w:val="yellow"/>
        </w:rPr>
        <w:t>α</w:t>
      </w:r>
      <w:r w:rsidR="00855133" w:rsidRPr="00544EDD">
        <w:rPr>
          <w:rFonts w:ascii="Symbol" w:hAnsi="Symbol"/>
          <w:highlight w:val="yellow"/>
        </w:rPr>
        <w:t></w:t>
      </w:r>
      <w:r w:rsidR="00855133" w:rsidRPr="00544EDD">
        <w:rPr>
          <w:highlight w:val="yellow"/>
        </w:rPr>
        <w:t>= .05</w:t>
      </w:r>
      <w:r w:rsidR="00025F1D">
        <w:t xml:space="preserve">, and find the </w:t>
      </w:r>
      <w:r w:rsidR="00025F1D">
        <w:rPr>
          <w:i/>
        </w:rPr>
        <w:t>t</w:t>
      </w:r>
      <w:r w:rsidR="00025F1D">
        <w:t xml:space="preserve"> critical va</w:t>
      </w:r>
      <w:r w:rsidR="00F822DC">
        <w:t>lue needed for this study.</w:t>
      </w:r>
    </w:p>
    <w:p w14:paraId="08DC184A" w14:textId="77777777" w:rsidR="00686ACD" w:rsidRDefault="00EF7063" w:rsidP="005200C9">
      <w:pPr>
        <w:pStyle w:val="Choice"/>
      </w:pPr>
      <w:r>
        <w:t>A</w:t>
      </w:r>
      <w:r w:rsidR="00686ACD">
        <w:t xml:space="preserve">. </w:t>
      </w:r>
      <w:r w:rsidR="005233A8">
        <w:t>1.6</w:t>
      </w:r>
      <w:r w:rsidR="00BF139B">
        <w:t>829</w:t>
      </w:r>
    </w:p>
    <w:p w14:paraId="7E9C7132" w14:textId="77777777" w:rsidR="00686ACD" w:rsidRDefault="00EF7063" w:rsidP="005200C9">
      <w:pPr>
        <w:pStyle w:val="Choice"/>
      </w:pPr>
      <w:r>
        <w:t>B</w:t>
      </w:r>
      <w:r w:rsidR="00686ACD">
        <w:t xml:space="preserve">. </w:t>
      </w:r>
      <w:r w:rsidR="005233A8">
        <w:t>1.6860</w:t>
      </w:r>
    </w:p>
    <w:p w14:paraId="52AF92B5" w14:textId="77777777" w:rsidR="00686ACD" w:rsidRDefault="00EF7063" w:rsidP="005200C9">
      <w:pPr>
        <w:pStyle w:val="Choice"/>
      </w:pPr>
      <w:r>
        <w:t>C</w:t>
      </w:r>
      <w:r w:rsidR="00686ACD">
        <w:t xml:space="preserve">. </w:t>
      </w:r>
      <w:r w:rsidR="005233A8">
        <w:t>2.4258</w:t>
      </w:r>
    </w:p>
    <w:p w14:paraId="349C1A39" w14:textId="77777777" w:rsidR="00686ACD" w:rsidRDefault="005233A8" w:rsidP="005200C9">
      <w:pPr>
        <w:pStyle w:val="Choice"/>
      </w:pPr>
      <w:r>
        <w:t>*</w:t>
      </w:r>
      <w:r w:rsidR="00EF7063">
        <w:t>D</w:t>
      </w:r>
      <w:r w:rsidR="00686ACD">
        <w:t xml:space="preserve">. </w:t>
      </w:r>
      <w:r>
        <w:t>1.6849</w:t>
      </w:r>
    </w:p>
    <w:p w14:paraId="63A6C8D5" w14:textId="77777777" w:rsidR="005233A8" w:rsidRDefault="00686ACD" w:rsidP="005200C9">
      <w:pPr>
        <w:pStyle w:val="Type"/>
      </w:pPr>
      <w:r>
        <w:t xml:space="preserve">Learning Objective: </w:t>
      </w:r>
      <w:r w:rsidR="00EF7063">
        <w:t xml:space="preserve">7-6: </w:t>
      </w:r>
      <w:r w:rsidR="005233A8" w:rsidRPr="00926735">
        <w:t xml:space="preserve">Compute a single-sample </w:t>
      </w:r>
      <w:r w:rsidR="005233A8" w:rsidRPr="00926735">
        <w:rPr>
          <w:i/>
          <w:iCs/>
        </w:rPr>
        <w:t xml:space="preserve">t </w:t>
      </w:r>
      <w:r w:rsidR="005233A8" w:rsidRPr="00926735">
        <w:t>by hand and using SPSS</w:t>
      </w:r>
      <w:r w:rsidR="000A4459">
        <w:t>.</w:t>
      </w:r>
    </w:p>
    <w:p w14:paraId="10738233" w14:textId="77777777" w:rsidR="00686ACD" w:rsidRDefault="00686ACD" w:rsidP="005200C9">
      <w:pPr>
        <w:pStyle w:val="Type"/>
      </w:pPr>
      <w:r>
        <w:t>Cognitive Domain:</w:t>
      </w:r>
      <w:r w:rsidR="00F42CB4">
        <w:t xml:space="preserve"> Application</w:t>
      </w:r>
    </w:p>
    <w:p w14:paraId="3A56AACE" w14:textId="77777777" w:rsidR="00686ACD" w:rsidRDefault="00686ACD" w:rsidP="005200C9">
      <w:pPr>
        <w:pStyle w:val="Type"/>
      </w:pPr>
      <w:r>
        <w:lastRenderedPageBreak/>
        <w:t>Answer Location:</w:t>
      </w:r>
      <w:r w:rsidR="00576045">
        <w:t xml:space="preserve"> One-Tailed Single</w:t>
      </w:r>
      <w:r w:rsidR="000A4459">
        <w:t>-</w:t>
      </w:r>
      <w:r w:rsidR="00576045">
        <w:t xml:space="preserve">Sample </w:t>
      </w:r>
      <w:r w:rsidR="00576045" w:rsidRPr="003A52E4">
        <w:rPr>
          <w:i/>
        </w:rPr>
        <w:t>t</w:t>
      </w:r>
      <w:r w:rsidR="00EF7063">
        <w:t xml:space="preserve"> T</w:t>
      </w:r>
      <w:r w:rsidR="00576045">
        <w:t>est Example</w:t>
      </w:r>
    </w:p>
    <w:p w14:paraId="1661D679" w14:textId="57E5A9A1" w:rsidR="00241E4F" w:rsidRPr="00241E4F" w:rsidRDefault="00686ACD" w:rsidP="005200C9">
      <w:pPr>
        <w:pStyle w:val="Question"/>
      </w:pPr>
      <w:r>
        <w:t xml:space="preserve">12. </w:t>
      </w:r>
      <w:r w:rsidR="007A5EB1">
        <w:t xml:space="preserve">A random sample of 40 parents completed a </w:t>
      </w:r>
      <w:r w:rsidR="00241E4F">
        <w:t xml:space="preserve">questionnaire about gun safety laws in the United States. Responses ranged from 1 to 5, with 5 indicating more agreement that gun safety laws should be more strict. The general public had a mean of 3.2. The sample of 40 parents had a mean of 3.8 and a standard deviation of about 1.22. You plan to test whether the mean for </w:t>
      </w:r>
      <w:r w:rsidR="0066118A">
        <w:t xml:space="preserve">the </w:t>
      </w:r>
      <w:r w:rsidR="00241E4F">
        <w:t>sample of parents is higher than 3.8.</w:t>
      </w:r>
      <w:r w:rsidR="005200C9">
        <w:t xml:space="preserve"> </w:t>
      </w:r>
      <w:r w:rsidR="00241E4F">
        <w:t xml:space="preserve">Compute the </w:t>
      </w:r>
      <w:r w:rsidR="00241E4F">
        <w:rPr>
          <w:i/>
        </w:rPr>
        <w:t>t</w:t>
      </w:r>
      <w:r w:rsidR="00241E4F">
        <w:t xml:space="preserve"> test statistic for this study.</w:t>
      </w:r>
    </w:p>
    <w:p w14:paraId="426D90BC" w14:textId="77777777" w:rsidR="00686ACD" w:rsidRDefault="00A658AE" w:rsidP="005200C9">
      <w:pPr>
        <w:pStyle w:val="Choice"/>
      </w:pPr>
      <w:r>
        <w:t>*</w:t>
      </w:r>
      <w:r w:rsidR="00EF7063">
        <w:t>A</w:t>
      </w:r>
      <w:r w:rsidR="00686ACD">
        <w:t xml:space="preserve">. </w:t>
      </w:r>
      <w:r>
        <w:t>3.11</w:t>
      </w:r>
    </w:p>
    <w:p w14:paraId="00565FA8" w14:textId="77777777" w:rsidR="00686ACD" w:rsidRDefault="00EF7063" w:rsidP="005200C9">
      <w:pPr>
        <w:pStyle w:val="Choice"/>
      </w:pPr>
      <w:r>
        <w:t>B</w:t>
      </w:r>
      <w:r w:rsidR="00686ACD">
        <w:t xml:space="preserve">. </w:t>
      </w:r>
      <w:r w:rsidR="00A658AE">
        <w:t>0.49</w:t>
      </w:r>
    </w:p>
    <w:p w14:paraId="0CA05DF7" w14:textId="77777777" w:rsidR="00686ACD" w:rsidRDefault="00EF7063" w:rsidP="005200C9">
      <w:pPr>
        <w:pStyle w:val="Choice"/>
      </w:pPr>
      <w:r>
        <w:t>C</w:t>
      </w:r>
      <w:r w:rsidR="00686ACD">
        <w:t>.</w:t>
      </w:r>
      <w:r w:rsidR="00A658AE">
        <w:t xml:space="preserve"> 2.62</w:t>
      </w:r>
      <w:r w:rsidR="00686ACD">
        <w:t xml:space="preserve"> </w:t>
      </w:r>
    </w:p>
    <w:p w14:paraId="7F418D77" w14:textId="77777777" w:rsidR="00686ACD" w:rsidRDefault="00EF7063" w:rsidP="005200C9">
      <w:pPr>
        <w:pStyle w:val="Choice"/>
      </w:pPr>
      <w:r>
        <w:t>D</w:t>
      </w:r>
      <w:r w:rsidR="00686ACD">
        <w:t xml:space="preserve">. </w:t>
      </w:r>
      <w:r w:rsidR="00A658AE">
        <w:t>3.73</w:t>
      </w:r>
    </w:p>
    <w:p w14:paraId="10DD1A6A" w14:textId="77777777" w:rsidR="00A658AE" w:rsidRDefault="00686ACD" w:rsidP="005200C9">
      <w:pPr>
        <w:pStyle w:val="Type"/>
      </w:pPr>
      <w:r>
        <w:t xml:space="preserve">Learning Objective: </w:t>
      </w:r>
      <w:r w:rsidR="00EF7063">
        <w:t xml:space="preserve">7-6: </w:t>
      </w:r>
      <w:r w:rsidR="00A658AE" w:rsidRPr="00926735">
        <w:t xml:space="preserve">Compute a single-sample </w:t>
      </w:r>
      <w:r w:rsidR="00A658AE" w:rsidRPr="00926735">
        <w:rPr>
          <w:i/>
          <w:iCs/>
        </w:rPr>
        <w:t xml:space="preserve">t </w:t>
      </w:r>
      <w:r w:rsidR="00A658AE" w:rsidRPr="00926735">
        <w:t>by hand and using SPSS</w:t>
      </w:r>
      <w:r w:rsidR="000A4459">
        <w:t>.</w:t>
      </w:r>
    </w:p>
    <w:p w14:paraId="0D4B195F" w14:textId="77777777" w:rsidR="00686ACD" w:rsidRDefault="00686ACD" w:rsidP="005200C9">
      <w:pPr>
        <w:pStyle w:val="Type"/>
      </w:pPr>
      <w:r>
        <w:t>Cognitive Domain:</w:t>
      </w:r>
      <w:r w:rsidR="001F6CD9">
        <w:t xml:space="preserve"> Application</w:t>
      </w:r>
    </w:p>
    <w:p w14:paraId="15190238" w14:textId="77777777" w:rsidR="001F6CD9" w:rsidRDefault="00686ACD" w:rsidP="005200C9">
      <w:pPr>
        <w:pStyle w:val="Type"/>
      </w:pPr>
      <w:r>
        <w:t>Answer Location:</w:t>
      </w:r>
      <w:r w:rsidR="001F6CD9">
        <w:t xml:space="preserve"> One-Tailed Single</w:t>
      </w:r>
      <w:r w:rsidR="000A4459">
        <w:t>-</w:t>
      </w:r>
      <w:r w:rsidR="001F6CD9">
        <w:t xml:space="preserve">Sample </w:t>
      </w:r>
      <w:r w:rsidR="001F6CD9" w:rsidRPr="003A52E4">
        <w:rPr>
          <w:i/>
        </w:rPr>
        <w:t>t</w:t>
      </w:r>
      <w:r w:rsidR="00EF7063">
        <w:t xml:space="preserve"> T</w:t>
      </w:r>
      <w:r w:rsidR="001F6CD9">
        <w:t>est Example</w:t>
      </w:r>
    </w:p>
    <w:p w14:paraId="18BDF291" w14:textId="10C3C244" w:rsidR="00E14AC5" w:rsidRPr="00E14AC5" w:rsidRDefault="00686ACD" w:rsidP="005200C9">
      <w:pPr>
        <w:pStyle w:val="Question"/>
      </w:pPr>
      <w:r>
        <w:t xml:space="preserve">13. </w:t>
      </w:r>
      <w:r w:rsidR="007A5EB1">
        <w:t xml:space="preserve">A random sample of 40 parents completed a </w:t>
      </w:r>
      <w:r w:rsidR="00E14AC5">
        <w:t xml:space="preserve">questionnaire about gun safety laws in the United States. Responses ranged from 1 to 5, with 5 indicating more agreement that gun safety laws should be more strict. The general public had a mean of 3.2. The sample of 40 parents had a mean of 3.8 and a standard deviation of 1.22. You plan to test whether the mean for </w:t>
      </w:r>
      <w:r w:rsidR="0066118A">
        <w:t xml:space="preserve">the </w:t>
      </w:r>
      <w:r w:rsidR="00E14AC5">
        <w:t>sample of parents is higher than 3.8.</w:t>
      </w:r>
      <w:r w:rsidR="005200C9">
        <w:t xml:space="preserve"> </w:t>
      </w:r>
      <w:r w:rsidR="00E14AC5">
        <w:t xml:space="preserve">Compute the effect </w:t>
      </w:r>
      <w:bookmarkStart w:id="0" w:name="_GoBack"/>
      <w:bookmarkEnd w:id="0"/>
      <w:r w:rsidR="00E14AC5" w:rsidRPr="00544EDD">
        <w:rPr>
          <w:highlight w:val="yellow"/>
        </w:rPr>
        <w:t>size (</w:t>
      </w:r>
      <w:r w:rsidR="00E14AC5" w:rsidRPr="00544EDD">
        <w:rPr>
          <w:i/>
          <w:highlight w:val="yellow"/>
        </w:rPr>
        <w:t>d</w:t>
      </w:r>
      <w:r w:rsidR="00E14AC5" w:rsidRPr="00544EDD">
        <w:rPr>
          <w:highlight w:val="yellow"/>
        </w:rPr>
        <w:t>)</w:t>
      </w:r>
      <w:r w:rsidR="00E14AC5" w:rsidRPr="00544EDD">
        <w:rPr>
          <w:i/>
          <w:highlight w:val="yellow"/>
        </w:rPr>
        <w:t xml:space="preserve"> </w:t>
      </w:r>
      <w:r w:rsidR="00E14AC5" w:rsidRPr="00544EDD">
        <w:rPr>
          <w:highlight w:val="yellow"/>
        </w:rPr>
        <w:t>for this study.</w:t>
      </w:r>
    </w:p>
    <w:p w14:paraId="4A0F650A" w14:textId="77777777" w:rsidR="00E14AC5" w:rsidRDefault="00C538CA" w:rsidP="005200C9">
      <w:pPr>
        <w:pStyle w:val="Choice"/>
      </w:pPr>
      <w:r>
        <w:t>A</w:t>
      </w:r>
      <w:r w:rsidR="00E14AC5">
        <w:t>. 3.11</w:t>
      </w:r>
    </w:p>
    <w:p w14:paraId="4BA40B98" w14:textId="77777777" w:rsidR="00E14AC5" w:rsidRDefault="00E14AC5" w:rsidP="005200C9">
      <w:pPr>
        <w:pStyle w:val="Choice"/>
      </w:pPr>
      <w:r>
        <w:t>*</w:t>
      </w:r>
      <w:r w:rsidR="00C538CA">
        <w:t>B</w:t>
      </w:r>
      <w:r>
        <w:t>. 0.49</w:t>
      </w:r>
    </w:p>
    <w:p w14:paraId="6F5DB3B0" w14:textId="77777777" w:rsidR="00E14AC5" w:rsidRDefault="00C538CA" w:rsidP="005200C9">
      <w:pPr>
        <w:pStyle w:val="Choice"/>
      </w:pPr>
      <w:r>
        <w:t>C</w:t>
      </w:r>
      <w:r w:rsidR="00E14AC5">
        <w:t xml:space="preserve">. 2.62 </w:t>
      </w:r>
    </w:p>
    <w:p w14:paraId="78C34F3C" w14:textId="77777777" w:rsidR="00E14AC5" w:rsidRDefault="00C538CA" w:rsidP="005200C9">
      <w:pPr>
        <w:pStyle w:val="Choice"/>
      </w:pPr>
      <w:r>
        <w:t>D</w:t>
      </w:r>
      <w:r w:rsidR="00E14AC5">
        <w:t>. 3.73</w:t>
      </w:r>
    </w:p>
    <w:p w14:paraId="77C3AB00" w14:textId="77777777" w:rsidR="00686ACD" w:rsidRDefault="00686ACD" w:rsidP="005200C9">
      <w:pPr>
        <w:pStyle w:val="Type"/>
      </w:pPr>
      <w:r>
        <w:t xml:space="preserve">Learning Objective: </w:t>
      </w:r>
      <w:r w:rsidR="00C538CA">
        <w:t xml:space="preserve">7-8: </w:t>
      </w:r>
      <w:r w:rsidR="00950688" w:rsidRPr="00926735">
        <w:t>Compute and interpret an effect size (</w:t>
      </w:r>
      <w:r w:rsidR="00950688" w:rsidRPr="00926735">
        <w:rPr>
          <w:i/>
          <w:iCs/>
        </w:rPr>
        <w:t>d</w:t>
      </w:r>
      <w:r w:rsidR="00950688" w:rsidRPr="00926735">
        <w:t>)</w:t>
      </w:r>
      <w:r w:rsidR="00944E3E">
        <w:t>.</w:t>
      </w:r>
    </w:p>
    <w:p w14:paraId="28842918" w14:textId="77777777" w:rsidR="00686ACD" w:rsidRDefault="00686ACD" w:rsidP="005200C9">
      <w:pPr>
        <w:pStyle w:val="Type"/>
      </w:pPr>
      <w:r>
        <w:t>Cognitive Domain:</w:t>
      </w:r>
      <w:r w:rsidR="00CD6CC6">
        <w:t xml:space="preserve"> Application</w:t>
      </w:r>
    </w:p>
    <w:p w14:paraId="71294E90" w14:textId="77777777" w:rsidR="00686ACD" w:rsidRDefault="00686ACD" w:rsidP="005200C9">
      <w:pPr>
        <w:pStyle w:val="Type"/>
      </w:pPr>
      <w:r>
        <w:t>Answer Location:</w:t>
      </w:r>
      <w:r w:rsidR="00CD6CC6">
        <w:t xml:space="preserve"> One-Tailed Single</w:t>
      </w:r>
      <w:r w:rsidR="000A4459">
        <w:t>-</w:t>
      </w:r>
      <w:r w:rsidR="00CD6CC6">
        <w:t xml:space="preserve">Sample </w:t>
      </w:r>
      <w:r w:rsidR="00CD6CC6" w:rsidRPr="003A52E4">
        <w:rPr>
          <w:i/>
        </w:rPr>
        <w:t>t</w:t>
      </w:r>
      <w:r w:rsidR="00C538CA">
        <w:t xml:space="preserve"> </w:t>
      </w:r>
      <w:r w:rsidR="00CD6CC6">
        <w:t>test Example</w:t>
      </w:r>
    </w:p>
    <w:p w14:paraId="229E3C6C" w14:textId="79A9DA24" w:rsidR="00886FD8" w:rsidRPr="00E14AC5" w:rsidRDefault="00686ACD" w:rsidP="005200C9">
      <w:pPr>
        <w:pStyle w:val="Question"/>
      </w:pPr>
      <w:r>
        <w:t xml:space="preserve">14. </w:t>
      </w:r>
      <w:r w:rsidR="007A5EB1">
        <w:t xml:space="preserve">A random sample of 40 parents completed a </w:t>
      </w:r>
      <w:r w:rsidR="00886FD8">
        <w:t>questionnaire about gun safety laws in the United States. Responses ranged from 1 to 5, with 5 indicating more agreement that gun safety laws should be more strict. The general public had a mean of 3.2. The sample of 40 parents had a mean of 3.8 and a standard deviation of 1.22. You plan to test whether the mean for the sample of parents is higher than 3.8.</w:t>
      </w:r>
      <w:r w:rsidR="005200C9">
        <w:t xml:space="preserve"> </w:t>
      </w:r>
      <w:r w:rsidR="00886FD8">
        <w:t>What decision should you make about the null hypothesis for this study?</w:t>
      </w:r>
    </w:p>
    <w:p w14:paraId="2B80D0CE" w14:textId="77777777" w:rsidR="00686ACD" w:rsidRDefault="00886FD8" w:rsidP="005200C9">
      <w:pPr>
        <w:pStyle w:val="Choice"/>
      </w:pPr>
      <w:r>
        <w:lastRenderedPageBreak/>
        <w:t>*</w:t>
      </w:r>
      <w:r w:rsidR="00C538CA">
        <w:t>A</w:t>
      </w:r>
      <w:r w:rsidR="00686ACD">
        <w:t xml:space="preserve">. </w:t>
      </w:r>
      <w:r w:rsidR="009A0B25">
        <w:t xml:space="preserve">reject </w:t>
      </w:r>
      <w:r>
        <w:t>the null hypothesis</w:t>
      </w:r>
    </w:p>
    <w:p w14:paraId="07D732F3" w14:textId="77777777" w:rsidR="00686ACD" w:rsidRPr="005200C9" w:rsidRDefault="00C538CA" w:rsidP="005200C9">
      <w:pPr>
        <w:pStyle w:val="Choice"/>
      </w:pPr>
      <w:r w:rsidRPr="005200C9">
        <w:t>B</w:t>
      </w:r>
      <w:r w:rsidR="00686ACD" w:rsidRPr="005200C9">
        <w:t xml:space="preserve">. </w:t>
      </w:r>
      <w:r w:rsidR="009A0B25" w:rsidRPr="005200C9">
        <w:t xml:space="preserve">fail </w:t>
      </w:r>
      <w:r w:rsidR="00886FD8" w:rsidRPr="005200C9">
        <w:t>to reject the null hypothesis</w:t>
      </w:r>
    </w:p>
    <w:p w14:paraId="65CA4C06" w14:textId="77777777" w:rsidR="00686ACD" w:rsidRDefault="00686ACD" w:rsidP="005200C9">
      <w:pPr>
        <w:pStyle w:val="Type"/>
      </w:pPr>
      <w:r>
        <w:t xml:space="preserve">Learning Objective: </w:t>
      </w:r>
      <w:r w:rsidR="00C538CA">
        <w:t xml:space="preserve">7-7: </w:t>
      </w:r>
      <w:r w:rsidR="008B0F42" w:rsidRPr="00CD0B2B">
        <w:t>Determine whether or not you should reject the null hypothesis</w:t>
      </w:r>
      <w:r w:rsidR="009A0B25">
        <w:t>.</w:t>
      </w:r>
    </w:p>
    <w:p w14:paraId="1CD3616B" w14:textId="77777777" w:rsidR="00686ACD" w:rsidRDefault="00686ACD" w:rsidP="005200C9">
      <w:pPr>
        <w:pStyle w:val="Type"/>
      </w:pPr>
      <w:r>
        <w:t>Cognitive Domain:</w:t>
      </w:r>
      <w:r w:rsidR="008B0F42">
        <w:t xml:space="preserve"> Application</w:t>
      </w:r>
    </w:p>
    <w:p w14:paraId="57257D40" w14:textId="69C9B4A4" w:rsidR="00686ACD" w:rsidRDefault="00686ACD" w:rsidP="005200C9">
      <w:pPr>
        <w:pStyle w:val="Type"/>
      </w:pPr>
      <w:r>
        <w:t>Answer Location:</w:t>
      </w:r>
      <w:r w:rsidR="008B0F42">
        <w:t xml:space="preserve"> One-Tailed Single</w:t>
      </w:r>
      <w:r w:rsidR="000A4459">
        <w:t>-</w:t>
      </w:r>
      <w:r w:rsidR="008B0F42">
        <w:t xml:space="preserve">Sample </w:t>
      </w:r>
      <w:r w:rsidR="008B0F42" w:rsidRPr="003A52E4">
        <w:rPr>
          <w:i/>
        </w:rPr>
        <w:t>t</w:t>
      </w:r>
      <w:r w:rsidR="00C538CA">
        <w:t xml:space="preserve"> </w:t>
      </w:r>
      <w:r w:rsidR="008D26C0">
        <w:t xml:space="preserve">Test </w:t>
      </w:r>
      <w:r w:rsidR="008B0F42">
        <w:t>Example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37A6C" w14:textId="77777777" w:rsidR="0025655B" w:rsidRDefault="0025655B" w:rsidP="006B1B0A">
      <w:r>
        <w:separator/>
      </w:r>
    </w:p>
  </w:endnote>
  <w:endnote w:type="continuationSeparator" w:id="0">
    <w:p w14:paraId="6C1EE515" w14:textId="77777777" w:rsidR="0025655B" w:rsidRDefault="0025655B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886A3" w14:textId="77777777" w:rsidR="0025655B" w:rsidRDefault="0025655B" w:rsidP="006B1B0A">
      <w:r>
        <w:separator/>
      </w:r>
    </w:p>
  </w:footnote>
  <w:footnote w:type="continuationSeparator" w:id="0">
    <w:p w14:paraId="426DCFA7" w14:textId="77777777" w:rsidR="0025655B" w:rsidRDefault="0025655B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6DB7"/>
    <w:rsid w:val="00025F1D"/>
    <w:rsid w:val="00030465"/>
    <w:rsid w:val="00037E82"/>
    <w:rsid w:val="00041BD5"/>
    <w:rsid w:val="00044CCE"/>
    <w:rsid w:val="0004520D"/>
    <w:rsid w:val="00047F03"/>
    <w:rsid w:val="0005142A"/>
    <w:rsid w:val="00051CC5"/>
    <w:rsid w:val="000867D4"/>
    <w:rsid w:val="00092BF5"/>
    <w:rsid w:val="000A4459"/>
    <w:rsid w:val="000E224E"/>
    <w:rsid w:val="000E67D7"/>
    <w:rsid w:val="001135F6"/>
    <w:rsid w:val="00140073"/>
    <w:rsid w:val="001447FC"/>
    <w:rsid w:val="00146DD4"/>
    <w:rsid w:val="001C62DE"/>
    <w:rsid w:val="001F229A"/>
    <w:rsid w:val="001F6CD9"/>
    <w:rsid w:val="001F784E"/>
    <w:rsid w:val="00204867"/>
    <w:rsid w:val="00215A7A"/>
    <w:rsid w:val="002322EB"/>
    <w:rsid w:val="00235FED"/>
    <w:rsid w:val="00241E4F"/>
    <w:rsid w:val="0025655B"/>
    <w:rsid w:val="002719F5"/>
    <w:rsid w:val="0028362A"/>
    <w:rsid w:val="002A6D14"/>
    <w:rsid w:val="00316FB9"/>
    <w:rsid w:val="00323303"/>
    <w:rsid w:val="00361CCB"/>
    <w:rsid w:val="00363060"/>
    <w:rsid w:val="003A52E4"/>
    <w:rsid w:val="003B1DA1"/>
    <w:rsid w:val="003B2B31"/>
    <w:rsid w:val="003C7E75"/>
    <w:rsid w:val="003D549C"/>
    <w:rsid w:val="003E7E0B"/>
    <w:rsid w:val="00461B0E"/>
    <w:rsid w:val="00475880"/>
    <w:rsid w:val="004952D2"/>
    <w:rsid w:val="004C2B49"/>
    <w:rsid w:val="004C7028"/>
    <w:rsid w:val="004C722A"/>
    <w:rsid w:val="004E5801"/>
    <w:rsid w:val="004F6913"/>
    <w:rsid w:val="005200C9"/>
    <w:rsid w:val="00522FCA"/>
    <w:rsid w:val="005233A8"/>
    <w:rsid w:val="00533E38"/>
    <w:rsid w:val="0054306E"/>
    <w:rsid w:val="00544EDD"/>
    <w:rsid w:val="00557B92"/>
    <w:rsid w:val="00576045"/>
    <w:rsid w:val="00577E40"/>
    <w:rsid w:val="005B0B50"/>
    <w:rsid w:val="005B1658"/>
    <w:rsid w:val="005B22E1"/>
    <w:rsid w:val="005B40E7"/>
    <w:rsid w:val="005F50F6"/>
    <w:rsid w:val="006532A9"/>
    <w:rsid w:val="00660787"/>
    <w:rsid w:val="00661129"/>
    <w:rsid w:val="0066118A"/>
    <w:rsid w:val="00674136"/>
    <w:rsid w:val="00686ACD"/>
    <w:rsid w:val="00687FE2"/>
    <w:rsid w:val="006A6D13"/>
    <w:rsid w:val="006B1B0A"/>
    <w:rsid w:val="006B3E20"/>
    <w:rsid w:val="006B4930"/>
    <w:rsid w:val="006C0CDE"/>
    <w:rsid w:val="006D28A2"/>
    <w:rsid w:val="006F23BB"/>
    <w:rsid w:val="00700884"/>
    <w:rsid w:val="0070595A"/>
    <w:rsid w:val="00706289"/>
    <w:rsid w:val="00714EC9"/>
    <w:rsid w:val="007258D9"/>
    <w:rsid w:val="00727BB7"/>
    <w:rsid w:val="00790CD2"/>
    <w:rsid w:val="00792FA3"/>
    <w:rsid w:val="007A11C7"/>
    <w:rsid w:val="007A5EB1"/>
    <w:rsid w:val="007C0677"/>
    <w:rsid w:val="007C3834"/>
    <w:rsid w:val="007F024E"/>
    <w:rsid w:val="00830E7B"/>
    <w:rsid w:val="00855133"/>
    <w:rsid w:val="008746FC"/>
    <w:rsid w:val="0088088C"/>
    <w:rsid w:val="00880D55"/>
    <w:rsid w:val="0088601D"/>
    <w:rsid w:val="00886FD8"/>
    <w:rsid w:val="00891A7E"/>
    <w:rsid w:val="008A1D2E"/>
    <w:rsid w:val="008B0F42"/>
    <w:rsid w:val="008B1CF1"/>
    <w:rsid w:val="008D26C0"/>
    <w:rsid w:val="008F0193"/>
    <w:rsid w:val="00920F78"/>
    <w:rsid w:val="0093436F"/>
    <w:rsid w:val="00944E3E"/>
    <w:rsid w:val="00950688"/>
    <w:rsid w:val="00953B33"/>
    <w:rsid w:val="00970C80"/>
    <w:rsid w:val="00971E60"/>
    <w:rsid w:val="009A0B25"/>
    <w:rsid w:val="009B0790"/>
    <w:rsid w:val="009B6ADC"/>
    <w:rsid w:val="009D309A"/>
    <w:rsid w:val="009F134F"/>
    <w:rsid w:val="009F1BE5"/>
    <w:rsid w:val="00A47B07"/>
    <w:rsid w:val="00A60C17"/>
    <w:rsid w:val="00A658AE"/>
    <w:rsid w:val="00A920A1"/>
    <w:rsid w:val="00A97D55"/>
    <w:rsid w:val="00AB7EF1"/>
    <w:rsid w:val="00AD59F9"/>
    <w:rsid w:val="00AF3200"/>
    <w:rsid w:val="00AF3CF4"/>
    <w:rsid w:val="00B12BCC"/>
    <w:rsid w:val="00B17E71"/>
    <w:rsid w:val="00B3097B"/>
    <w:rsid w:val="00B36205"/>
    <w:rsid w:val="00B45D87"/>
    <w:rsid w:val="00BB068A"/>
    <w:rsid w:val="00BC005F"/>
    <w:rsid w:val="00BF139B"/>
    <w:rsid w:val="00BF1E79"/>
    <w:rsid w:val="00C0568A"/>
    <w:rsid w:val="00C47431"/>
    <w:rsid w:val="00C538CA"/>
    <w:rsid w:val="00C643EE"/>
    <w:rsid w:val="00C82A88"/>
    <w:rsid w:val="00CB0CF2"/>
    <w:rsid w:val="00CD6CC6"/>
    <w:rsid w:val="00CD74D1"/>
    <w:rsid w:val="00CE2136"/>
    <w:rsid w:val="00D00FB9"/>
    <w:rsid w:val="00D258BD"/>
    <w:rsid w:val="00D33751"/>
    <w:rsid w:val="00D408E0"/>
    <w:rsid w:val="00D41EAE"/>
    <w:rsid w:val="00D45F21"/>
    <w:rsid w:val="00D5357D"/>
    <w:rsid w:val="00D66464"/>
    <w:rsid w:val="00D904D9"/>
    <w:rsid w:val="00DA698B"/>
    <w:rsid w:val="00DB7787"/>
    <w:rsid w:val="00DD1E11"/>
    <w:rsid w:val="00DE107A"/>
    <w:rsid w:val="00E10E3E"/>
    <w:rsid w:val="00E14AC5"/>
    <w:rsid w:val="00E26DC1"/>
    <w:rsid w:val="00E33C35"/>
    <w:rsid w:val="00E87ACF"/>
    <w:rsid w:val="00EB7542"/>
    <w:rsid w:val="00EE1B4D"/>
    <w:rsid w:val="00EF7063"/>
    <w:rsid w:val="00F031DE"/>
    <w:rsid w:val="00F24082"/>
    <w:rsid w:val="00F42CB4"/>
    <w:rsid w:val="00F822DC"/>
    <w:rsid w:val="00F84F8E"/>
    <w:rsid w:val="00F87A42"/>
    <w:rsid w:val="00FB27DD"/>
    <w:rsid w:val="00FB7375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A879A"/>
  <w15:docId w15:val="{6B0D110C-4B4C-4FE6-A671-F1E3CA17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EDD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544E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4EDD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A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7E"/>
    <w:rPr>
      <w:rFonts w:ascii="Tahoma" w:hAnsi="Tahoma" w:cs="Tahoma"/>
      <w:sz w:val="16"/>
      <w:szCs w:val="16"/>
    </w:rPr>
  </w:style>
  <w:style w:type="paragraph" w:customStyle="1" w:styleId="Question">
    <w:name w:val="Question"/>
    <w:basedOn w:val="Normal"/>
    <w:qFormat/>
    <w:rsid w:val="00544EDD"/>
  </w:style>
  <w:style w:type="paragraph" w:customStyle="1" w:styleId="Match">
    <w:name w:val="Match"/>
    <w:basedOn w:val="Normal"/>
    <w:qFormat/>
    <w:rsid w:val="00544EDD"/>
  </w:style>
  <w:style w:type="paragraph" w:customStyle="1" w:styleId="Choice">
    <w:name w:val="Choice"/>
    <w:basedOn w:val="Normal"/>
    <w:qFormat/>
    <w:rsid w:val="00544EDD"/>
  </w:style>
  <w:style w:type="paragraph" w:customStyle="1" w:styleId="TF">
    <w:name w:val="TF"/>
    <w:basedOn w:val="Normal"/>
    <w:qFormat/>
    <w:rsid w:val="00544EDD"/>
  </w:style>
  <w:style w:type="paragraph" w:customStyle="1" w:styleId="Location">
    <w:name w:val="Location"/>
    <w:basedOn w:val="Normal"/>
    <w:next w:val="Normal"/>
    <w:qFormat/>
    <w:rsid w:val="00544EDD"/>
  </w:style>
  <w:style w:type="paragraph" w:customStyle="1" w:styleId="Type">
    <w:name w:val="Type"/>
    <w:basedOn w:val="Normal"/>
    <w:next w:val="Normal"/>
    <w:qFormat/>
    <w:rsid w:val="00544EDD"/>
  </w:style>
  <w:style w:type="paragraph" w:customStyle="1" w:styleId="Term">
    <w:name w:val="Term"/>
    <w:basedOn w:val="Normal"/>
    <w:next w:val="Normal"/>
    <w:qFormat/>
    <w:rsid w:val="00544EDD"/>
  </w:style>
  <w:style w:type="paragraph" w:customStyle="1" w:styleId="Define">
    <w:name w:val="Define"/>
    <w:basedOn w:val="Normal"/>
    <w:next w:val="Normal"/>
    <w:qFormat/>
    <w:rsid w:val="00544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7091-2426-4D1F-B6D2-254E3366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6</TotalTime>
  <Pages>6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Bierach, Katie</dc:creator>
  <cp:lastModifiedBy>Claire Harper</cp:lastModifiedBy>
  <cp:revision>6</cp:revision>
  <dcterms:created xsi:type="dcterms:W3CDTF">2017-05-03T17:42:00Z</dcterms:created>
  <dcterms:modified xsi:type="dcterms:W3CDTF">2017-05-11T11:11:00Z</dcterms:modified>
</cp:coreProperties>
</file>