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41005" w14:textId="77777777" w:rsidR="001F784E" w:rsidRPr="00921391" w:rsidRDefault="001F784E">
      <w:pPr>
        <w:rPr>
          <w:b/>
          <w:sz w:val="24"/>
          <w:szCs w:val="32"/>
        </w:rPr>
      </w:pPr>
      <w:r w:rsidRPr="00921391">
        <w:rPr>
          <w:b/>
          <w:sz w:val="24"/>
          <w:szCs w:val="32"/>
        </w:rPr>
        <w:t xml:space="preserve">Chapter </w:t>
      </w:r>
      <w:r w:rsidR="003D549C" w:rsidRPr="00921391">
        <w:rPr>
          <w:b/>
          <w:sz w:val="24"/>
          <w:szCs w:val="32"/>
        </w:rPr>
        <w:t>5</w:t>
      </w:r>
      <w:r w:rsidR="00361CCB" w:rsidRPr="00921391">
        <w:rPr>
          <w:b/>
          <w:sz w:val="24"/>
          <w:szCs w:val="32"/>
        </w:rPr>
        <w:t xml:space="preserve">: </w:t>
      </w:r>
      <w:r w:rsidR="003D549C" w:rsidRPr="00921391">
        <w:rPr>
          <w:b/>
          <w:sz w:val="24"/>
          <w:szCs w:val="32"/>
        </w:rPr>
        <w:t xml:space="preserve">The Distribution of Sample Means and </w:t>
      </w:r>
      <w:r w:rsidR="003D549C" w:rsidRPr="00921391">
        <w:rPr>
          <w:b/>
          <w:i/>
          <w:sz w:val="24"/>
          <w:szCs w:val="32"/>
        </w:rPr>
        <w:t>z</w:t>
      </w:r>
      <w:r w:rsidR="003D549C" w:rsidRPr="00921391">
        <w:rPr>
          <w:b/>
          <w:sz w:val="24"/>
          <w:szCs w:val="32"/>
        </w:rPr>
        <w:t xml:space="preserve"> for a Sample Mean</w:t>
      </w:r>
    </w:p>
    <w:p w14:paraId="46763664" w14:textId="77777777" w:rsidR="00AF3200" w:rsidRDefault="006B3E20" w:rsidP="00921391">
      <w:pPr>
        <w:pStyle w:val="Question"/>
      </w:pPr>
      <w:r>
        <w:t xml:space="preserve">1. </w:t>
      </w:r>
      <w:r w:rsidR="0074666F">
        <w:t>We can create a distribution of sample means by selecting all possible random samples of the same size from the population.</w:t>
      </w:r>
    </w:p>
    <w:p w14:paraId="40117118" w14:textId="77777777" w:rsidR="006B3E20" w:rsidRDefault="0074666F" w:rsidP="00921391">
      <w:pPr>
        <w:pStyle w:val="TF"/>
      </w:pPr>
      <w:r>
        <w:t>*True</w:t>
      </w:r>
    </w:p>
    <w:p w14:paraId="782C8C98" w14:textId="77777777" w:rsidR="006B3E20" w:rsidRDefault="0074666F" w:rsidP="00921391">
      <w:pPr>
        <w:pStyle w:val="TF"/>
      </w:pPr>
      <w:r>
        <w:t>False</w:t>
      </w:r>
    </w:p>
    <w:p w14:paraId="601A8C1E" w14:textId="77777777" w:rsidR="00686ACD" w:rsidRDefault="00686ACD" w:rsidP="00921391">
      <w:pPr>
        <w:pStyle w:val="Type"/>
      </w:pPr>
      <w:r>
        <w:t xml:space="preserve">Learning Objective: </w:t>
      </w:r>
      <w:r w:rsidR="00A62AC0">
        <w:t xml:space="preserve">5-1: </w:t>
      </w:r>
      <w:r w:rsidR="0074666F" w:rsidRPr="0027236B">
        <w:t>Explain how a distribution of sample means is created</w:t>
      </w:r>
      <w:r w:rsidR="00E00BF7">
        <w:t>.</w:t>
      </w:r>
    </w:p>
    <w:p w14:paraId="757E4020" w14:textId="77777777" w:rsidR="00686ACD" w:rsidRDefault="00686ACD" w:rsidP="00921391">
      <w:pPr>
        <w:pStyle w:val="Type"/>
      </w:pPr>
      <w:r>
        <w:t>Cognitive Domain:</w:t>
      </w:r>
      <w:r w:rsidR="001B492C">
        <w:t xml:space="preserve"> Knowledge</w:t>
      </w:r>
    </w:p>
    <w:p w14:paraId="076EF4AE" w14:textId="77777777" w:rsidR="00686ACD" w:rsidRDefault="00686ACD" w:rsidP="00921391">
      <w:pPr>
        <w:pStyle w:val="Type"/>
      </w:pPr>
      <w:r>
        <w:t>Answer Location:</w:t>
      </w:r>
      <w:r w:rsidR="001B492C">
        <w:t xml:space="preserve"> Distribution of Sample Means</w:t>
      </w:r>
    </w:p>
    <w:p w14:paraId="46AD5DCD" w14:textId="4A7A65F2" w:rsidR="00686ACD" w:rsidRDefault="00686ACD" w:rsidP="00921391">
      <w:pPr>
        <w:pStyle w:val="Question"/>
      </w:pPr>
      <w:r>
        <w:t xml:space="preserve">2. </w:t>
      </w:r>
      <w:r w:rsidR="00AC5287">
        <w:t>When selecting a random sample</w:t>
      </w:r>
      <w:r w:rsidR="00A62AC0">
        <w:t>,</w:t>
      </w:r>
      <w:r w:rsidR="00AC5287">
        <w:t xml:space="preserve"> each score in the population ____</w:t>
      </w:r>
      <w:r w:rsidR="00D77CEE">
        <w:t>_____</w:t>
      </w:r>
      <w:r w:rsidR="00AC5287">
        <w:t>__.</w:t>
      </w:r>
    </w:p>
    <w:p w14:paraId="03F449DB" w14:textId="77777777" w:rsidR="00686ACD" w:rsidRDefault="00A62AC0" w:rsidP="00921391">
      <w:pPr>
        <w:pStyle w:val="Choice"/>
      </w:pPr>
      <w:r>
        <w:t>A</w:t>
      </w:r>
      <w:r w:rsidR="00686ACD">
        <w:t xml:space="preserve">. </w:t>
      </w:r>
      <w:r w:rsidR="00AC5287">
        <w:t>must be sampled without replacement</w:t>
      </w:r>
    </w:p>
    <w:p w14:paraId="4DC21BDE" w14:textId="77777777" w:rsidR="00686ACD" w:rsidRDefault="00AC5287" w:rsidP="00921391">
      <w:pPr>
        <w:pStyle w:val="Choice"/>
      </w:pPr>
      <w:r>
        <w:t>*</w:t>
      </w:r>
      <w:r w:rsidR="00A62AC0">
        <w:t>B</w:t>
      </w:r>
      <w:r w:rsidR="00686ACD">
        <w:t xml:space="preserve">. </w:t>
      </w:r>
      <w:r>
        <w:t>must have the same probability of being selected</w:t>
      </w:r>
    </w:p>
    <w:p w14:paraId="2AB3EE2A" w14:textId="77777777" w:rsidR="00686ACD" w:rsidRDefault="00F95F79" w:rsidP="00921391">
      <w:pPr>
        <w:pStyle w:val="Choice"/>
      </w:pPr>
      <w:r>
        <w:t>C</w:t>
      </w:r>
      <w:r w:rsidR="00686ACD">
        <w:t xml:space="preserve">. </w:t>
      </w:r>
      <w:r w:rsidR="00AC5287">
        <w:t>must be selected one time</w:t>
      </w:r>
    </w:p>
    <w:p w14:paraId="53C484EB" w14:textId="77777777" w:rsidR="00686ACD" w:rsidRDefault="00F95F79" w:rsidP="00921391">
      <w:pPr>
        <w:pStyle w:val="Choice"/>
      </w:pPr>
      <w:r>
        <w:t>D</w:t>
      </w:r>
      <w:r w:rsidR="00686ACD">
        <w:t>.</w:t>
      </w:r>
      <w:r w:rsidR="00AC5287">
        <w:t xml:space="preserve"> must have a random mean</w:t>
      </w:r>
    </w:p>
    <w:p w14:paraId="352C0609" w14:textId="77777777" w:rsidR="00686ACD" w:rsidRDefault="00686ACD" w:rsidP="00921391">
      <w:pPr>
        <w:pStyle w:val="Type"/>
      </w:pPr>
      <w:r>
        <w:t xml:space="preserve">Learning Objective: </w:t>
      </w:r>
      <w:r w:rsidR="00F95F79">
        <w:t xml:space="preserve">5-2: </w:t>
      </w:r>
      <w:r w:rsidR="00AC5287" w:rsidRPr="0027236B">
        <w:t>Explain how a random sample is obtained</w:t>
      </w:r>
      <w:r w:rsidR="00E00BF7">
        <w:t>.</w:t>
      </w:r>
    </w:p>
    <w:p w14:paraId="74F058DD" w14:textId="77777777" w:rsidR="00686ACD" w:rsidRDefault="00686ACD" w:rsidP="00921391">
      <w:pPr>
        <w:pStyle w:val="Type"/>
      </w:pPr>
      <w:r>
        <w:t>Cognitive Domain:</w:t>
      </w:r>
      <w:r w:rsidR="0060412D">
        <w:t xml:space="preserve"> </w:t>
      </w:r>
      <w:r w:rsidR="00894A39">
        <w:t>Knowledge</w:t>
      </w:r>
    </w:p>
    <w:p w14:paraId="438E0F12" w14:textId="77777777" w:rsidR="00686ACD" w:rsidRDefault="00686ACD" w:rsidP="00921391">
      <w:pPr>
        <w:pStyle w:val="Type"/>
      </w:pPr>
      <w:r>
        <w:t>Answer Location:</w:t>
      </w:r>
      <w:r w:rsidR="00894A39" w:rsidRPr="00894A39">
        <w:t xml:space="preserve"> </w:t>
      </w:r>
      <w:r w:rsidR="00894A39">
        <w:t>Distribution of Sample Means</w:t>
      </w:r>
    </w:p>
    <w:p w14:paraId="3BE4F7E3" w14:textId="77777777" w:rsidR="00686ACD" w:rsidRDefault="009909FB" w:rsidP="00921391">
      <w:pPr>
        <w:pStyle w:val="Question"/>
      </w:pPr>
      <w:r>
        <w:t>3. If you select a sample of size 100 from a population of raw scores</w:t>
      </w:r>
      <w:r w:rsidR="00D91499">
        <w:t xml:space="preserve"> and construct a distribution of sample means</w:t>
      </w:r>
      <w:r>
        <w:t>, what shape will the distribution of sample means have?</w:t>
      </w:r>
    </w:p>
    <w:p w14:paraId="5A068AD7" w14:textId="77777777" w:rsidR="00686ACD" w:rsidRDefault="00F95F79" w:rsidP="00921391">
      <w:pPr>
        <w:pStyle w:val="Choice"/>
      </w:pPr>
      <w:r>
        <w:t>A</w:t>
      </w:r>
      <w:r w:rsidR="00686ACD">
        <w:t xml:space="preserve">. </w:t>
      </w:r>
      <w:r w:rsidR="009909FB">
        <w:t>left skewed</w:t>
      </w:r>
    </w:p>
    <w:p w14:paraId="48094FF8" w14:textId="77777777" w:rsidR="00686ACD" w:rsidRDefault="00F95F79" w:rsidP="00921391">
      <w:pPr>
        <w:pStyle w:val="Choice"/>
      </w:pPr>
      <w:r>
        <w:t>B</w:t>
      </w:r>
      <w:r w:rsidR="00686ACD">
        <w:t xml:space="preserve">. </w:t>
      </w:r>
      <w:r w:rsidR="009909FB">
        <w:t>right skewed</w:t>
      </w:r>
    </w:p>
    <w:p w14:paraId="284DAC38" w14:textId="77777777" w:rsidR="00686ACD" w:rsidRDefault="009909FB" w:rsidP="00921391">
      <w:pPr>
        <w:pStyle w:val="Choice"/>
      </w:pPr>
      <w:r>
        <w:t>*</w:t>
      </w:r>
      <w:r w:rsidR="00F95F79">
        <w:t>C</w:t>
      </w:r>
      <w:r w:rsidR="00686ACD">
        <w:t xml:space="preserve">. </w:t>
      </w:r>
      <w:r>
        <w:t>approximately normal</w:t>
      </w:r>
    </w:p>
    <w:p w14:paraId="46D4B2FD" w14:textId="77777777" w:rsidR="00686ACD" w:rsidRDefault="00F95F79" w:rsidP="00921391">
      <w:pPr>
        <w:pStyle w:val="Choice"/>
      </w:pPr>
      <w:r>
        <w:t>D</w:t>
      </w:r>
      <w:r w:rsidR="00686ACD">
        <w:t>.</w:t>
      </w:r>
      <w:r w:rsidR="009909FB">
        <w:t xml:space="preserve"> more information is needed about the shape of the population of raw scores</w:t>
      </w:r>
    </w:p>
    <w:p w14:paraId="68E37B29" w14:textId="77777777" w:rsidR="00686ACD" w:rsidRDefault="00686ACD" w:rsidP="00921391">
      <w:pPr>
        <w:pStyle w:val="Type"/>
      </w:pPr>
      <w:r>
        <w:t xml:space="preserve">Learning Objective: </w:t>
      </w:r>
      <w:r w:rsidR="00F95F79">
        <w:t xml:space="preserve">5-3: </w:t>
      </w:r>
      <w:r w:rsidR="004B1461" w:rsidRPr="0027236B">
        <w:t>Determine the mean, the standard deviation, and the shape of a distribution of sample means</w:t>
      </w:r>
      <w:r w:rsidR="00140590">
        <w:t>.</w:t>
      </w:r>
    </w:p>
    <w:p w14:paraId="79F8B945" w14:textId="77777777" w:rsidR="00686ACD" w:rsidRDefault="00686ACD" w:rsidP="00921391">
      <w:pPr>
        <w:pStyle w:val="Type"/>
      </w:pPr>
      <w:r>
        <w:t>Cognitive Domain:</w:t>
      </w:r>
      <w:r w:rsidR="00091AC6">
        <w:t xml:space="preserve"> Knowledge</w:t>
      </w:r>
    </w:p>
    <w:p w14:paraId="55E8830D" w14:textId="77777777" w:rsidR="00686ACD" w:rsidRDefault="00686ACD" w:rsidP="00921391">
      <w:pPr>
        <w:pStyle w:val="Type"/>
      </w:pPr>
      <w:r>
        <w:t>Answer Location:</w:t>
      </w:r>
      <w:r w:rsidR="009909FB" w:rsidRPr="009909FB">
        <w:t xml:space="preserve"> </w:t>
      </w:r>
      <w:r w:rsidR="009909FB">
        <w:t>Distribution of Sample Means</w:t>
      </w:r>
    </w:p>
    <w:p w14:paraId="53F874A5" w14:textId="77777777" w:rsidR="00686ACD" w:rsidRPr="005A5B03" w:rsidRDefault="00686ACD" w:rsidP="00921391">
      <w:pPr>
        <w:pStyle w:val="Question"/>
      </w:pPr>
      <w:r>
        <w:lastRenderedPageBreak/>
        <w:t xml:space="preserve">4. </w:t>
      </w:r>
      <w:r w:rsidR="005A5B03">
        <w:t>Scores in a population are normally distributed with a mean of</w:t>
      </w:r>
      <w:r w:rsidR="008A74CF">
        <w:t xml:space="preserve"> 50 and a standard deviation of </w:t>
      </w:r>
      <w:r w:rsidR="005A5B03">
        <w:t xml:space="preserve">2. What is the mean of the distribution of sample means for samples of size </w:t>
      </w:r>
      <w:r w:rsidR="005A5B03">
        <w:rPr>
          <w:i/>
        </w:rPr>
        <w:t>N</w:t>
      </w:r>
      <w:r w:rsidR="005A5B03">
        <w:t xml:space="preserve"> = 25?</w:t>
      </w:r>
    </w:p>
    <w:p w14:paraId="7D9FBF7F" w14:textId="77777777" w:rsidR="00686ACD" w:rsidRDefault="00F95F79" w:rsidP="00921391">
      <w:pPr>
        <w:pStyle w:val="Choice"/>
      </w:pPr>
      <w:r>
        <w:t>A</w:t>
      </w:r>
      <w:r w:rsidR="00686ACD">
        <w:t xml:space="preserve">. </w:t>
      </w:r>
      <w:r w:rsidR="005A5B03">
        <w:t>0.</w:t>
      </w:r>
      <w:r w:rsidR="006D3954">
        <w:t>40</w:t>
      </w:r>
    </w:p>
    <w:p w14:paraId="74825801" w14:textId="77777777" w:rsidR="00686ACD" w:rsidRDefault="00F95F79" w:rsidP="00921391">
      <w:pPr>
        <w:pStyle w:val="Choice"/>
      </w:pPr>
      <w:r>
        <w:t>B</w:t>
      </w:r>
      <w:r w:rsidR="00686ACD">
        <w:t xml:space="preserve">. </w:t>
      </w:r>
      <w:r w:rsidR="005A5B03">
        <w:t>2</w:t>
      </w:r>
    </w:p>
    <w:p w14:paraId="47771BB8" w14:textId="77777777" w:rsidR="00686ACD" w:rsidRDefault="00F95F79" w:rsidP="00921391">
      <w:pPr>
        <w:pStyle w:val="Choice"/>
      </w:pPr>
      <w:r>
        <w:t>C</w:t>
      </w:r>
      <w:r w:rsidR="00686ACD">
        <w:t xml:space="preserve">. </w:t>
      </w:r>
      <w:r w:rsidR="005A5B03">
        <w:t>4.38</w:t>
      </w:r>
    </w:p>
    <w:p w14:paraId="3F6F3756" w14:textId="77777777" w:rsidR="00686ACD" w:rsidRDefault="005A5B03" w:rsidP="00921391">
      <w:pPr>
        <w:pStyle w:val="Choice"/>
      </w:pPr>
      <w:r>
        <w:t>*</w:t>
      </w:r>
      <w:r w:rsidR="00F95F79">
        <w:t>D</w:t>
      </w:r>
      <w:r w:rsidR="00686ACD">
        <w:t>.</w:t>
      </w:r>
      <w:r>
        <w:t xml:space="preserve"> 50</w:t>
      </w:r>
    </w:p>
    <w:p w14:paraId="28AAC1C0" w14:textId="77777777" w:rsidR="005A5B03" w:rsidRDefault="00686ACD" w:rsidP="00921391">
      <w:pPr>
        <w:pStyle w:val="Type"/>
      </w:pPr>
      <w:r>
        <w:t xml:space="preserve">Learning Objective: </w:t>
      </w:r>
      <w:r w:rsidR="00F95F79">
        <w:t xml:space="preserve">5-3: </w:t>
      </w:r>
      <w:r w:rsidR="005A5B03" w:rsidRPr="0027236B">
        <w:t>Determine the mean, the standard deviation, and the shape of a distribution of sample means</w:t>
      </w:r>
      <w:r w:rsidR="00244635">
        <w:t>.</w:t>
      </w:r>
    </w:p>
    <w:p w14:paraId="39D79E9E" w14:textId="77777777" w:rsidR="00686ACD" w:rsidRDefault="00686ACD" w:rsidP="00921391">
      <w:pPr>
        <w:pStyle w:val="Type"/>
      </w:pPr>
      <w:r>
        <w:t>Cognitive Domain:</w:t>
      </w:r>
      <w:r w:rsidR="005A5B03">
        <w:t xml:space="preserve"> Application</w:t>
      </w:r>
    </w:p>
    <w:p w14:paraId="1FECF243" w14:textId="77777777" w:rsidR="00686ACD" w:rsidRDefault="00686ACD" w:rsidP="00921391">
      <w:pPr>
        <w:pStyle w:val="Type"/>
      </w:pPr>
      <w:r>
        <w:t>Answer Location:</w:t>
      </w:r>
      <w:r w:rsidR="005A5B03">
        <w:t xml:space="preserve"> Distribution of Sample Means</w:t>
      </w:r>
    </w:p>
    <w:p w14:paraId="6016A62A" w14:textId="77777777" w:rsidR="00EE08F6" w:rsidRPr="005A5B03" w:rsidRDefault="00686ACD" w:rsidP="00921391">
      <w:pPr>
        <w:pStyle w:val="Question"/>
      </w:pPr>
      <w:r>
        <w:t xml:space="preserve">5. </w:t>
      </w:r>
      <w:r w:rsidR="00EE08F6">
        <w:t xml:space="preserve">Scores in a population are normally distributed with a mean of 50 and a standard deviation of 2. What is the </w:t>
      </w:r>
      <w:r w:rsidR="00D42480">
        <w:t>standard deviation</w:t>
      </w:r>
      <w:r w:rsidR="00EE08F6">
        <w:t xml:space="preserve"> of the distribution of sample means for samples of size </w:t>
      </w:r>
      <w:r w:rsidR="00EE08F6">
        <w:rPr>
          <w:i/>
        </w:rPr>
        <w:t>N</w:t>
      </w:r>
      <w:r w:rsidR="00EE08F6">
        <w:t xml:space="preserve"> = 25?</w:t>
      </w:r>
    </w:p>
    <w:p w14:paraId="5FF19171" w14:textId="77777777" w:rsidR="006D3954" w:rsidRDefault="003A0309" w:rsidP="00921391">
      <w:pPr>
        <w:pStyle w:val="Choice"/>
      </w:pPr>
      <w:r>
        <w:t>*</w:t>
      </w:r>
      <w:r w:rsidR="005F35EF">
        <w:t>A</w:t>
      </w:r>
      <w:r w:rsidR="006D3954">
        <w:t>. 0.40</w:t>
      </w:r>
    </w:p>
    <w:p w14:paraId="51658360" w14:textId="77777777" w:rsidR="006D3954" w:rsidRDefault="005F35EF" w:rsidP="00921391">
      <w:pPr>
        <w:pStyle w:val="Choice"/>
      </w:pPr>
      <w:r>
        <w:t>B</w:t>
      </w:r>
      <w:r w:rsidR="006D3954">
        <w:t>. 2</w:t>
      </w:r>
    </w:p>
    <w:p w14:paraId="3E6DE639" w14:textId="77777777" w:rsidR="006D3954" w:rsidRDefault="005F35EF" w:rsidP="00921391">
      <w:pPr>
        <w:pStyle w:val="Choice"/>
      </w:pPr>
      <w:r>
        <w:t>C</w:t>
      </w:r>
      <w:r w:rsidR="006D3954">
        <w:t>. 4.38</w:t>
      </w:r>
    </w:p>
    <w:p w14:paraId="1925E536" w14:textId="77777777" w:rsidR="006D3954" w:rsidRDefault="005F35EF" w:rsidP="00921391">
      <w:pPr>
        <w:pStyle w:val="Choice"/>
      </w:pPr>
      <w:r>
        <w:t>D</w:t>
      </w:r>
      <w:r w:rsidR="006D3954">
        <w:t>. 50</w:t>
      </w:r>
    </w:p>
    <w:p w14:paraId="5DD70D8D" w14:textId="77777777" w:rsidR="00686ACD" w:rsidRDefault="00E81E6A" w:rsidP="00921391">
      <w:pPr>
        <w:pStyle w:val="Type"/>
      </w:pPr>
      <w:r w:rsidRPr="0027236B">
        <w:t xml:space="preserve">Learning Objective: </w:t>
      </w:r>
      <w:r w:rsidR="005F35EF">
        <w:t xml:space="preserve">5-3: </w:t>
      </w:r>
      <w:r w:rsidRPr="0027236B">
        <w:t>Determine the mean, the standard deviation, and the shape of a distribution of sample means</w:t>
      </w:r>
      <w:r w:rsidR="00F23B2C">
        <w:t>.</w:t>
      </w:r>
    </w:p>
    <w:p w14:paraId="1E2FB843" w14:textId="77777777" w:rsidR="00686ACD" w:rsidRDefault="00686ACD" w:rsidP="00921391">
      <w:pPr>
        <w:pStyle w:val="Type"/>
      </w:pPr>
      <w:r>
        <w:t>Cognitive Domain:</w:t>
      </w:r>
      <w:r w:rsidR="00376BB7">
        <w:t xml:space="preserve"> Application</w:t>
      </w:r>
    </w:p>
    <w:p w14:paraId="27BC943E" w14:textId="77777777" w:rsidR="00686ACD" w:rsidRDefault="00686ACD" w:rsidP="00921391">
      <w:pPr>
        <w:pStyle w:val="Type"/>
      </w:pPr>
      <w:r>
        <w:t>Answer Location:</w:t>
      </w:r>
      <w:r w:rsidR="00376BB7" w:rsidRPr="00376BB7">
        <w:t xml:space="preserve"> </w:t>
      </w:r>
      <w:r w:rsidR="00376BB7">
        <w:t>Distribution of Sample Means</w:t>
      </w:r>
    </w:p>
    <w:p w14:paraId="088FE751" w14:textId="77777777" w:rsidR="00686ACD" w:rsidRPr="00BC191B" w:rsidRDefault="00686ACD" w:rsidP="00921391">
      <w:pPr>
        <w:pStyle w:val="Question"/>
      </w:pPr>
      <w:r>
        <w:t xml:space="preserve">6. </w:t>
      </w:r>
      <w:r w:rsidR="00BC191B">
        <w:t>The standard error of the mean (</w:t>
      </w:r>
      <w:r w:rsidR="00BC191B" w:rsidRPr="00BC191B">
        <w:rPr>
          <w:i/>
        </w:rPr>
        <w:t>SEM</w:t>
      </w:r>
      <w:r w:rsidR="00BC191B" w:rsidRPr="00BC191B">
        <w:rPr>
          <w:i/>
          <w:vertAlign w:val="subscript"/>
        </w:rPr>
        <w:t>p</w:t>
      </w:r>
      <w:r w:rsidR="00BC191B" w:rsidRPr="00BC191B">
        <w:t>)</w:t>
      </w:r>
      <w:r w:rsidR="00BC191B">
        <w:t xml:space="preserve"> for sample means </w:t>
      </w:r>
      <w:r w:rsidR="00EE4992">
        <w:t>provides a measure of sampling error.</w:t>
      </w:r>
    </w:p>
    <w:p w14:paraId="13A9CB45" w14:textId="77777777" w:rsidR="00686ACD" w:rsidRDefault="00BC191B" w:rsidP="00921391">
      <w:pPr>
        <w:pStyle w:val="TF"/>
      </w:pPr>
      <w:r>
        <w:t>*True</w:t>
      </w:r>
    </w:p>
    <w:p w14:paraId="73E7DC6C" w14:textId="77777777" w:rsidR="00686ACD" w:rsidRDefault="00BC191B" w:rsidP="00921391">
      <w:pPr>
        <w:pStyle w:val="TF"/>
      </w:pPr>
      <w:r>
        <w:t>False</w:t>
      </w:r>
    </w:p>
    <w:p w14:paraId="21000A94" w14:textId="77777777" w:rsidR="007E40B7" w:rsidRPr="0027236B" w:rsidRDefault="007E40B7" w:rsidP="00921391">
      <w:pPr>
        <w:pStyle w:val="Type"/>
      </w:pPr>
      <w:r w:rsidRPr="0027236B">
        <w:t xml:space="preserve">Learning Objective: </w:t>
      </w:r>
      <w:r w:rsidR="007672CD">
        <w:t xml:space="preserve">5-4: </w:t>
      </w:r>
      <w:r w:rsidRPr="0027236B">
        <w:t>Explain what the standard error of the mean measures</w:t>
      </w:r>
      <w:r w:rsidR="00F9437B">
        <w:t>.</w:t>
      </w:r>
    </w:p>
    <w:p w14:paraId="19A2A69C" w14:textId="77777777" w:rsidR="00686ACD" w:rsidRDefault="00686ACD" w:rsidP="00921391">
      <w:pPr>
        <w:pStyle w:val="Type"/>
      </w:pPr>
      <w:r>
        <w:t>Cognitive Domain:</w:t>
      </w:r>
      <w:r w:rsidR="00BC191B">
        <w:t xml:space="preserve"> </w:t>
      </w:r>
      <w:r w:rsidR="005378F0">
        <w:t>Knowledge</w:t>
      </w:r>
    </w:p>
    <w:p w14:paraId="0FDE7628" w14:textId="77777777" w:rsidR="005378F0" w:rsidRDefault="00686ACD" w:rsidP="00921391">
      <w:pPr>
        <w:pStyle w:val="Type"/>
      </w:pPr>
      <w:r>
        <w:t>Answer Location:</w:t>
      </w:r>
      <w:r w:rsidR="005378F0" w:rsidRPr="005378F0">
        <w:t xml:space="preserve"> </w:t>
      </w:r>
      <w:r w:rsidR="005378F0">
        <w:t>Distribution of Sample Means</w:t>
      </w:r>
    </w:p>
    <w:p w14:paraId="64679AF2" w14:textId="77777777" w:rsidR="00686ACD" w:rsidRDefault="00686ACD" w:rsidP="00921391">
      <w:pPr>
        <w:pStyle w:val="Question"/>
      </w:pPr>
      <w:r>
        <w:lastRenderedPageBreak/>
        <w:t xml:space="preserve">7. </w:t>
      </w:r>
      <w:r w:rsidR="00D86739">
        <w:t>One reason the central limit theorem is important is that it tells us that sample means are likely to be close in value to the mean of the</w:t>
      </w:r>
      <w:r w:rsidR="004473E9">
        <w:t>ir original</w:t>
      </w:r>
      <w:r w:rsidR="00D86739">
        <w:t xml:space="preserve"> popula</w:t>
      </w:r>
      <w:r w:rsidR="00E80199">
        <w:t>tion</w:t>
      </w:r>
      <w:r w:rsidR="004473E9">
        <w:t>.</w:t>
      </w:r>
    </w:p>
    <w:p w14:paraId="75B01B84" w14:textId="77777777" w:rsidR="00686ACD" w:rsidRDefault="00E94218" w:rsidP="00921391">
      <w:pPr>
        <w:pStyle w:val="TF"/>
      </w:pPr>
      <w:r>
        <w:t>*True</w:t>
      </w:r>
    </w:p>
    <w:p w14:paraId="001C7C7C" w14:textId="77777777" w:rsidR="00686ACD" w:rsidRDefault="00E94218" w:rsidP="00921391">
      <w:pPr>
        <w:pStyle w:val="TF"/>
      </w:pPr>
      <w:r>
        <w:t>False</w:t>
      </w:r>
    </w:p>
    <w:p w14:paraId="5FE05951" w14:textId="77777777" w:rsidR="00BE0471" w:rsidRDefault="00686ACD" w:rsidP="00921391">
      <w:pPr>
        <w:pStyle w:val="Type"/>
      </w:pPr>
      <w:r>
        <w:t>Learning Objective</w:t>
      </w:r>
      <w:r w:rsidR="00BE0471" w:rsidRPr="0027236B">
        <w:t xml:space="preserve">: </w:t>
      </w:r>
      <w:r w:rsidR="007672CD">
        <w:t xml:space="preserve">5-5: </w:t>
      </w:r>
      <w:r w:rsidR="00BE0471" w:rsidRPr="0027236B">
        <w:t>Explain the central limit theorem and why it is important</w:t>
      </w:r>
      <w:r w:rsidR="00173F82">
        <w:t>.</w:t>
      </w:r>
    </w:p>
    <w:p w14:paraId="3CCF6214" w14:textId="77777777" w:rsidR="00686ACD" w:rsidRDefault="00686ACD" w:rsidP="00921391">
      <w:pPr>
        <w:pStyle w:val="Type"/>
      </w:pPr>
      <w:r>
        <w:t>Domain:</w:t>
      </w:r>
      <w:r w:rsidR="0049559B">
        <w:t xml:space="preserve"> Knowledge</w:t>
      </w:r>
    </w:p>
    <w:p w14:paraId="7AF25F78" w14:textId="77777777" w:rsidR="00686ACD" w:rsidRDefault="00686ACD" w:rsidP="00921391">
      <w:pPr>
        <w:pStyle w:val="Type"/>
      </w:pPr>
      <w:r>
        <w:t>Answer Location:</w:t>
      </w:r>
      <w:r w:rsidR="0049559B">
        <w:t xml:space="preserve"> </w:t>
      </w:r>
      <w:r w:rsidR="00E017CF">
        <w:t>Distribution of Sample Means</w:t>
      </w:r>
    </w:p>
    <w:p w14:paraId="3F45865D" w14:textId="77777777" w:rsidR="00686ACD" w:rsidRPr="00921391" w:rsidRDefault="00686ACD" w:rsidP="00921391">
      <w:pPr>
        <w:pStyle w:val="Question"/>
      </w:pPr>
      <w:r>
        <w:t>8.</w:t>
      </w:r>
      <w:r w:rsidR="004D5194">
        <w:t xml:space="preserve"> Another reason the central limit theorem is important is that it allows us to compute a measure of </w:t>
      </w:r>
      <w:r w:rsidR="004D5194" w:rsidRPr="00921391">
        <w:t>sampling error for a study.</w:t>
      </w:r>
    </w:p>
    <w:p w14:paraId="69407CB8" w14:textId="77777777" w:rsidR="007672CD" w:rsidRDefault="004D5194" w:rsidP="00921391">
      <w:pPr>
        <w:pStyle w:val="TF"/>
      </w:pPr>
      <w:r>
        <w:t>*True</w:t>
      </w:r>
    </w:p>
    <w:p w14:paraId="69FD7E00" w14:textId="77777777" w:rsidR="00686ACD" w:rsidRDefault="004D5194" w:rsidP="00921391">
      <w:pPr>
        <w:pStyle w:val="TF"/>
      </w:pPr>
      <w:r>
        <w:t>False</w:t>
      </w:r>
    </w:p>
    <w:p w14:paraId="3CD7BA10" w14:textId="77777777" w:rsidR="007672CD" w:rsidRDefault="00D92429" w:rsidP="00921391">
      <w:pPr>
        <w:pStyle w:val="Type"/>
      </w:pPr>
      <w:r w:rsidRPr="0027236B">
        <w:t xml:space="preserve">Learning Objective: </w:t>
      </w:r>
      <w:r w:rsidR="007672CD">
        <w:t xml:space="preserve">5-6: </w:t>
      </w:r>
      <w:r w:rsidRPr="0027236B">
        <w:t>Explain the law of large numbers</w:t>
      </w:r>
      <w:r w:rsidR="00EA6883">
        <w:t>.</w:t>
      </w:r>
    </w:p>
    <w:p w14:paraId="3B09DF84" w14:textId="77777777" w:rsidR="00686ACD" w:rsidRDefault="00686ACD" w:rsidP="00921391">
      <w:pPr>
        <w:pStyle w:val="Type"/>
      </w:pPr>
      <w:r>
        <w:t>Cognitive Domain:</w:t>
      </w:r>
      <w:r w:rsidR="00CC01A3">
        <w:t xml:space="preserve"> Knowledge</w:t>
      </w:r>
    </w:p>
    <w:p w14:paraId="04D08D6B" w14:textId="77777777" w:rsidR="00CC01A3" w:rsidRDefault="00CC01A3" w:rsidP="00921391">
      <w:pPr>
        <w:pStyle w:val="Type"/>
      </w:pPr>
      <w:r>
        <w:t>Answer Location:</w:t>
      </w:r>
      <w:r w:rsidRPr="00376BB7">
        <w:t xml:space="preserve"> </w:t>
      </w:r>
      <w:r>
        <w:t>Distribu</w:t>
      </w:r>
      <w:r w:rsidR="003943B6">
        <w:t>tion of Sample Means</w:t>
      </w:r>
    </w:p>
    <w:p w14:paraId="4FCDF9C4" w14:textId="56BDA2DA" w:rsidR="00DE17C0" w:rsidRDefault="00686ACD" w:rsidP="00921391">
      <w:pPr>
        <w:pStyle w:val="Question"/>
      </w:pPr>
      <w:r>
        <w:t xml:space="preserve">9. </w:t>
      </w:r>
      <w:r w:rsidR="00DE17C0">
        <w:t>According to the _</w:t>
      </w:r>
      <w:r w:rsidR="00D77CEE">
        <w:t>_____</w:t>
      </w:r>
      <w:r w:rsidR="00DE17C0">
        <w:t>_____</w:t>
      </w:r>
      <w:r w:rsidR="00EA6883">
        <w:t>,</w:t>
      </w:r>
      <w:r w:rsidR="00DE17C0">
        <w:t xml:space="preserve"> a large sample will produce a mean that is closer to the real population mean than a small sample</w:t>
      </w:r>
      <w:r w:rsidR="007672CD">
        <w:t>.</w:t>
      </w:r>
    </w:p>
    <w:p w14:paraId="2BF3C160" w14:textId="77777777" w:rsidR="00DE17C0" w:rsidRDefault="007672CD" w:rsidP="00921391">
      <w:pPr>
        <w:pStyle w:val="Choice"/>
      </w:pPr>
      <w:r>
        <w:t>A</w:t>
      </w:r>
      <w:r w:rsidR="00DE17C0">
        <w:t>. central limit theorem</w:t>
      </w:r>
    </w:p>
    <w:p w14:paraId="414E4C4D" w14:textId="77777777" w:rsidR="00DE17C0" w:rsidRDefault="007672CD" w:rsidP="00921391">
      <w:pPr>
        <w:pStyle w:val="Choice"/>
      </w:pPr>
      <w:r>
        <w:t>B</w:t>
      </w:r>
      <w:r w:rsidR="00DE17C0">
        <w:t>. unit normal table</w:t>
      </w:r>
    </w:p>
    <w:p w14:paraId="73D20A4C" w14:textId="77777777" w:rsidR="00DE17C0" w:rsidRDefault="007672CD" w:rsidP="00921391">
      <w:pPr>
        <w:pStyle w:val="Choice"/>
      </w:pPr>
      <w:r>
        <w:t>C</w:t>
      </w:r>
      <w:r w:rsidR="00DE17C0">
        <w:t xml:space="preserve">. </w:t>
      </w:r>
      <w:r w:rsidR="008A74CF">
        <w:t>sum of squares</w:t>
      </w:r>
    </w:p>
    <w:p w14:paraId="5BE20E21" w14:textId="77777777" w:rsidR="00DE17C0" w:rsidRDefault="008A74CF" w:rsidP="00921391">
      <w:pPr>
        <w:pStyle w:val="Choice"/>
      </w:pPr>
      <w:r>
        <w:t>*</w:t>
      </w:r>
      <w:r w:rsidR="007672CD">
        <w:t>D</w:t>
      </w:r>
      <w:r w:rsidR="00DE17C0">
        <w:t>.</w:t>
      </w:r>
      <w:r w:rsidRPr="008A74CF">
        <w:t xml:space="preserve"> </w:t>
      </w:r>
      <w:r>
        <w:t>law of large numbers</w:t>
      </w:r>
    </w:p>
    <w:p w14:paraId="0A44E008" w14:textId="77777777" w:rsidR="007672CD" w:rsidRDefault="00DE17C0" w:rsidP="00921391">
      <w:pPr>
        <w:pStyle w:val="Type"/>
      </w:pPr>
      <w:r w:rsidRPr="0027236B">
        <w:t xml:space="preserve">Learning Objective: </w:t>
      </w:r>
      <w:r w:rsidR="007672CD">
        <w:t xml:space="preserve">5-6: </w:t>
      </w:r>
      <w:r w:rsidRPr="0027236B">
        <w:t>Explain the law of large numbers</w:t>
      </w:r>
      <w:r w:rsidR="00EA6883">
        <w:t>.</w:t>
      </w:r>
    </w:p>
    <w:p w14:paraId="0F5356CB" w14:textId="77777777" w:rsidR="00DE17C0" w:rsidRDefault="00DE17C0" w:rsidP="00921391">
      <w:pPr>
        <w:pStyle w:val="Type"/>
      </w:pPr>
      <w:r>
        <w:t>Cognitive Domain: Knowledge</w:t>
      </w:r>
    </w:p>
    <w:p w14:paraId="0B3572F4" w14:textId="77777777" w:rsidR="00DE17C0" w:rsidRDefault="00DE17C0" w:rsidP="00921391">
      <w:pPr>
        <w:pStyle w:val="Type"/>
      </w:pPr>
      <w:r>
        <w:t>Answer Location:</w:t>
      </w:r>
      <w:r w:rsidRPr="00376BB7">
        <w:t xml:space="preserve"> </w:t>
      </w:r>
      <w:r>
        <w:t>Distribution of Sample Means</w:t>
      </w:r>
    </w:p>
    <w:p w14:paraId="1C87BFE0" w14:textId="005F21CF" w:rsidR="006C6F40" w:rsidRDefault="00686ACD" w:rsidP="00921391">
      <w:pPr>
        <w:pStyle w:val="Question"/>
      </w:pPr>
      <w:r>
        <w:t xml:space="preserve">10. </w:t>
      </w:r>
      <w:r w:rsidR="006C6F40">
        <w:t>A</w:t>
      </w:r>
      <w:r w:rsidR="00B850D4">
        <w:t xml:space="preserve"> population has a mean</w:t>
      </w:r>
      <w:r w:rsidR="002961CF">
        <w:t xml:space="preserve">, </w:t>
      </w:r>
      <w:r w:rsidR="002961CF">
        <w:rPr>
          <w:rFonts w:cs="Calibri"/>
        </w:rPr>
        <w:t>µ</w:t>
      </w:r>
      <w:r w:rsidR="002961CF">
        <w:t xml:space="preserve"> </w:t>
      </w:r>
      <w:r w:rsidR="001F6282">
        <w:t xml:space="preserve">= </w:t>
      </w:r>
      <w:r w:rsidR="00B850D4">
        <w:t>120 and a standard deviation</w:t>
      </w:r>
      <w:r w:rsidR="002961CF">
        <w:t xml:space="preserve">, </w:t>
      </w:r>
      <w:r w:rsidR="002961CF">
        <w:rPr>
          <w:rFonts w:cs="Calibri"/>
        </w:rPr>
        <w:t>σ</w:t>
      </w:r>
      <w:r w:rsidR="00C86BFF">
        <w:t xml:space="preserve"> = </w:t>
      </w:r>
      <w:r w:rsidR="0096070C">
        <w:t xml:space="preserve">18. </w:t>
      </w:r>
      <w:r w:rsidR="006C6F40">
        <w:t xml:space="preserve">What is the </w:t>
      </w:r>
      <w:r w:rsidR="006C6F40" w:rsidRPr="00206AB4">
        <w:rPr>
          <w:i/>
        </w:rPr>
        <w:t>z</w:t>
      </w:r>
      <w:r w:rsidR="006C6F40">
        <w:t xml:space="preserve"> score for a sample mean of 122, from a sample of 81 people?</w:t>
      </w:r>
    </w:p>
    <w:p w14:paraId="1ED8C7EC" w14:textId="77777777" w:rsidR="00686ACD" w:rsidRDefault="007672CD" w:rsidP="00921391">
      <w:pPr>
        <w:pStyle w:val="Choice"/>
      </w:pPr>
      <w:r>
        <w:t>A</w:t>
      </w:r>
      <w:r w:rsidR="00686ACD">
        <w:t xml:space="preserve">. </w:t>
      </w:r>
      <w:r w:rsidR="005A2A27">
        <w:t>+0.11</w:t>
      </w:r>
    </w:p>
    <w:p w14:paraId="7D7A7083" w14:textId="77777777" w:rsidR="00686ACD" w:rsidRDefault="007672CD" w:rsidP="00921391">
      <w:pPr>
        <w:pStyle w:val="Choice"/>
      </w:pPr>
      <w:r>
        <w:t>B</w:t>
      </w:r>
      <w:r w:rsidR="00686ACD">
        <w:t xml:space="preserve">. </w:t>
      </w:r>
      <w:r w:rsidR="005A2A27">
        <w:t>+0.22</w:t>
      </w:r>
    </w:p>
    <w:p w14:paraId="5D3B523E" w14:textId="77777777" w:rsidR="00686ACD" w:rsidRDefault="005A2A27" w:rsidP="00921391">
      <w:pPr>
        <w:pStyle w:val="Choice"/>
      </w:pPr>
      <w:r>
        <w:lastRenderedPageBreak/>
        <w:t>*</w:t>
      </w:r>
      <w:r w:rsidR="007672CD">
        <w:t>C</w:t>
      </w:r>
      <w:r w:rsidR="00686ACD">
        <w:t xml:space="preserve">. </w:t>
      </w:r>
      <w:r>
        <w:t>+1.00</w:t>
      </w:r>
    </w:p>
    <w:p w14:paraId="47CEE9B7" w14:textId="77777777" w:rsidR="00686ACD" w:rsidRDefault="007672CD" w:rsidP="00921391">
      <w:pPr>
        <w:pStyle w:val="Choice"/>
      </w:pPr>
      <w:r>
        <w:t>D</w:t>
      </w:r>
      <w:r w:rsidR="00686ACD">
        <w:t>.</w:t>
      </w:r>
      <w:r w:rsidR="005A2A27">
        <w:t xml:space="preserve"> 9.09</w:t>
      </w:r>
    </w:p>
    <w:p w14:paraId="67E8FF79" w14:textId="77777777" w:rsidR="009831BA" w:rsidRPr="0027236B" w:rsidRDefault="00686ACD" w:rsidP="00921391">
      <w:pPr>
        <w:pStyle w:val="Type"/>
      </w:pPr>
      <w:r>
        <w:t xml:space="preserve">Learning Objective: </w:t>
      </w:r>
      <w:r w:rsidR="007672CD">
        <w:t xml:space="preserve">5-7: </w:t>
      </w:r>
      <w:r w:rsidR="009831BA" w:rsidRPr="0027236B">
        <w:t xml:space="preserve">Compute a </w:t>
      </w:r>
      <w:r w:rsidR="009831BA" w:rsidRPr="0027236B">
        <w:rPr>
          <w:i/>
          <w:iCs/>
        </w:rPr>
        <w:t xml:space="preserve">z </w:t>
      </w:r>
      <w:r w:rsidR="009831BA" w:rsidRPr="0027236B">
        <w:t>for a sample mean</w:t>
      </w:r>
      <w:r w:rsidR="00714ABA">
        <w:t>.</w:t>
      </w:r>
    </w:p>
    <w:p w14:paraId="709DB7AB" w14:textId="77777777" w:rsidR="00686ACD" w:rsidRDefault="00686ACD" w:rsidP="00921391">
      <w:pPr>
        <w:pStyle w:val="Type"/>
      </w:pPr>
      <w:r>
        <w:t>Cognitive Domain:</w:t>
      </w:r>
      <w:r w:rsidR="009831BA">
        <w:t xml:space="preserve"> Application</w:t>
      </w:r>
    </w:p>
    <w:p w14:paraId="6D9C1ED8" w14:textId="77777777" w:rsidR="00686ACD" w:rsidRPr="009831BA" w:rsidRDefault="00686ACD" w:rsidP="00921391">
      <w:pPr>
        <w:pStyle w:val="Type"/>
      </w:pPr>
      <w:r>
        <w:t>Answer Location:</w:t>
      </w:r>
      <w:r w:rsidR="009831BA">
        <w:t xml:space="preserve"> </w:t>
      </w:r>
      <w:r w:rsidR="009831BA">
        <w:rPr>
          <w:i/>
        </w:rPr>
        <w:t>z</w:t>
      </w:r>
      <w:r w:rsidR="009831BA">
        <w:t xml:space="preserve"> For a Sample Mean</w:t>
      </w:r>
    </w:p>
    <w:p w14:paraId="19582AE6" w14:textId="0991D34D" w:rsidR="00686ACD" w:rsidRDefault="00686ACD" w:rsidP="00921391">
      <w:pPr>
        <w:pStyle w:val="Question"/>
      </w:pPr>
      <w:r>
        <w:t xml:space="preserve">11. </w:t>
      </w:r>
      <w:r w:rsidR="00635D46">
        <w:t>A test of psychology knowledge is normall</w:t>
      </w:r>
      <w:r w:rsidR="00FC0072">
        <w:t xml:space="preserve">y distributed with a mean, </w:t>
      </w:r>
      <w:r w:rsidR="002961CF">
        <w:rPr>
          <w:rFonts w:cs="Calibri"/>
        </w:rPr>
        <w:t>µ</w:t>
      </w:r>
      <w:r w:rsidR="00FC0072">
        <w:t xml:space="preserve"> = </w:t>
      </w:r>
      <w:r w:rsidR="00635D46">
        <w:t>80 and a standard deviation</w:t>
      </w:r>
      <w:r w:rsidR="00FC0072">
        <w:t xml:space="preserve">, </w:t>
      </w:r>
      <w:r w:rsidR="002961CF">
        <w:rPr>
          <w:rFonts w:cs="Calibri"/>
        </w:rPr>
        <w:t>σ</w:t>
      </w:r>
      <w:r w:rsidR="00FC0072">
        <w:t xml:space="preserve"> = 5. If a sample</w:t>
      </w:r>
      <w:r w:rsidR="00635D46">
        <w:t xml:space="preserve"> of </w:t>
      </w:r>
      <w:r w:rsidR="00FC0072" w:rsidRPr="00FC0072">
        <w:rPr>
          <w:i/>
        </w:rPr>
        <w:t>N</w:t>
      </w:r>
      <w:r w:rsidR="00FC0072" w:rsidRPr="00FC0072">
        <w:t xml:space="preserve"> =</w:t>
      </w:r>
      <w:r w:rsidR="00FC0072">
        <w:t xml:space="preserve"> </w:t>
      </w:r>
      <w:r w:rsidR="00635D46" w:rsidRPr="00FC0072">
        <w:t>25</w:t>
      </w:r>
      <w:r w:rsidR="00635D46">
        <w:t xml:space="preserve"> students completes the test, what is the probability that their mean would be greater than 81.5?</w:t>
      </w:r>
      <w:bookmarkStart w:id="0" w:name="_GoBack"/>
      <w:bookmarkEnd w:id="0"/>
    </w:p>
    <w:p w14:paraId="667278B8" w14:textId="77777777" w:rsidR="00686ACD" w:rsidRDefault="007672CD" w:rsidP="00921391">
      <w:pPr>
        <w:pStyle w:val="Choice"/>
      </w:pPr>
      <w:r>
        <w:t>A</w:t>
      </w:r>
      <w:r w:rsidR="00686ACD">
        <w:t xml:space="preserve">. </w:t>
      </w:r>
      <w:r w:rsidR="001607EC">
        <w:t>0</w:t>
      </w:r>
      <w:r w:rsidR="00272BD0">
        <w:t>.9332</w:t>
      </w:r>
    </w:p>
    <w:p w14:paraId="508E0967" w14:textId="77777777" w:rsidR="00686ACD" w:rsidRDefault="007672CD" w:rsidP="00921391">
      <w:pPr>
        <w:pStyle w:val="Choice"/>
      </w:pPr>
      <w:r>
        <w:t>B</w:t>
      </w:r>
      <w:r w:rsidR="00686ACD">
        <w:t xml:space="preserve">. </w:t>
      </w:r>
      <w:r w:rsidR="001607EC">
        <w:t>0</w:t>
      </w:r>
      <w:r w:rsidR="00272BD0">
        <w:t>.3821</w:t>
      </w:r>
    </w:p>
    <w:p w14:paraId="740B9718" w14:textId="77777777" w:rsidR="00686ACD" w:rsidRDefault="007672CD" w:rsidP="00921391">
      <w:pPr>
        <w:pStyle w:val="Choice"/>
      </w:pPr>
      <w:r>
        <w:t>C</w:t>
      </w:r>
      <w:r w:rsidR="00686ACD">
        <w:t xml:space="preserve">. </w:t>
      </w:r>
      <w:r w:rsidR="001607EC">
        <w:t>0</w:t>
      </w:r>
      <w:r w:rsidR="00272BD0">
        <w:t>.3000</w:t>
      </w:r>
    </w:p>
    <w:p w14:paraId="7BB07C62" w14:textId="77777777" w:rsidR="00686ACD" w:rsidRDefault="001607EC" w:rsidP="00921391">
      <w:pPr>
        <w:pStyle w:val="Choice"/>
      </w:pPr>
      <w:r>
        <w:t>*</w:t>
      </w:r>
      <w:r w:rsidR="007672CD">
        <w:t>D</w:t>
      </w:r>
      <w:r w:rsidR="00686ACD">
        <w:t xml:space="preserve">. </w:t>
      </w:r>
      <w:r>
        <w:t>0</w:t>
      </w:r>
      <w:r w:rsidR="00272BD0">
        <w:t>.0668</w:t>
      </w:r>
    </w:p>
    <w:p w14:paraId="3CA0C7CB" w14:textId="77777777" w:rsidR="007672CD" w:rsidRDefault="00B14809" w:rsidP="00921391">
      <w:pPr>
        <w:pStyle w:val="Type"/>
      </w:pPr>
      <w:r w:rsidRPr="0027236B">
        <w:t xml:space="preserve">Learning Objective: </w:t>
      </w:r>
      <w:r w:rsidR="007672CD">
        <w:t xml:space="preserve">5-8: </w:t>
      </w:r>
      <w:r w:rsidRPr="0027236B">
        <w:t xml:space="preserve">Use the </w:t>
      </w:r>
      <w:r w:rsidRPr="0027236B">
        <w:rPr>
          <w:i/>
          <w:iCs/>
        </w:rPr>
        <w:t xml:space="preserve">z </w:t>
      </w:r>
      <w:r w:rsidRPr="0027236B">
        <w:t>for a sample mean and a unit normal table to determine how likely a given sample mean is to occur</w:t>
      </w:r>
      <w:r w:rsidR="007672CD">
        <w:t>.</w:t>
      </w:r>
    </w:p>
    <w:p w14:paraId="7F1D8AE3" w14:textId="77777777" w:rsidR="00686ACD" w:rsidRDefault="00686ACD" w:rsidP="00921391">
      <w:pPr>
        <w:pStyle w:val="Type"/>
      </w:pPr>
      <w:r>
        <w:t>Cognitive Domain:</w:t>
      </w:r>
      <w:r w:rsidR="00BE6239">
        <w:t xml:space="preserve"> Application</w:t>
      </w:r>
    </w:p>
    <w:p w14:paraId="2B6625FF" w14:textId="77777777" w:rsidR="00686ACD" w:rsidRDefault="00686ACD" w:rsidP="00921391">
      <w:pPr>
        <w:pStyle w:val="Type"/>
      </w:pPr>
      <w:r>
        <w:t>Answer Location:</w:t>
      </w:r>
      <w:r w:rsidR="00D4427A">
        <w:t xml:space="preserve"> </w:t>
      </w:r>
      <w:r w:rsidR="00D4427A">
        <w:rPr>
          <w:i/>
        </w:rPr>
        <w:t>z</w:t>
      </w:r>
      <w:r w:rsidR="00D4427A">
        <w:t xml:space="preserve"> For a Sample Mean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8E555" w14:textId="77777777" w:rsidR="007E7F35" w:rsidRDefault="007E7F35" w:rsidP="006B1B0A">
      <w:r>
        <w:separator/>
      </w:r>
    </w:p>
  </w:endnote>
  <w:endnote w:type="continuationSeparator" w:id="0">
    <w:p w14:paraId="7D5B7CE4" w14:textId="77777777" w:rsidR="007E7F35" w:rsidRDefault="007E7F35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45401" w14:textId="77777777" w:rsidR="007E7F35" w:rsidRDefault="007E7F35" w:rsidP="006B1B0A">
      <w:r>
        <w:separator/>
      </w:r>
    </w:p>
  </w:footnote>
  <w:footnote w:type="continuationSeparator" w:id="0">
    <w:p w14:paraId="5F12EEF0" w14:textId="77777777" w:rsidR="007E7F35" w:rsidRDefault="007E7F35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47F03"/>
    <w:rsid w:val="00091AC6"/>
    <w:rsid w:val="00097FB5"/>
    <w:rsid w:val="00140590"/>
    <w:rsid w:val="001447FC"/>
    <w:rsid w:val="001607EC"/>
    <w:rsid w:val="00173F82"/>
    <w:rsid w:val="001B492C"/>
    <w:rsid w:val="001F6282"/>
    <w:rsid w:val="001F784E"/>
    <w:rsid w:val="00204867"/>
    <w:rsid w:val="00206AB4"/>
    <w:rsid w:val="00244635"/>
    <w:rsid w:val="00272BD0"/>
    <w:rsid w:val="002961CF"/>
    <w:rsid w:val="002D54C5"/>
    <w:rsid w:val="0030081D"/>
    <w:rsid w:val="00357223"/>
    <w:rsid w:val="00361CCB"/>
    <w:rsid w:val="00374E32"/>
    <w:rsid w:val="00376BB7"/>
    <w:rsid w:val="003943B6"/>
    <w:rsid w:val="003A0309"/>
    <w:rsid w:val="003B1DA1"/>
    <w:rsid w:val="003D549C"/>
    <w:rsid w:val="004473E9"/>
    <w:rsid w:val="00475880"/>
    <w:rsid w:val="0049559B"/>
    <w:rsid w:val="004B1461"/>
    <w:rsid w:val="004D5194"/>
    <w:rsid w:val="005335A2"/>
    <w:rsid w:val="005378F0"/>
    <w:rsid w:val="005A2A27"/>
    <w:rsid w:val="005A5B03"/>
    <w:rsid w:val="005F35EF"/>
    <w:rsid w:val="0060412D"/>
    <w:rsid w:val="00635D46"/>
    <w:rsid w:val="00643A75"/>
    <w:rsid w:val="00686ACD"/>
    <w:rsid w:val="006B1B0A"/>
    <w:rsid w:val="006B3E20"/>
    <w:rsid w:val="006C6F40"/>
    <w:rsid w:val="006D3954"/>
    <w:rsid w:val="006E2FCE"/>
    <w:rsid w:val="006F23BB"/>
    <w:rsid w:val="00714ABA"/>
    <w:rsid w:val="0074666F"/>
    <w:rsid w:val="00763BB4"/>
    <w:rsid w:val="007672CD"/>
    <w:rsid w:val="007E33F0"/>
    <w:rsid w:val="007E40B7"/>
    <w:rsid w:val="007E7F35"/>
    <w:rsid w:val="00833691"/>
    <w:rsid w:val="00894A39"/>
    <w:rsid w:val="008A74CF"/>
    <w:rsid w:val="00921391"/>
    <w:rsid w:val="0096070C"/>
    <w:rsid w:val="00970C80"/>
    <w:rsid w:val="00977E42"/>
    <w:rsid w:val="009831BA"/>
    <w:rsid w:val="00984CCE"/>
    <w:rsid w:val="009909FB"/>
    <w:rsid w:val="009B0C8E"/>
    <w:rsid w:val="009E00D1"/>
    <w:rsid w:val="009F134F"/>
    <w:rsid w:val="00A62AC0"/>
    <w:rsid w:val="00A920A1"/>
    <w:rsid w:val="00A97D55"/>
    <w:rsid w:val="00AB7EF1"/>
    <w:rsid w:val="00AC5287"/>
    <w:rsid w:val="00AF3200"/>
    <w:rsid w:val="00AF3CF4"/>
    <w:rsid w:val="00B14809"/>
    <w:rsid w:val="00B159FE"/>
    <w:rsid w:val="00B52640"/>
    <w:rsid w:val="00B850D4"/>
    <w:rsid w:val="00BC191B"/>
    <w:rsid w:val="00BE0471"/>
    <w:rsid w:val="00BE6239"/>
    <w:rsid w:val="00C47431"/>
    <w:rsid w:val="00C86BFF"/>
    <w:rsid w:val="00CB0CF2"/>
    <w:rsid w:val="00CC01A3"/>
    <w:rsid w:val="00CE2136"/>
    <w:rsid w:val="00D00FB9"/>
    <w:rsid w:val="00D33751"/>
    <w:rsid w:val="00D42480"/>
    <w:rsid w:val="00D4427A"/>
    <w:rsid w:val="00D52230"/>
    <w:rsid w:val="00D66464"/>
    <w:rsid w:val="00D77CEE"/>
    <w:rsid w:val="00D86739"/>
    <w:rsid w:val="00D904D9"/>
    <w:rsid w:val="00D91499"/>
    <w:rsid w:val="00D92429"/>
    <w:rsid w:val="00DE17C0"/>
    <w:rsid w:val="00E00BF7"/>
    <w:rsid w:val="00E017CF"/>
    <w:rsid w:val="00E26DC1"/>
    <w:rsid w:val="00E80199"/>
    <w:rsid w:val="00E81E6A"/>
    <w:rsid w:val="00E8587B"/>
    <w:rsid w:val="00E94218"/>
    <w:rsid w:val="00EA6883"/>
    <w:rsid w:val="00EE08F6"/>
    <w:rsid w:val="00EE3105"/>
    <w:rsid w:val="00EE4992"/>
    <w:rsid w:val="00F23B2C"/>
    <w:rsid w:val="00F439AE"/>
    <w:rsid w:val="00F84F8E"/>
    <w:rsid w:val="00F9437B"/>
    <w:rsid w:val="00F95F79"/>
    <w:rsid w:val="00FC0072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B7441"/>
  <w15:docId w15:val="{A0A07143-4D7C-4009-ABC1-F6DEBEBC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CF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2961C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961CF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0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0D1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qFormat/>
    <w:rsid w:val="002961CF"/>
  </w:style>
  <w:style w:type="paragraph" w:customStyle="1" w:styleId="Match">
    <w:name w:val="Match"/>
    <w:basedOn w:val="Normal"/>
    <w:qFormat/>
    <w:rsid w:val="002961CF"/>
  </w:style>
  <w:style w:type="paragraph" w:customStyle="1" w:styleId="Choice">
    <w:name w:val="Choice"/>
    <w:basedOn w:val="Normal"/>
    <w:qFormat/>
    <w:rsid w:val="002961CF"/>
  </w:style>
  <w:style w:type="paragraph" w:customStyle="1" w:styleId="TF">
    <w:name w:val="TF"/>
    <w:basedOn w:val="Normal"/>
    <w:qFormat/>
    <w:rsid w:val="002961CF"/>
  </w:style>
  <w:style w:type="paragraph" w:customStyle="1" w:styleId="Location">
    <w:name w:val="Location"/>
    <w:basedOn w:val="Normal"/>
    <w:next w:val="Normal"/>
    <w:qFormat/>
    <w:rsid w:val="002961CF"/>
  </w:style>
  <w:style w:type="paragraph" w:customStyle="1" w:styleId="Type">
    <w:name w:val="Type"/>
    <w:basedOn w:val="Normal"/>
    <w:next w:val="Normal"/>
    <w:qFormat/>
    <w:rsid w:val="002961CF"/>
  </w:style>
  <w:style w:type="paragraph" w:customStyle="1" w:styleId="Term">
    <w:name w:val="Term"/>
    <w:basedOn w:val="Normal"/>
    <w:next w:val="Normal"/>
    <w:qFormat/>
    <w:rsid w:val="002961CF"/>
  </w:style>
  <w:style w:type="paragraph" w:customStyle="1" w:styleId="Define">
    <w:name w:val="Define"/>
    <w:basedOn w:val="Normal"/>
    <w:next w:val="Normal"/>
    <w:qFormat/>
    <w:rsid w:val="00296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500D-A58F-4DDE-8073-D19DE3F0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5</TotalTime>
  <Pages>4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Harper, Claire</cp:lastModifiedBy>
  <cp:revision>5</cp:revision>
  <dcterms:created xsi:type="dcterms:W3CDTF">2017-05-03T17:39:00Z</dcterms:created>
  <dcterms:modified xsi:type="dcterms:W3CDTF">2017-05-05T11:30:00Z</dcterms:modified>
</cp:coreProperties>
</file>