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7E4F9" w14:textId="77777777" w:rsidR="001F784E" w:rsidRPr="00AE2789" w:rsidRDefault="001F784E">
      <w:pPr>
        <w:rPr>
          <w:b/>
          <w:sz w:val="24"/>
          <w:szCs w:val="32"/>
        </w:rPr>
      </w:pPr>
      <w:r w:rsidRPr="00AE2789">
        <w:rPr>
          <w:b/>
          <w:sz w:val="24"/>
          <w:szCs w:val="32"/>
        </w:rPr>
        <w:t xml:space="preserve">Chapter </w:t>
      </w:r>
      <w:r w:rsidR="00026477" w:rsidRPr="00AE2789">
        <w:rPr>
          <w:b/>
          <w:sz w:val="24"/>
          <w:szCs w:val="32"/>
        </w:rPr>
        <w:t>4</w:t>
      </w:r>
      <w:r w:rsidR="00361CCB" w:rsidRPr="00AE2789">
        <w:rPr>
          <w:b/>
          <w:sz w:val="24"/>
          <w:szCs w:val="32"/>
        </w:rPr>
        <w:t xml:space="preserve">: </w:t>
      </w:r>
      <w:r w:rsidR="00026477" w:rsidRPr="00AE2789">
        <w:rPr>
          <w:b/>
          <w:i/>
          <w:sz w:val="24"/>
          <w:szCs w:val="32"/>
        </w:rPr>
        <w:t>z</w:t>
      </w:r>
      <w:r w:rsidR="00026477" w:rsidRPr="00AE2789">
        <w:rPr>
          <w:b/>
          <w:sz w:val="24"/>
          <w:szCs w:val="32"/>
        </w:rPr>
        <w:t xml:space="preserve"> Scores</w:t>
      </w:r>
    </w:p>
    <w:p w14:paraId="0F32A3A2" w14:textId="77777777" w:rsidR="00AF3200" w:rsidRPr="00AE2789" w:rsidRDefault="006B3E20" w:rsidP="00AE2789">
      <w:pPr>
        <w:pStyle w:val="Question"/>
      </w:pPr>
      <w:r>
        <w:t xml:space="preserve">1. </w:t>
      </w:r>
      <w:r w:rsidR="00CB43B2">
        <w:t>A</w:t>
      </w:r>
      <w:r w:rsidR="003622C3">
        <w:t xml:space="preserve"> </w:t>
      </w:r>
      <w:r w:rsidR="00127AF5">
        <w:t>population</w:t>
      </w:r>
      <w:r w:rsidR="007C5FB7">
        <w:t xml:space="preserve"> of scores has a mean of 100 and a standard deviation of 10. What </w:t>
      </w:r>
      <w:r w:rsidR="003622C3">
        <w:t xml:space="preserve">raw </w:t>
      </w:r>
      <w:r w:rsidR="007C5FB7">
        <w:t xml:space="preserve">score is </w:t>
      </w:r>
      <w:r w:rsidR="007C5FB7" w:rsidRPr="00AE2789">
        <w:t>represented by the z score of 0?</w:t>
      </w:r>
    </w:p>
    <w:p w14:paraId="24BC44A9" w14:textId="77777777" w:rsidR="006B3E20" w:rsidRDefault="00595E9D" w:rsidP="00197896">
      <w:pPr>
        <w:pStyle w:val="Choice"/>
      </w:pPr>
      <w:r>
        <w:t>A</w:t>
      </w:r>
      <w:r w:rsidR="006B3E20">
        <w:t xml:space="preserve">. </w:t>
      </w:r>
      <w:r w:rsidR="007C5FB7">
        <w:t>0</w:t>
      </w:r>
    </w:p>
    <w:p w14:paraId="65A2D3D2" w14:textId="77777777" w:rsidR="006B3E20" w:rsidRDefault="00595E9D" w:rsidP="00197896">
      <w:pPr>
        <w:pStyle w:val="Choice"/>
      </w:pPr>
      <w:r>
        <w:t>B</w:t>
      </w:r>
      <w:r w:rsidR="006B3E20">
        <w:t xml:space="preserve">. </w:t>
      </w:r>
      <w:r w:rsidR="007C5FB7">
        <w:t>10</w:t>
      </w:r>
    </w:p>
    <w:p w14:paraId="32A5039F" w14:textId="77777777" w:rsidR="006B3E20" w:rsidRDefault="00D66F18" w:rsidP="00197896">
      <w:pPr>
        <w:pStyle w:val="Choice"/>
      </w:pPr>
      <w:r>
        <w:t>*</w:t>
      </w:r>
      <w:r w:rsidR="00595E9D">
        <w:t>C</w:t>
      </w:r>
      <w:r w:rsidR="006B3E20">
        <w:t xml:space="preserve">. </w:t>
      </w:r>
      <w:r w:rsidR="007C5FB7">
        <w:t>100</w:t>
      </w:r>
    </w:p>
    <w:p w14:paraId="7F88A68D" w14:textId="77777777" w:rsidR="00CB43B2" w:rsidRPr="00B161A0" w:rsidRDefault="00686ACD" w:rsidP="00AE2789">
      <w:pPr>
        <w:pStyle w:val="Type"/>
      </w:pPr>
      <w:r>
        <w:t xml:space="preserve">Learning Objective: </w:t>
      </w:r>
      <w:r w:rsidR="00595E9D">
        <w:t xml:space="preserve">4-1: </w:t>
      </w:r>
      <w:r w:rsidR="00CB43B2" w:rsidRPr="00B161A0">
        <w:t xml:space="preserve">Compute and interpret a </w:t>
      </w:r>
      <w:r w:rsidR="00CB43B2" w:rsidRPr="00AC4097">
        <w:rPr>
          <w:i/>
        </w:rPr>
        <w:t>z</w:t>
      </w:r>
      <w:r w:rsidR="00CB43B2" w:rsidRPr="00B161A0">
        <w:t xml:space="preserve"> score for a given raw score</w:t>
      </w:r>
      <w:r w:rsidR="00F2163B">
        <w:t>.</w:t>
      </w:r>
    </w:p>
    <w:p w14:paraId="386A6D7A" w14:textId="77777777" w:rsidR="00686ACD" w:rsidRDefault="00686ACD" w:rsidP="00AE2789">
      <w:pPr>
        <w:pStyle w:val="Type"/>
      </w:pPr>
      <w:r>
        <w:t>Cognitive Domain:</w:t>
      </w:r>
      <w:r w:rsidR="00CB43B2">
        <w:t xml:space="preserve"> Application</w:t>
      </w:r>
    </w:p>
    <w:p w14:paraId="65F6BDB4" w14:textId="77777777" w:rsidR="00686ACD" w:rsidRPr="00CB43B2" w:rsidRDefault="00686ACD" w:rsidP="00AE2789">
      <w:pPr>
        <w:pStyle w:val="Type"/>
      </w:pPr>
      <w:r>
        <w:t>Answer Location:</w:t>
      </w:r>
      <w:r w:rsidR="00CB43B2">
        <w:t xml:space="preserve"> </w:t>
      </w:r>
      <w:r w:rsidR="00840C0E">
        <w:t xml:space="preserve">Interpreting the </w:t>
      </w:r>
      <w:r w:rsidR="00840C0E">
        <w:rPr>
          <w:i/>
        </w:rPr>
        <w:t>z</w:t>
      </w:r>
      <w:r w:rsidR="00840C0E">
        <w:t xml:space="preserve"> for a Single Score</w:t>
      </w:r>
    </w:p>
    <w:p w14:paraId="45D8A12B" w14:textId="4FD79060" w:rsidR="00686ACD" w:rsidRPr="003622C3" w:rsidRDefault="00686ACD" w:rsidP="00AE2789">
      <w:pPr>
        <w:pStyle w:val="Question"/>
      </w:pPr>
      <w:r>
        <w:t xml:space="preserve">2. </w:t>
      </w:r>
      <w:r w:rsidR="003622C3">
        <w:t xml:space="preserve">If a </w:t>
      </w:r>
      <w:r w:rsidR="003622C3">
        <w:rPr>
          <w:i/>
        </w:rPr>
        <w:t>z</w:t>
      </w:r>
      <w:r w:rsidR="003622C3">
        <w:t xml:space="preserve"> score is positive, then the </w:t>
      </w:r>
      <w:r w:rsidR="00C66B3E">
        <w:t>raw score is __</w:t>
      </w:r>
      <w:r w:rsidR="008C7042">
        <w:t>______</w:t>
      </w:r>
      <w:r w:rsidR="00C66B3E">
        <w:t>____.</w:t>
      </w:r>
    </w:p>
    <w:p w14:paraId="22ABD55A" w14:textId="77777777" w:rsidR="00686ACD" w:rsidRDefault="00060ACA" w:rsidP="00197896">
      <w:pPr>
        <w:pStyle w:val="Choice"/>
      </w:pPr>
      <w:r>
        <w:t>*</w:t>
      </w:r>
      <w:r w:rsidR="00595E9D">
        <w:t>A</w:t>
      </w:r>
      <w:r w:rsidR="00686ACD">
        <w:t xml:space="preserve">. </w:t>
      </w:r>
      <w:r w:rsidR="00C66B3E">
        <w:t>above the mean</w:t>
      </w:r>
    </w:p>
    <w:p w14:paraId="3524924C" w14:textId="77777777" w:rsidR="00686ACD" w:rsidRDefault="00595E9D" w:rsidP="00197896">
      <w:pPr>
        <w:pStyle w:val="Choice"/>
      </w:pPr>
      <w:r>
        <w:t>B</w:t>
      </w:r>
      <w:r w:rsidR="00686ACD">
        <w:t xml:space="preserve">. </w:t>
      </w:r>
      <w:r w:rsidR="00C66B3E">
        <w:t>equal to the mean</w:t>
      </w:r>
    </w:p>
    <w:p w14:paraId="570D34B7" w14:textId="77777777" w:rsidR="00686ACD" w:rsidRDefault="00595E9D" w:rsidP="00197896">
      <w:pPr>
        <w:pStyle w:val="Choice"/>
      </w:pPr>
      <w:r>
        <w:t>C</w:t>
      </w:r>
      <w:r w:rsidR="00686ACD">
        <w:t xml:space="preserve">. </w:t>
      </w:r>
      <w:r w:rsidR="00C66B3E">
        <w:t>below the mean</w:t>
      </w:r>
    </w:p>
    <w:p w14:paraId="30AC38C8" w14:textId="77777777" w:rsidR="001077AC" w:rsidRPr="00B161A0" w:rsidRDefault="00686ACD" w:rsidP="00AE2789">
      <w:pPr>
        <w:pStyle w:val="Type"/>
      </w:pPr>
      <w:r>
        <w:t xml:space="preserve">Learning Objective: </w:t>
      </w:r>
      <w:r w:rsidR="00595E9D">
        <w:t xml:space="preserve">4-3: </w:t>
      </w:r>
      <w:r w:rsidR="001077AC" w:rsidRPr="00B161A0">
        <w:t xml:space="preserve">Explain what the sign of a </w:t>
      </w:r>
      <w:r w:rsidR="001077AC" w:rsidRPr="00AC4097">
        <w:rPr>
          <w:i/>
        </w:rPr>
        <w:t>z</w:t>
      </w:r>
      <w:r w:rsidR="001077AC" w:rsidRPr="00B161A0">
        <w:t xml:space="preserve"> score indicates</w:t>
      </w:r>
      <w:r w:rsidR="001640E3">
        <w:t>.</w:t>
      </w:r>
    </w:p>
    <w:p w14:paraId="5A0B2480" w14:textId="77777777" w:rsidR="00686ACD" w:rsidRDefault="00686ACD" w:rsidP="00AE2789">
      <w:pPr>
        <w:pStyle w:val="Type"/>
      </w:pPr>
      <w:r>
        <w:t>Cognitive Domain:</w:t>
      </w:r>
      <w:r w:rsidR="00765051">
        <w:t xml:space="preserve"> Knowledge</w:t>
      </w:r>
    </w:p>
    <w:p w14:paraId="78842627" w14:textId="77777777" w:rsidR="00686ACD" w:rsidRDefault="00686ACD" w:rsidP="00AE2789">
      <w:pPr>
        <w:pStyle w:val="Type"/>
      </w:pPr>
      <w:r>
        <w:t>Answer Location:</w:t>
      </w:r>
      <w:r w:rsidR="006279CE" w:rsidRPr="006279CE">
        <w:rPr>
          <w:i/>
        </w:rPr>
        <w:t xml:space="preserve"> </w:t>
      </w:r>
      <w:r w:rsidR="002166B0">
        <w:t xml:space="preserve">Interpreting the </w:t>
      </w:r>
      <w:r w:rsidR="002166B0">
        <w:rPr>
          <w:i/>
        </w:rPr>
        <w:t>z</w:t>
      </w:r>
      <w:r w:rsidR="002166B0">
        <w:t xml:space="preserve"> for a Single Score</w:t>
      </w:r>
    </w:p>
    <w:p w14:paraId="00B89657" w14:textId="77777777" w:rsidR="00686ACD" w:rsidRPr="005C3DAA" w:rsidRDefault="00686ACD" w:rsidP="00AE2789">
      <w:pPr>
        <w:pStyle w:val="Question"/>
      </w:pPr>
      <w:r>
        <w:t xml:space="preserve">3. </w:t>
      </w:r>
      <w:r w:rsidR="005C3DAA">
        <w:t xml:space="preserve">Which of these </w:t>
      </w:r>
      <w:r w:rsidR="005C3DAA">
        <w:rPr>
          <w:i/>
        </w:rPr>
        <w:t>z</w:t>
      </w:r>
      <w:r w:rsidR="005C3DAA">
        <w:t xml:space="preserve"> scores </w:t>
      </w:r>
      <w:r w:rsidR="00A922C8">
        <w:t xml:space="preserve">indicates a raw score that is closest to the </w:t>
      </w:r>
      <w:r w:rsidR="005C3DAA">
        <w:t>mean of a list of scores?</w:t>
      </w:r>
    </w:p>
    <w:p w14:paraId="446C37EF" w14:textId="77777777" w:rsidR="00686ACD" w:rsidRDefault="00595E9D" w:rsidP="00197896">
      <w:pPr>
        <w:pStyle w:val="Choice"/>
      </w:pPr>
      <w:r>
        <w:t>A</w:t>
      </w:r>
      <w:r w:rsidR="00686ACD">
        <w:t xml:space="preserve">. </w:t>
      </w:r>
      <w:r>
        <w:t>−</w:t>
      </w:r>
      <w:r w:rsidR="008135FE">
        <w:t>2.10</w:t>
      </w:r>
    </w:p>
    <w:p w14:paraId="06AAABBD" w14:textId="77777777" w:rsidR="00686ACD" w:rsidRDefault="00595E9D" w:rsidP="00197896">
      <w:pPr>
        <w:pStyle w:val="Choice"/>
      </w:pPr>
      <w:r>
        <w:t>B</w:t>
      </w:r>
      <w:r w:rsidR="00686ACD">
        <w:t xml:space="preserve">. </w:t>
      </w:r>
      <w:r w:rsidR="008135FE">
        <w:t>+2.35</w:t>
      </w:r>
    </w:p>
    <w:p w14:paraId="5C8B1D6B" w14:textId="77777777" w:rsidR="00686ACD" w:rsidRDefault="00595E9D" w:rsidP="00197896">
      <w:pPr>
        <w:pStyle w:val="Choice"/>
      </w:pPr>
      <w:r>
        <w:t>C</w:t>
      </w:r>
      <w:r w:rsidR="00686ACD">
        <w:t xml:space="preserve">. </w:t>
      </w:r>
      <w:r w:rsidR="008135FE">
        <w:t>+0.53</w:t>
      </w:r>
    </w:p>
    <w:p w14:paraId="5FF46EB5" w14:textId="77777777" w:rsidR="00686ACD" w:rsidRDefault="00E508C0" w:rsidP="00197896">
      <w:pPr>
        <w:pStyle w:val="Choice"/>
      </w:pPr>
      <w:r>
        <w:t>*</w:t>
      </w:r>
      <w:r w:rsidR="00595E9D">
        <w:t>D</w:t>
      </w:r>
      <w:r w:rsidR="00686ACD">
        <w:t>.</w:t>
      </w:r>
      <w:r w:rsidR="008135FE">
        <w:t xml:space="preserve"> </w:t>
      </w:r>
      <w:r w:rsidR="00595E9D">
        <w:t>−</w:t>
      </w:r>
      <w:r w:rsidR="008135FE">
        <w:t>0.24</w:t>
      </w:r>
    </w:p>
    <w:p w14:paraId="3F47F19E" w14:textId="77777777" w:rsidR="00765051" w:rsidRPr="00B161A0" w:rsidRDefault="00686ACD" w:rsidP="00AE2789">
      <w:pPr>
        <w:pStyle w:val="Type"/>
      </w:pPr>
      <w:r>
        <w:t xml:space="preserve">Learning Objective: </w:t>
      </w:r>
      <w:r w:rsidR="00595E9D">
        <w:t xml:space="preserve">4-1: </w:t>
      </w:r>
      <w:r w:rsidR="00765051" w:rsidRPr="00B161A0">
        <w:t xml:space="preserve">Compute and interpret a </w:t>
      </w:r>
      <w:r w:rsidR="00765051" w:rsidRPr="007D40C1">
        <w:rPr>
          <w:i/>
        </w:rPr>
        <w:t>z</w:t>
      </w:r>
      <w:r w:rsidR="00765051" w:rsidRPr="00B161A0">
        <w:t xml:space="preserve"> score for a given raw score</w:t>
      </w:r>
      <w:r w:rsidR="00B77953">
        <w:t>.</w:t>
      </w:r>
    </w:p>
    <w:p w14:paraId="460D0866" w14:textId="77777777" w:rsidR="00686ACD" w:rsidRDefault="00686ACD" w:rsidP="00AE2789">
      <w:pPr>
        <w:pStyle w:val="Type"/>
      </w:pPr>
      <w:r>
        <w:t>Cognitive Domain:</w:t>
      </w:r>
      <w:r w:rsidR="006279CE">
        <w:t xml:space="preserve"> Knowledge</w:t>
      </w:r>
    </w:p>
    <w:p w14:paraId="7D080E43" w14:textId="77777777" w:rsidR="00686ACD" w:rsidRDefault="00686ACD" w:rsidP="00AE2789">
      <w:pPr>
        <w:pStyle w:val="Type"/>
      </w:pPr>
      <w:r>
        <w:t>Answer Location:</w:t>
      </w:r>
      <w:r w:rsidR="006279CE" w:rsidRPr="006279CE">
        <w:rPr>
          <w:i/>
        </w:rPr>
        <w:t xml:space="preserve"> </w:t>
      </w:r>
      <w:r w:rsidR="007D40C1">
        <w:t xml:space="preserve">Interpreting the </w:t>
      </w:r>
      <w:r w:rsidR="006279CE">
        <w:rPr>
          <w:i/>
        </w:rPr>
        <w:t>z</w:t>
      </w:r>
      <w:r w:rsidR="00186946">
        <w:t xml:space="preserve"> for a</w:t>
      </w:r>
      <w:r w:rsidR="006279CE">
        <w:t xml:space="preserve"> Single Score</w:t>
      </w:r>
    </w:p>
    <w:p w14:paraId="39181F0B" w14:textId="77777777" w:rsidR="00686ACD" w:rsidRPr="007F1407" w:rsidRDefault="00686ACD" w:rsidP="00AE2789">
      <w:pPr>
        <w:pStyle w:val="Question"/>
      </w:pPr>
      <w:r>
        <w:t xml:space="preserve">4. </w:t>
      </w:r>
      <w:r w:rsidR="00127AF5">
        <w:t xml:space="preserve">A population of scores has a mean of </w:t>
      </w:r>
      <w:r w:rsidR="007F1407">
        <w:t xml:space="preserve">100 and a standard deviation of 10. Compute the </w:t>
      </w:r>
      <w:r w:rsidR="007F1407">
        <w:rPr>
          <w:i/>
        </w:rPr>
        <w:t xml:space="preserve">z </w:t>
      </w:r>
      <w:r w:rsidR="007F1407">
        <w:t>score for a raw score of 112.</w:t>
      </w:r>
    </w:p>
    <w:p w14:paraId="6D6BC8D4" w14:textId="77777777" w:rsidR="00686ACD" w:rsidRDefault="00595E9D" w:rsidP="00197896">
      <w:pPr>
        <w:pStyle w:val="Choice"/>
      </w:pPr>
      <w:r>
        <w:lastRenderedPageBreak/>
        <w:t>A</w:t>
      </w:r>
      <w:r w:rsidR="00686ACD">
        <w:t xml:space="preserve">. </w:t>
      </w:r>
      <w:r>
        <w:t>−</w:t>
      </w:r>
      <w:r w:rsidR="000020CC">
        <w:t>1.20</w:t>
      </w:r>
    </w:p>
    <w:p w14:paraId="5B045311" w14:textId="77777777" w:rsidR="00686ACD" w:rsidRDefault="00873DC1" w:rsidP="00197896">
      <w:pPr>
        <w:pStyle w:val="Choice"/>
      </w:pPr>
      <w:r>
        <w:t>*</w:t>
      </w:r>
      <w:r w:rsidR="00595E9D">
        <w:t>B</w:t>
      </w:r>
      <w:r w:rsidR="00686ACD">
        <w:t xml:space="preserve">. </w:t>
      </w:r>
      <w:r w:rsidR="000020CC">
        <w:t>+1.20</w:t>
      </w:r>
    </w:p>
    <w:p w14:paraId="4FF39C4D" w14:textId="77777777" w:rsidR="00686ACD" w:rsidRDefault="00595E9D" w:rsidP="00197896">
      <w:pPr>
        <w:pStyle w:val="Choice"/>
      </w:pPr>
      <w:r>
        <w:t>C</w:t>
      </w:r>
      <w:r w:rsidR="00686ACD">
        <w:t xml:space="preserve">. </w:t>
      </w:r>
      <w:r>
        <w:t>−</w:t>
      </w:r>
      <w:r w:rsidR="001269D6">
        <w:t>102</w:t>
      </w:r>
    </w:p>
    <w:p w14:paraId="4FC009BE" w14:textId="77777777" w:rsidR="00686ACD" w:rsidRDefault="00595E9D" w:rsidP="00197896">
      <w:pPr>
        <w:pStyle w:val="Choice"/>
      </w:pPr>
      <w:r>
        <w:t>D</w:t>
      </w:r>
      <w:r w:rsidR="00686ACD">
        <w:t>.</w:t>
      </w:r>
      <w:r w:rsidR="000020CC">
        <w:t xml:space="preserve"> +102</w:t>
      </w:r>
    </w:p>
    <w:p w14:paraId="15429AB6" w14:textId="77777777" w:rsidR="00D223F8" w:rsidRPr="00B161A0" w:rsidRDefault="00D223F8" w:rsidP="00AE2789">
      <w:pPr>
        <w:pStyle w:val="Type"/>
      </w:pPr>
      <w:r>
        <w:t xml:space="preserve">Learning Objective: </w:t>
      </w:r>
      <w:r w:rsidR="00595E9D">
        <w:t xml:space="preserve">4-1: </w:t>
      </w:r>
      <w:r w:rsidRPr="00B161A0">
        <w:t xml:space="preserve">Compute and interpret a </w:t>
      </w:r>
      <w:r w:rsidRPr="00AC4097">
        <w:rPr>
          <w:i/>
        </w:rPr>
        <w:t>z</w:t>
      </w:r>
      <w:r w:rsidRPr="00B161A0">
        <w:t xml:space="preserve"> score for a given raw score</w:t>
      </w:r>
      <w:r w:rsidR="009C773D">
        <w:t>.</w:t>
      </w:r>
    </w:p>
    <w:p w14:paraId="3736060B" w14:textId="77777777" w:rsidR="00D223F8" w:rsidRDefault="00D223F8" w:rsidP="00AE2789">
      <w:pPr>
        <w:pStyle w:val="Type"/>
      </w:pPr>
      <w:r>
        <w:t>Cognitive Domain: Application</w:t>
      </w:r>
    </w:p>
    <w:p w14:paraId="2E92AA3D" w14:textId="77777777" w:rsidR="00D223F8" w:rsidRDefault="00D223F8" w:rsidP="00AE2789">
      <w:pPr>
        <w:pStyle w:val="Type"/>
      </w:pPr>
      <w:r>
        <w:t>Answer Location:</w:t>
      </w:r>
      <w:r w:rsidRPr="006279CE">
        <w:rPr>
          <w:i/>
        </w:rPr>
        <w:t xml:space="preserve"> </w:t>
      </w:r>
      <w:r w:rsidR="00DF6361" w:rsidRPr="00DF6361">
        <w:t xml:space="preserve">Computing a </w:t>
      </w:r>
      <w:r>
        <w:rPr>
          <w:i/>
        </w:rPr>
        <w:t>z</w:t>
      </w:r>
      <w:r w:rsidR="00DF6361">
        <w:t xml:space="preserve"> for an Individual </w:t>
      </w:r>
      <w:r w:rsidR="00E45585">
        <w:t>Score</w:t>
      </w:r>
    </w:p>
    <w:p w14:paraId="4B99C29F" w14:textId="2C926137" w:rsidR="00686ACD" w:rsidRPr="006768FE" w:rsidRDefault="00686ACD" w:rsidP="00AE2789">
      <w:pPr>
        <w:pStyle w:val="Question"/>
      </w:pPr>
      <w:r>
        <w:t xml:space="preserve">5. </w:t>
      </w:r>
      <w:r w:rsidR="006768FE">
        <w:t xml:space="preserve">A </w:t>
      </w:r>
      <w:r w:rsidR="006768FE">
        <w:rPr>
          <w:i/>
        </w:rPr>
        <w:t>z</w:t>
      </w:r>
      <w:r w:rsidR="006768FE">
        <w:t xml:space="preserve"> score of +1.50 corresponds to a raw score that is __</w:t>
      </w:r>
      <w:r w:rsidR="008C7042">
        <w:t>______</w:t>
      </w:r>
      <w:r w:rsidR="006768FE">
        <w:t>____.</w:t>
      </w:r>
    </w:p>
    <w:p w14:paraId="64CC2D25" w14:textId="77777777" w:rsidR="00686ACD" w:rsidRDefault="00595E9D" w:rsidP="00197896">
      <w:pPr>
        <w:pStyle w:val="Choice"/>
      </w:pPr>
      <w:r>
        <w:t>A</w:t>
      </w:r>
      <w:r w:rsidR="00686ACD">
        <w:t xml:space="preserve">. </w:t>
      </w:r>
      <w:r w:rsidR="006768FE">
        <w:t>above the standard deviation</w:t>
      </w:r>
    </w:p>
    <w:p w14:paraId="07ECC70D" w14:textId="77777777" w:rsidR="00686ACD" w:rsidRDefault="00595E9D" w:rsidP="00197896">
      <w:pPr>
        <w:pStyle w:val="Choice"/>
      </w:pPr>
      <w:r>
        <w:t>B</w:t>
      </w:r>
      <w:r w:rsidR="00686ACD">
        <w:t xml:space="preserve">. </w:t>
      </w:r>
      <w:r w:rsidR="006768FE">
        <w:t>a typical score</w:t>
      </w:r>
    </w:p>
    <w:p w14:paraId="219CF2B3" w14:textId="77777777" w:rsidR="00686ACD" w:rsidRDefault="00A601E3" w:rsidP="00197896">
      <w:pPr>
        <w:pStyle w:val="Choice"/>
      </w:pPr>
      <w:r>
        <w:t>*</w:t>
      </w:r>
      <w:r w:rsidR="00595E9D">
        <w:t>C</w:t>
      </w:r>
      <w:r w:rsidR="00686ACD">
        <w:t xml:space="preserve">. </w:t>
      </w:r>
      <w:r w:rsidR="006768FE">
        <w:t>one and half standard deviations away from the mean</w:t>
      </w:r>
    </w:p>
    <w:p w14:paraId="1D17809D" w14:textId="7797DA13" w:rsidR="00686ACD" w:rsidRDefault="00595E9D" w:rsidP="00197896">
      <w:pPr>
        <w:pStyle w:val="Choice"/>
      </w:pPr>
      <w:r>
        <w:t>D</w:t>
      </w:r>
      <w:r w:rsidR="00686ACD">
        <w:t xml:space="preserve">. </w:t>
      </w:r>
      <w:r w:rsidR="006768FE">
        <w:t>one and</w:t>
      </w:r>
      <w:r w:rsidR="008C7042">
        <w:t xml:space="preserve"> a</w:t>
      </w:r>
      <w:r w:rsidR="006768FE">
        <w:t xml:space="preserve"> half times the standard deviation</w:t>
      </w:r>
    </w:p>
    <w:p w14:paraId="29ADDABB" w14:textId="77777777" w:rsidR="00E45585" w:rsidRPr="00B161A0" w:rsidRDefault="00686ACD" w:rsidP="00AE2789">
      <w:pPr>
        <w:pStyle w:val="Type"/>
      </w:pPr>
      <w:r>
        <w:t xml:space="preserve">Learning Objective: </w:t>
      </w:r>
      <w:r w:rsidR="00595E9D">
        <w:t xml:space="preserve">4-4: </w:t>
      </w:r>
      <w:r w:rsidR="00E45585" w:rsidRPr="00B161A0">
        <w:t xml:space="preserve">Explain what the absolute value of a </w:t>
      </w:r>
      <w:r w:rsidR="00E45585" w:rsidRPr="00AC4097">
        <w:rPr>
          <w:i/>
        </w:rPr>
        <w:t>z</w:t>
      </w:r>
      <w:r w:rsidR="00E45585" w:rsidRPr="00B161A0">
        <w:t xml:space="preserve"> score indicates</w:t>
      </w:r>
      <w:r w:rsidR="004B0467">
        <w:t>.</w:t>
      </w:r>
    </w:p>
    <w:p w14:paraId="0DAD0DA8" w14:textId="77777777" w:rsidR="00686ACD" w:rsidRDefault="00686ACD" w:rsidP="00AE2789">
      <w:pPr>
        <w:pStyle w:val="Type"/>
      </w:pPr>
      <w:r>
        <w:t>Cognitive Domain:</w:t>
      </w:r>
      <w:r w:rsidR="003E4A86">
        <w:t xml:space="preserve"> Knowledge</w:t>
      </w:r>
    </w:p>
    <w:p w14:paraId="42F191B7" w14:textId="77777777" w:rsidR="00686ACD" w:rsidRDefault="00686ACD" w:rsidP="00AE2789">
      <w:pPr>
        <w:pStyle w:val="Type"/>
      </w:pPr>
      <w:r>
        <w:t>Answer Location:</w:t>
      </w:r>
      <w:r w:rsidR="007E6D9F">
        <w:t xml:space="preserve"> </w:t>
      </w:r>
      <w:r w:rsidR="003E4A86">
        <w:t xml:space="preserve">Interpreting the </w:t>
      </w:r>
      <w:r w:rsidR="003E4A86">
        <w:rPr>
          <w:i/>
        </w:rPr>
        <w:t>z</w:t>
      </w:r>
      <w:r w:rsidR="003E4A86">
        <w:t xml:space="preserve"> for a Single Score</w:t>
      </w:r>
    </w:p>
    <w:p w14:paraId="486FEF59" w14:textId="4F2868CA" w:rsidR="00686ACD" w:rsidRPr="00825E92" w:rsidRDefault="00686ACD" w:rsidP="00AE2789">
      <w:pPr>
        <w:pStyle w:val="Question"/>
      </w:pPr>
      <w:r>
        <w:t xml:space="preserve">6. </w:t>
      </w:r>
      <w:r w:rsidR="00825E92">
        <w:t xml:space="preserve">Compute the raw score, </w:t>
      </w:r>
      <w:r w:rsidR="00B61DB5" w:rsidRPr="00B61DB5">
        <w:rPr>
          <w:i/>
        </w:rPr>
        <w:t>X</w:t>
      </w:r>
      <w:r w:rsidR="00825E92">
        <w:t xml:space="preserve">, if </w:t>
      </w:r>
      <w:r w:rsidR="00825E92">
        <w:rPr>
          <w:i/>
        </w:rPr>
        <w:t>z</w:t>
      </w:r>
      <w:r w:rsidR="00825E92" w:rsidRPr="00AC4097">
        <w:t xml:space="preserve"> =</w:t>
      </w:r>
      <w:r w:rsidR="00B8677E" w:rsidRPr="00AC4097">
        <w:t xml:space="preserve"> </w:t>
      </w:r>
      <w:r w:rsidR="00595E9D">
        <w:t>−</w:t>
      </w:r>
      <w:r w:rsidR="00B61DB5">
        <w:t>1.75</w:t>
      </w:r>
      <w:r w:rsidR="00825E92" w:rsidRPr="00AC4097">
        <w:t xml:space="preserve">, </w:t>
      </w:r>
      <w:r w:rsidR="00C4389D">
        <w:rPr>
          <w:rFonts w:ascii="Times New Roman" w:hAnsi="Times New Roman"/>
        </w:rPr>
        <w:t>µ</w:t>
      </w:r>
      <w:r w:rsidR="00825E92">
        <w:t xml:space="preserve"> = </w:t>
      </w:r>
      <w:r w:rsidR="00B61DB5">
        <w:t>54</w:t>
      </w:r>
      <w:r w:rsidR="00C4389D">
        <w:t xml:space="preserve">, and </w:t>
      </w:r>
      <w:r w:rsidR="00C4389D">
        <w:rPr>
          <w:rFonts w:cs="Calibri"/>
        </w:rPr>
        <w:t>σ</w:t>
      </w:r>
      <w:r w:rsidR="00C4389D">
        <w:t xml:space="preserve"> </w:t>
      </w:r>
      <w:r w:rsidR="00825E92">
        <w:t xml:space="preserve">= </w:t>
      </w:r>
      <w:r w:rsidR="00B61DB5">
        <w:t>3</w:t>
      </w:r>
      <w:r w:rsidR="00825E92">
        <w:t>.</w:t>
      </w:r>
    </w:p>
    <w:p w14:paraId="093E0952" w14:textId="77777777" w:rsidR="00686ACD" w:rsidRDefault="00825E92" w:rsidP="00197896">
      <w:pPr>
        <w:pStyle w:val="Choice"/>
      </w:pPr>
      <w:r>
        <w:t>*</w:t>
      </w:r>
      <w:r w:rsidR="00595E9D">
        <w:t>A</w:t>
      </w:r>
      <w:r w:rsidR="00686ACD">
        <w:t xml:space="preserve">. </w:t>
      </w:r>
      <w:r>
        <w:t>48.75</w:t>
      </w:r>
    </w:p>
    <w:p w14:paraId="2BF8360E" w14:textId="77777777" w:rsidR="00686ACD" w:rsidRDefault="00595E9D" w:rsidP="00197896">
      <w:pPr>
        <w:pStyle w:val="Choice"/>
      </w:pPr>
      <w:r>
        <w:t>B</w:t>
      </w:r>
      <w:r w:rsidR="00686ACD">
        <w:t xml:space="preserve">. </w:t>
      </w:r>
      <w:r w:rsidR="00825E92">
        <w:t>55.25</w:t>
      </w:r>
    </w:p>
    <w:p w14:paraId="6C3E7174" w14:textId="77777777" w:rsidR="00686ACD" w:rsidRDefault="00595E9D" w:rsidP="00197896">
      <w:pPr>
        <w:pStyle w:val="Choice"/>
      </w:pPr>
      <w:r>
        <w:t>C</w:t>
      </w:r>
      <w:r w:rsidR="00686ACD">
        <w:t xml:space="preserve">. </w:t>
      </w:r>
      <w:r w:rsidR="00825E92">
        <w:t>57</w:t>
      </w:r>
    </w:p>
    <w:p w14:paraId="32935C16" w14:textId="77777777" w:rsidR="00686ACD" w:rsidRDefault="00595E9D" w:rsidP="00197896">
      <w:pPr>
        <w:pStyle w:val="Choice"/>
      </w:pPr>
      <w:r>
        <w:t>D</w:t>
      </w:r>
      <w:r w:rsidR="00686ACD">
        <w:t xml:space="preserve">. </w:t>
      </w:r>
      <w:r w:rsidR="00825E92">
        <w:t>59.25</w:t>
      </w:r>
    </w:p>
    <w:p w14:paraId="5A409607" w14:textId="77777777" w:rsidR="00B61DB5" w:rsidRPr="00B161A0" w:rsidRDefault="00686ACD" w:rsidP="00AE2789">
      <w:pPr>
        <w:pStyle w:val="Type"/>
      </w:pPr>
      <w:r>
        <w:t xml:space="preserve">Learning Objective: </w:t>
      </w:r>
      <w:r w:rsidR="00595E9D">
        <w:t xml:space="preserve">4-2: </w:t>
      </w:r>
      <w:r w:rsidR="00B61DB5" w:rsidRPr="00B161A0">
        <w:t xml:space="preserve">Solve for </w:t>
      </w:r>
      <w:r w:rsidR="00B61DB5" w:rsidRPr="00B61DB5">
        <w:rPr>
          <w:i/>
        </w:rPr>
        <w:t>X</w:t>
      </w:r>
      <w:r w:rsidR="00B61DB5" w:rsidRPr="00B161A0">
        <w:t xml:space="preserve"> if given a </w:t>
      </w:r>
      <w:r w:rsidR="00B61DB5" w:rsidRPr="00AC4097">
        <w:rPr>
          <w:i/>
        </w:rPr>
        <w:t>z</w:t>
      </w:r>
      <w:r w:rsidR="00B61DB5" w:rsidRPr="00B161A0">
        <w:t xml:space="preserve"> score</w:t>
      </w:r>
      <w:r w:rsidR="004B0467">
        <w:t>.</w:t>
      </w:r>
    </w:p>
    <w:p w14:paraId="7AC862CE" w14:textId="77777777" w:rsidR="00686ACD" w:rsidRDefault="00686ACD" w:rsidP="00AE2789">
      <w:pPr>
        <w:pStyle w:val="Type"/>
      </w:pPr>
      <w:r>
        <w:t>Cognitive Domain:</w:t>
      </w:r>
      <w:r w:rsidR="00B61DB5">
        <w:t xml:space="preserve"> Application</w:t>
      </w:r>
    </w:p>
    <w:p w14:paraId="748377FD" w14:textId="77777777" w:rsidR="00686ACD" w:rsidRPr="00C80EE7" w:rsidRDefault="00686ACD" w:rsidP="00AE2789">
      <w:pPr>
        <w:pStyle w:val="Type"/>
      </w:pPr>
      <w:r>
        <w:t>Answer Location:</w:t>
      </w:r>
      <w:r w:rsidR="00B61DB5">
        <w:t xml:space="preserve"> Using </w:t>
      </w:r>
      <w:r w:rsidR="00B61DB5">
        <w:rPr>
          <w:i/>
        </w:rPr>
        <w:t>X</w:t>
      </w:r>
      <w:r w:rsidR="00C80EE7">
        <w:t xml:space="preserve"> </w:t>
      </w:r>
      <w:r w:rsidR="00595E9D">
        <w:t>t</w:t>
      </w:r>
      <w:r w:rsidR="00C80EE7">
        <w:t>o Find Important “Cut Lines</w:t>
      </w:r>
      <w:r w:rsidR="004B0467">
        <w:t>.</w:t>
      </w:r>
      <w:r w:rsidR="00C80EE7">
        <w:t>”</w:t>
      </w:r>
    </w:p>
    <w:p w14:paraId="729F0830" w14:textId="77777777" w:rsidR="00686ACD" w:rsidRDefault="00686ACD" w:rsidP="00AE2789">
      <w:pPr>
        <w:pStyle w:val="Question"/>
      </w:pPr>
      <w:r>
        <w:t xml:space="preserve">7. </w:t>
      </w:r>
      <w:r w:rsidR="00734CC3">
        <w:t xml:space="preserve">What proportion of scores </w:t>
      </w:r>
      <w:r w:rsidR="00295231">
        <w:t xml:space="preserve">from a standard normal distribution </w:t>
      </w:r>
      <w:r w:rsidR="00734CC3">
        <w:t>are above</w:t>
      </w:r>
      <w:r w:rsidR="00295231">
        <w:t xml:space="preserve"> a </w:t>
      </w:r>
      <w:r w:rsidR="00295231">
        <w:rPr>
          <w:i/>
        </w:rPr>
        <w:t>z</w:t>
      </w:r>
      <w:r w:rsidR="00295231">
        <w:t xml:space="preserve"> score of </w:t>
      </w:r>
      <w:r w:rsidR="00734CC3">
        <w:t>+1.00</w:t>
      </w:r>
      <w:r w:rsidR="000C6CEC">
        <w:t>.</w:t>
      </w:r>
    </w:p>
    <w:p w14:paraId="5A0A0D33" w14:textId="77777777" w:rsidR="00686ACD" w:rsidRDefault="00595E9D" w:rsidP="00197896">
      <w:pPr>
        <w:pStyle w:val="Choice"/>
      </w:pPr>
      <w:r>
        <w:t>A</w:t>
      </w:r>
      <w:r w:rsidR="00686ACD">
        <w:t xml:space="preserve">. </w:t>
      </w:r>
      <w:r w:rsidR="00054099">
        <w:t>0.8413</w:t>
      </w:r>
    </w:p>
    <w:p w14:paraId="4EA94FCB" w14:textId="77777777" w:rsidR="00686ACD" w:rsidRDefault="00595E9D" w:rsidP="00197896">
      <w:pPr>
        <w:pStyle w:val="Choice"/>
      </w:pPr>
      <w:r>
        <w:lastRenderedPageBreak/>
        <w:t>B</w:t>
      </w:r>
      <w:r w:rsidR="00686ACD">
        <w:t xml:space="preserve">. </w:t>
      </w:r>
      <w:r w:rsidR="00054099">
        <w:t>0.5398</w:t>
      </w:r>
    </w:p>
    <w:p w14:paraId="5066F8A9" w14:textId="77777777" w:rsidR="00686ACD" w:rsidRDefault="00595E9D" w:rsidP="00197896">
      <w:pPr>
        <w:pStyle w:val="Choice"/>
      </w:pPr>
      <w:r>
        <w:t>C</w:t>
      </w:r>
      <w:r w:rsidR="00686ACD">
        <w:t>.</w:t>
      </w:r>
      <w:r w:rsidR="00054099">
        <w:t xml:space="preserve"> 0.4604</w:t>
      </w:r>
    </w:p>
    <w:p w14:paraId="195E440A" w14:textId="77777777" w:rsidR="00686ACD" w:rsidRDefault="00054099" w:rsidP="00197896">
      <w:pPr>
        <w:pStyle w:val="Choice"/>
      </w:pPr>
      <w:r>
        <w:t>*</w:t>
      </w:r>
      <w:r w:rsidR="00595E9D">
        <w:t>D</w:t>
      </w:r>
      <w:r w:rsidR="00686ACD">
        <w:t xml:space="preserve">. </w:t>
      </w:r>
      <w:r>
        <w:t>0.1587</w:t>
      </w:r>
    </w:p>
    <w:p w14:paraId="5064E28A" w14:textId="77777777" w:rsidR="00295231" w:rsidRPr="00B161A0" w:rsidRDefault="00686ACD" w:rsidP="00AE2789">
      <w:pPr>
        <w:pStyle w:val="Type"/>
      </w:pPr>
      <w:r>
        <w:t xml:space="preserve">Learning Objective: </w:t>
      </w:r>
      <w:r w:rsidR="00595E9D">
        <w:t xml:space="preserve">4-6: </w:t>
      </w:r>
      <w:r w:rsidR="00295231" w:rsidRPr="00B161A0">
        <w:t xml:space="preserve">Use a unit normal table to determine the proportion of scores above or below any given </w:t>
      </w:r>
      <w:r w:rsidR="00295231" w:rsidRPr="00AC4097">
        <w:rPr>
          <w:i/>
        </w:rPr>
        <w:t>z</w:t>
      </w:r>
      <w:r w:rsidR="00295231" w:rsidRPr="00B161A0">
        <w:t xml:space="preserve"> score</w:t>
      </w:r>
      <w:r w:rsidR="003E5285">
        <w:t>.</w:t>
      </w:r>
    </w:p>
    <w:p w14:paraId="495396BB" w14:textId="77777777" w:rsidR="00686ACD" w:rsidRDefault="00686ACD" w:rsidP="00AE2789">
      <w:pPr>
        <w:pStyle w:val="Type"/>
      </w:pPr>
      <w:r>
        <w:t>Cognitive Domain:</w:t>
      </w:r>
      <w:r w:rsidR="00295231">
        <w:t xml:space="preserve"> Application</w:t>
      </w:r>
    </w:p>
    <w:p w14:paraId="26CA7288" w14:textId="77777777" w:rsidR="00686ACD" w:rsidRPr="00473137" w:rsidRDefault="00686ACD" w:rsidP="00AE2789">
      <w:pPr>
        <w:pStyle w:val="Type"/>
        <w:rPr>
          <w:u w:val="single"/>
        </w:rPr>
      </w:pPr>
      <w:r>
        <w:t>Answer Location:</w:t>
      </w:r>
      <w:r w:rsidR="00473137">
        <w:t xml:space="preserve"> </w:t>
      </w:r>
      <w:r w:rsidR="00473137">
        <w:rPr>
          <w:i/>
        </w:rPr>
        <w:t>z</w:t>
      </w:r>
      <w:r w:rsidR="00473137">
        <w:t xml:space="preserve"> Scores and the Standard Normal Distribution</w:t>
      </w:r>
    </w:p>
    <w:p w14:paraId="3F9882C7" w14:textId="77777777" w:rsidR="00341773" w:rsidRDefault="00686ACD" w:rsidP="00AE2789">
      <w:pPr>
        <w:pStyle w:val="Question"/>
      </w:pPr>
      <w:r>
        <w:t xml:space="preserve">8. </w:t>
      </w:r>
      <w:r w:rsidR="00341773">
        <w:t xml:space="preserve">What proportion of scores from a standard normal distribution are above a </w:t>
      </w:r>
      <w:r w:rsidR="00341773" w:rsidRPr="00E1347F">
        <w:rPr>
          <w:i/>
        </w:rPr>
        <w:t>z</w:t>
      </w:r>
      <w:r w:rsidR="00341773">
        <w:t xml:space="preserve"> score of </w:t>
      </w:r>
      <w:r w:rsidR="00595E9D">
        <w:t>−</w:t>
      </w:r>
      <w:r w:rsidR="00341773">
        <w:t>0.25.</w:t>
      </w:r>
    </w:p>
    <w:p w14:paraId="58DDEF0C" w14:textId="77777777" w:rsidR="00B80858" w:rsidRPr="00B80858" w:rsidRDefault="00B80858" w:rsidP="00197896">
      <w:pPr>
        <w:pStyle w:val="Choice"/>
        <w:rPr>
          <w:rFonts w:cs="Calibri"/>
        </w:rPr>
      </w:pPr>
      <w:r>
        <w:t>*</w:t>
      </w:r>
      <w:r w:rsidR="00595E9D">
        <w:t>A</w:t>
      </w:r>
      <w:r w:rsidR="00686ACD">
        <w:t xml:space="preserve">. </w:t>
      </w:r>
      <w:r w:rsidRPr="00B80858">
        <w:t>0.4013</w:t>
      </w:r>
    </w:p>
    <w:p w14:paraId="552888A2" w14:textId="77777777" w:rsidR="00B80858" w:rsidRPr="00B80858" w:rsidRDefault="00595E9D" w:rsidP="00197896">
      <w:pPr>
        <w:pStyle w:val="Choice"/>
      </w:pPr>
      <w:r>
        <w:t>B</w:t>
      </w:r>
      <w:r w:rsidR="00686ACD">
        <w:t xml:space="preserve">. </w:t>
      </w:r>
      <w:r w:rsidR="00B80858" w:rsidRPr="00B80858">
        <w:t>0.5987</w:t>
      </w:r>
    </w:p>
    <w:p w14:paraId="0F0E9090" w14:textId="77777777" w:rsidR="00B80858" w:rsidRPr="00B80858" w:rsidRDefault="00595E9D" w:rsidP="00197896">
      <w:pPr>
        <w:pStyle w:val="Choice"/>
      </w:pPr>
      <w:r>
        <w:t>C</w:t>
      </w:r>
      <w:r w:rsidR="00686ACD">
        <w:t xml:space="preserve">. </w:t>
      </w:r>
      <w:r w:rsidR="00B80858" w:rsidRPr="00B80858">
        <w:t>0.9798</w:t>
      </w:r>
    </w:p>
    <w:p w14:paraId="3CCC9265" w14:textId="77777777" w:rsidR="00686ACD" w:rsidRPr="002B2DED" w:rsidRDefault="00595E9D" w:rsidP="00197896">
      <w:pPr>
        <w:pStyle w:val="Choice"/>
      </w:pPr>
      <w:r>
        <w:t>D</w:t>
      </w:r>
      <w:r w:rsidR="00686ACD">
        <w:t xml:space="preserve">. </w:t>
      </w:r>
      <w:r w:rsidR="00B80858" w:rsidRPr="00B80858">
        <w:t>0.9938</w:t>
      </w:r>
    </w:p>
    <w:p w14:paraId="0F18FB5F" w14:textId="77777777" w:rsidR="00B23BA1" w:rsidRPr="00B161A0" w:rsidRDefault="00686ACD" w:rsidP="00AE2789">
      <w:pPr>
        <w:pStyle w:val="Type"/>
      </w:pPr>
      <w:r>
        <w:t xml:space="preserve">Learning Objective: </w:t>
      </w:r>
      <w:r w:rsidR="00595E9D">
        <w:t xml:space="preserve">4-6: </w:t>
      </w:r>
      <w:r w:rsidR="00B23BA1" w:rsidRPr="00B161A0">
        <w:t xml:space="preserve">Use a unit normal table to determine the proportion of scores above or below any given </w:t>
      </w:r>
      <w:r w:rsidR="00B23BA1" w:rsidRPr="00AC4097">
        <w:rPr>
          <w:i/>
        </w:rPr>
        <w:t>z</w:t>
      </w:r>
      <w:r w:rsidR="00B23BA1" w:rsidRPr="00B161A0">
        <w:t xml:space="preserve"> score</w:t>
      </w:r>
      <w:r w:rsidR="001D38CF">
        <w:t>.</w:t>
      </w:r>
    </w:p>
    <w:p w14:paraId="4C701459" w14:textId="77777777" w:rsidR="00686ACD" w:rsidRDefault="00686ACD" w:rsidP="00AE2789">
      <w:pPr>
        <w:pStyle w:val="Type"/>
      </w:pPr>
      <w:r>
        <w:t>Cognitive Domain:</w:t>
      </w:r>
      <w:r w:rsidR="00B23BA1">
        <w:t xml:space="preserve"> Application</w:t>
      </w:r>
    </w:p>
    <w:p w14:paraId="02C973F3" w14:textId="77777777" w:rsidR="00686ACD" w:rsidRDefault="00686ACD" w:rsidP="00AE2789">
      <w:pPr>
        <w:pStyle w:val="Type"/>
      </w:pPr>
      <w:r>
        <w:t>Answer Location:</w:t>
      </w:r>
      <w:r w:rsidR="00B23BA1">
        <w:t xml:space="preserve"> </w:t>
      </w:r>
      <w:r w:rsidR="00B23BA1">
        <w:rPr>
          <w:i/>
        </w:rPr>
        <w:t>z</w:t>
      </w:r>
      <w:r w:rsidR="00B23BA1">
        <w:t xml:space="preserve"> Scores and the Standard Normal Distribution</w:t>
      </w:r>
    </w:p>
    <w:p w14:paraId="0571EE0C" w14:textId="77777777" w:rsidR="00686ACD" w:rsidRDefault="00686ACD" w:rsidP="00AE2789">
      <w:pPr>
        <w:pStyle w:val="Question"/>
      </w:pPr>
      <w:r>
        <w:t xml:space="preserve">9. </w:t>
      </w:r>
      <w:r w:rsidR="00CF2E2B">
        <w:t xml:space="preserve">What proportion of </w:t>
      </w:r>
      <w:r w:rsidR="00CF2E2B" w:rsidRPr="00CF2E2B">
        <w:rPr>
          <w:i/>
        </w:rPr>
        <w:t>z</w:t>
      </w:r>
      <w:r w:rsidR="00CF2E2B">
        <w:t xml:space="preserve"> scores are between </w:t>
      </w:r>
      <w:r w:rsidR="003303F7">
        <w:t>−</w:t>
      </w:r>
      <w:r w:rsidR="00CF2E2B">
        <w:t>2 and +2, in a normal distribution.</w:t>
      </w:r>
    </w:p>
    <w:p w14:paraId="7EC601BF" w14:textId="77777777" w:rsidR="00686ACD" w:rsidRDefault="003303F7" w:rsidP="00197896">
      <w:pPr>
        <w:pStyle w:val="Choice"/>
      </w:pPr>
      <w:r>
        <w:t>A</w:t>
      </w:r>
      <w:r w:rsidR="00686ACD">
        <w:t xml:space="preserve">. </w:t>
      </w:r>
      <w:r w:rsidR="00CF2E2B">
        <w:t>0.0228</w:t>
      </w:r>
    </w:p>
    <w:p w14:paraId="0D3E06D9" w14:textId="77777777" w:rsidR="00686ACD" w:rsidRDefault="003303F7" w:rsidP="00197896">
      <w:pPr>
        <w:pStyle w:val="Choice"/>
      </w:pPr>
      <w:r>
        <w:t>B</w:t>
      </w:r>
      <w:r w:rsidR="00686ACD">
        <w:t xml:space="preserve">. </w:t>
      </w:r>
      <w:r w:rsidR="00CF2E2B">
        <w:t>0.5000</w:t>
      </w:r>
    </w:p>
    <w:p w14:paraId="1F9970F3" w14:textId="434D6520" w:rsidR="00686ACD" w:rsidRDefault="00A601E3" w:rsidP="00197896">
      <w:pPr>
        <w:pStyle w:val="Choice"/>
      </w:pPr>
      <w:r>
        <w:t>*</w:t>
      </w:r>
      <w:r w:rsidR="003303F7">
        <w:t>C</w:t>
      </w:r>
      <w:r w:rsidR="00686ACD">
        <w:t>.</w:t>
      </w:r>
      <w:r w:rsidR="007F1334">
        <w:t xml:space="preserve"> </w:t>
      </w:r>
      <w:bookmarkStart w:id="0" w:name="_GoBack"/>
      <w:bookmarkEnd w:id="0"/>
      <w:r w:rsidR="003303F7">
        <w:t>0</w:t>
      </w:r>
      <w:r w:rsidR="00CF2E2B">
        <w:t>.9544</w:t>
      </w:r>
    </w:p>
    <w:p w14:paraId="5C8EE401" w14:textId="77777777" w:rsidR="00686ACD" w:rsidRDefault="003303F7" w:rsidP="00197896">
      <w:pPr>
        <w:pStyle w:val="Choice"/>
      </w:pPr>
      <w:r>
        <w:t>D</w:t>
      </w:r>
      <w:r w:rsidR="00686ACD">
        <w:t xml:space="preserve">. </w:t>
      </w:r>
      <w:r>
        <w:t>0</w:t>
      </w:r>
      <w:r w:rsidR="00CF2E2B">
        <w:t>.9772</w:t>
      </w:r>
    </w:p>
    <w:p w14:paraId="70CDF05F" w14:textId="77777777" w:rsidR="00DE25E9" w:rsidRPr="00B161A0" w:rsidRDefault="00686ACD" w:rsidP="00AE2789">
      <w:pPr>
        <w:pStyle w:val="Type"/>
      </w:pPr>
      <w:r>
        <w:t xml:space="preserve">Learning Objective: </w:t>
      </w:r>
      <w:r w:rsidR="003303F7">
        <w:t xml:space="preserve">4-6: </w:t>
      </w:r>
      <w:r w:rsidR="00DE25E9" w:rsidRPr="00B161A0">
        <w:t xml:space="preserve">Use a unit normal table to determine the proportion of scores above or below any given </w:t>
      </w:r>
      <w:r w:rsidR="00DE25E9" w:rsidRPr="00AC4097">
        <w:rPr>
          <w:i/>
        </w:rPr>
        <w:t>z</w:t>
      </w:r>
      <w:r w:rsidR="00DE25E9" w:rsidRPr="00B161A0">
        <w:t xml:space="preserve"> score</w:t>
      </w:r>
      <w:r w:rsidR="00AD083B">
        <w:t>.</w:t>
      </w:r>
    </w:p>
    <w:p w14:paraId="278B6FF0" w14:textId="77777777" w:rsidR="00686ACD" w:rsidRDefault="00686ACD" w:rsidP="00AE2789">
      <w:pPr>
        <w:pStyle w:val="Type"/>
      </w:pPr>
      <w:r>
        <w:t>Cognitive Domain:</w:t>
      </w:r>
      <w:r w:rsidR="00B87BD1">
        <w:t xml:space="preserve"> Application </w:t>
      </w:r>
    </w:p>
    <w:p w14:paraId="2B5214BE" w14:textId="77777777" w:rsidR="00686ACD" w:rsidRPr="00B87BD1" w:rsidRDefault="00686ACD" w:rsidP="00AE2789">
      <w:pPr>
        <w:pStyle w:val="Type"/>
      </w:pPr>
      <w:r>
        <w:t>Answer Location:</w:t>
      </w:r>
      <w:r w:rsidR="00B87BD1">
        <w:t xml:space="preserve"> Example 3: Proportion Between Two </w:t>
      </w:r>
      <w:r w:rsidR="00B87BD1">
        <w:rPr>
          <w:i/>
        </w:rPr>
        <w:t>z</w:t>
      </w:r>
      <w:r w:rsidR="00B87BD1">
        <w:t xml:space="preserve"> Scores</w:t>
      </w:r>
    </w:p>
    <w:p w14:paraId="06F28C9A" w14:textId="77777777" w:rsidR="00686ACD" w:rsidRPr="00686F79" w:rsidRDefault="00686ACD" w:rsidP="00AE2789">
      <w:pPr>
        <w:pStyle w:val="Question"/>
      </w:pPr>
      <w:r>
        <w:t xml:space="preserve">10. </w:t>
      </w:r>
      <w:r w:rsidR="00686F79">
        <w:t xml:space="preserve">The absolute value of a </w:t>
      </w:r>
      <w:r w:rsidR="00686F79">
        <w:rPr>
          <w:i/>
        </w:rPr>
        <w:t>z</w:t>
      </w:r>
      <w:r w:rsidR="00686F79">
        <w:t xml:space="preserve"> score indicates the distance between the raw score and the mean in standard deviation units.</w:t>
      </w:r>
    </w:p>
    <w:p w14:paraId="22089FAD" w14:textId="77777777" w:rsidR="00686ACD" w:rsidRDefault="00686F79" w:rsidP="00197896">
      <w:pPr>
        <w:pStyle w:val="TF"/>
      </w:pPr>
      <w:r>
        <w:lastRenderedPageBreak/>
        <w:t>*True</w:t>
      </w:r>
    </w:p>
    <w:p w14:paraId="3FE27E5F" w14:textId="77777777" w:rsidR="00686ACD" w:rsidRDefault="00686F79" w:rsidP="00197896">
      <w:pPr>
        <w:pStyle w:val="TF"/>
      </w:pPr>
      <w:r>
        <w:t>False</w:t>
      </w:r>
    </w:p>
    <w:p w14:paraId="6F16EA23" w14:textId="77777777" w:rsidR="007E6D9F" w:rsidRPr="009F5A80" w:rsidRDefault="00686ACD" w:rsidP="00AE2789">
      <w:pPr>
        <w:pStyle w:val="Type"/>
      </w:pPr>
      <w:r>
        <w:t xml:space="preserve">Learning Objective: </w:t>
      </w:r>
      <w:r w:rsidR="003303F7">
        <w:t xml:space="preserve">4-4: </w:t>
      </w:r>
      <w:r w:rsidR="007E6D9F" w:rsidRPr="009F5A80">
        <w:t xml:space="preserve">Explain what the absolute value of a </w:t>
      </w:r>
      <w:r w:rsidR="007E6D9F" w:rsidRPr="00AC4097">
        <w:rPr>
          <w:i/>
        </w:rPr>
        <w:t>z</w:t>
      </w:r>
      <w:r w:rsidR="007E6D9F" w:rsidRPr="009F5A80">
        <w:t xml:space="preserve"> score indicates</w:t>
      </w:r>
      <w:r w:rsidR="00C644C6">
        <w:t>.</w:t>
      </w:r>
    </w:p>
    <w:p w14:paraId="5D212292" w14:textId="77777777" w:rsidR="00686ACD" w:rsidRDefault="00686ACD" w:rsidP="00AE2789">
      <w:pPr>
        <w:pStyle w:val="Type"/>
      </w:pPr>
      <w:r>
        <w:t>Cognitive Domain:</w:t>
      </w:r>
      <w:r w:rsidR="007E6D9F">
        <w:t xml:space="preserve"> Knowledge</w:t>
      </w:r>
    </w:p>
    <w:p w14:paraId="5B381D92" w14:textId="77777777" w:rsidR="00686ACD" w:rsidRDefault="00686ACD" w:rsidP="00AE2789">
      <w:pPr>
        <w:pStyle w:val="Type"/>
      </w:pPr>
      <w:r>
        <w:t>Answer Location:</w:t>
      </w:r>
      <w:r w:rsidR="007E6D9F">
        <w:t xml:space="preserve"> Interpreting the </w:t>
      </w:r>
      <w:r w:rsidR="007E6D9F">
        <w:rPr>
          <w:i/>
        </w:rPr>
        <w:t>z</w:t>
      </w:r>
      <w:r w:rsidR="007E6D9F">
        <w:t xml:space="preserve"> for a Single Score</w:t>
      </w:r>
    </w:p>
    <w:sectPr w:rsidR="00686ACD" w:rsidSect="006F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BFD21" w14:textId="77777777" w:rsidR="00312C43" w:rsidRDefault="00312C43" w:rsidP="006B1B0A">
      <w:r>
        <w:separator/>
      </w:r>
    </w:p>
  </w:endnote>
  <w:endnote w:type="continuationSeparator" w:id="0">
    <w:p w14:paraId="468D73F6" w14:textId="77777777" w:rsidR="00312C43" w:rsidRDefault="00312C43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7ACAE" w14:textId="77777777" w:rsidR="00312C43" w:rsidRDefault="00312C43" w:rsidP="006B1B0A">
      <w:r>
        <w:separator/>
      </w:r>
    </w:p>
  </w:footnote>
  <w:footnote w:type="continuationSeparator" w:id="0">
    <w:p w14:paraId="50C95D54" w14:textId="77777777" w:rsidR="00312C43" w:rsidRDefault="00312C43" w:rsidP="006B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020CC"/>
    <w:rsid w:val="00011F69"/>
    <w:rsid w:val="00026477"/>
    <w:rsid w:val="00047F03"/>
    <w:rsid w:val="00054099"/>
    <w:rsid w:val="00060ACA"/>
    <w:rsid w:val="000C6CEC"/>
    <w:rsid w:val="000E5FF6"/>
    <w:rsid w:val="000F0C36"/>
    <w:rsid w:val="001077AC"/>
    <w:rsid w:val="0010798C"/>
    <w:rsid w:val="001269D6"/>
    <w:rsid w:val="00127AF5"/>
    <w:rsid w:val="001447FC"/>
    <w:rsid w:val="001640E3"/>
    <w:rsid w:val="00186946"/>
    <w:rsid w:val="00197896"/>
    <w:rsid w:val="001D38CF"/>
    <w:rsid w:val="001F784E"/>
    <w:rsid w:val="00204867"/>
    <w:rsid w:val="002166B0"/>
    <w:rsid w:val="00295231"/>
    <w:rsid w:val="002B2DED"/>
    <w:rsid w:val="002D7DE1"/>
    <w:rsid w:val="00312C43"/>
    <w:rsid w:val="003278C3"/>
    <w:rsid w:val="003303F7"/>
    <w:rsid w:val="00341773"/>
    <w:rsid w:val="00361CCB"/>
    <w:rsid w:val="003622C3"/>
    <w:rsid w:val="003B1DA1"/>
    <w:rsid w:val="003E0FA0"/>
    <w:rsid w:val="003E4A86"/>
    <w:rsid w:val="003E5285"/>
    <w:rsid w:val="00473137"/>
    <w:rsid w:val="00475880"/>
    <w:rsid w:val="004B0467"/>
    <w:rsid w:val="00554F28"/>
    <w:rsid w:val="00595E9D"/>
    <w:rsid w:val="005C3DAA"/>
    <w:rsid w:val="006279CE"/>
    <w:rsid w:val="006768FE"/>
    <w:rsid w:val="00686ACD"/>
    <w:rsid w:val="00686F79"/>
    <w:rsid w:val="006B1B0A"/>
    <w:rsid w:val="006B3E20"/>
    <w:rsid w:val="006F23BB"/>
    <w:rsid w:val="00734CC3"/>
    <w:rsid w:val="00752E16"/>
    <w:rsid w:val="00765051"/>
    <w:rsid w:val="00771BCB"/>
    <w:rsid w:val="007C5FB7"/>
    <w:rsid w:val="007D40C1"/>
    <w:rsid w:val="007E6D9F"/>
    <w:rsid w:val="007F1334"/>
    <w:rsid w:val="007F1407"/>
    <w:rsid w:val="008135FE"/>
    <w:rsid w:val="00825E92"/>
    <w:rsid w:val="00840C0E"/>
    <w:rsid w:val="00873DC1"/>
    <w:rsid w:val="008C7042"/>
    <w:rsid w:val="008F6B17"/>
    <w:rsid w:val="00970C80"/>
    <w:rsid w:val="009C773D"/>
    <w:rsid w:val="009F134F"/>
    <w:rsid w:val="00A601E3"/>
    <w:rsid w:val="00A920A1"/>
    <w:rsid w:val="00A922C8"/>
    <w:rsid w:val="00A97D55"/>
    <w:rsid w:val="00AB7EF1"/>
    <w:rsid w:val="00AC4097"/>
    <w:rsid w:val="00AD083B"/>
    <w:rsid w:val="00AE2789"/>
    <w:rsid w:val="00AF3200"/>
    <w:rsid w:val="00AF3CF4"/>
    <w:rsid w:val="00B23BA1"/>
    <w:rsid w:val="00B61DB5"/>
    <w:rsid w:val="00B77953"/>
    <w:rsid w:val="00B80858"/>
    <w:rsid w:val="00B8677E"/>
    <w:rsid w:val="00B87BD1"/>
    <w:rsid w:val="00C06A9B"/>
    <w:rsid w:val="00C23454"/>
    <w:rsid w:val="00C4389D"/>
    <w:rsid w:val="00C47431"/>
    <w:rsid w:val="00C644C6"/>
    <w:rsid w:val="00C66B3E"/>
    <w:rsid w:val="00C80EE7"/>
    <w:rsid w:val="00CB0CF2"/>
    <w:rsid w:val="00CB43B2"/>
    <w:rsid w:val="00CE2136"/>
    <w:rsid w:val="00CF2E2B"/>
    <w:rsid w:val="00D00FB9"/>
    <w:rsid w:val="00D223F8"/>
    <w:rsid w:val="00D66464"/>
    <w:rsid w:val="00D66F18"/>
    <w:rsid w:val="00D904D9"/>
    <w:rsid w:val="00D97BEF"/>
    <w:rsid w:val="00DE25E9"/>
    <w:rsid w:val="00DF6361"/>
    <w:rsid w:val="00E1347F"/>
    <w:rsid w:val="00E23B61"/>
    <w:rsid w:val="00E26DC1"/>
    <w:rsid w:val="00E45585"/>
    <w:rsid w:val="00E508C0"/>
    <w:rsid w:val="00E5194B"/>
    <w:rsid w:val="00EB2143"/>
    <w:rsid w:val="00EB5645"/>
    <w:rsid w:val="00EE5200"/>
    <w:rsid w:val="00F2163B"/>
    <w:rsid w:val="00F84F8E"/>
    <w:rsid w:val="00FE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874FE"/>
  <w15:docId w15:val="{6F0FA2B8-7166-40A1-A8B5-4E0B4DAC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334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7F133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F1334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97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qFormat/>
    <w:rsid w:val="007F1334"/>
  </w:style>
  <w:style w:type="paragraph" w:customStyle="1" w:styleId="Match">
    <w:name w:val="Match"/>
    <w:basedOn w:val="Normal"/>
    <w:qFormat/>
    <w:rsid w:val="007F1334"/>
  </w:style>
  <w:style w:type="paragraph" w:customStyle="1" w:styleId="Choice">
    <w:name w:val="Choice"/>
    <w:basedOn w:val="Normal"/>
    <w:qFormat/>
    <w:rsid w:val="007F1334"/>
  </w:style>
  <w:style w:type="paragraph" w:customStyle="1" w:styleId="TF">
    <w:name w:val="TF"/>
    <w:basedOn w:val="Normal"/>
    <w:qFormat/>
    <w:rsid w:val="007F1334"/>
  </w:style>
  <w:style w:type="paragraph" w:customStyle="1" w:styleId="Location">
    <w:name w:val="Location"/>
    <w:basedOn w:val="Normal"/>
    <w:next w:val="Normal"/>
    <w:qFormat/>
    <w:rsid w:val="007F1334"/>
  </w:style>
  <w:style w:type="paragraph" w:customStyle="1" w:styleId="Type">
    <w:name w:val="Type"/>
    <w:basedOn w:val="Normal"/>
    <w:next w:val="Normal"/>
    <w:qFormat/>
    <w:rsid w:val="007F1334"/>
  </w:style>
  <w:style w:type="paragraph" w:customStyle="1" w:styleId="Term">
    <w:name w:val="Term"/>
    <w:basedOn w:val="Normal"/>
    <w:next w:val="Normal"/>
    <w:qFormat/>
    <w:rsid w:val="007F1334"/>
  </w:style>
  <w:style w:type="paragraph" w:customStyle="1" w:styleId="Define">
    <w:name w:val="Define"/>
    <w:basedOn w:val="Normal"/>
    <w:next w:val="Normal"/>
    <w:qFormat/>
    <w:rsid w:val="007F1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per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235B1-5587-4D2F-BB1B-FCA6B043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</Template>
  <TotalTime>10</TotalTime>
  <Pages>4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Claire Harper</cp:lastModifiedBy>
  <cp:revision>7</cp:revision>
  <dcterms:created xsi:type="dcterms:W3CDTF">2017-05-03T17:38:00Z</dcterms:created>
  <dcterms:modified xsi:type="dcterms:W3CDTF">2017-05-08T11:13:00Z</dcterms:modified>
</cp:coreProperties>
</file>