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C9709" w14:textId="251B9FA4" w:rsidR="001F784E" w:rsidRPr="00497CB5" w:rsidRDefault="001F784E">
      <w:pPr>
        <w:rPr>
          <w:sz w:val="24"/>
          <w:szCs w:val="32"/>
        </w:rPr>
      </w:pPr>
      <w:r w:rsidRPr="00497CB5">
        <w:rPr>
          <w:b/>
          <w:sz w:val="24"/>
          <w:szCs w:val="32"/>
        </w:rPr>
        <w:t xml:space="preserve">Chapter </w:t>
      </w:r>
      <w:r w:rsidR="0053496E" w:rsidRPr="00497CB5">
        <w:rPr>
          <w:b/>
          <w:sz w:val="24"/>
          <w:szCs w:val="32"/>
        </w:rPr>
        <w:t>3</w:t>
      </w:r>
      <w:r w:rsidR="00361CCB" w:rsidRPr="00497CB5">
        <w:rPr>
          <w:b/>
          <w:sz w:val="24"/>
          <w:szCs w:val="32"/>
        </w:rPr>
        <w:t xml:space="preserve">: </w:t>
      </w:r>
      <w:r w:rsidR="004C4A8D" w:rsidRPr="00497CB5">
        <w:rPr>
          <w:b/>
          <w:sz w:val="24"/>
          <w:szCs w:val="32"/>
        </w:rPr>
        <w:t>Variability</w:t>
      </w:r>
    </w:p>
    <w:p w14:paraId="40AEA3AC" w14:textId="77777777" w:rsidR="00AF3200" w:rsidRDefault="006B3E20" w:rsidP="00497CB5">
      <w:pPr>
        <w:pStyle w:val="Question"/>
      </w:pPr>
      <w:r>
        <w:t xml:space="preserve">1. </w:t>
      </w:r>
      <w:r w:rsidR="008874E9">
        <w:t>Which measure of variability describes the typical distance of scores from the mean?</w:t>
      </w:r>
    </w:p>
    <w:p w14:paraId="06C9DD2C" w14:textId="2FC82807" w:rsidR="006B3E20" w:rsidRDefault="000837B0" w:rsidP="00497CB5">
      <w:pPr>
        <w:pStyle w:val="Choice"/>
      </w:pPr>
      <w:r>
        <w:t>A</w:t>
      </w:r>
      <w:r w:rsidR="006B3E20">
        <w:t xml:space="preserve">. </w:t>
      </w:r>
      <w:r w:rsidR="008874E9">
        <w:t>range</w:t>
      </w:r>
    </w:p>
    <w:p w14:paraId="093692BE" w14:textId="2CB45907" w:rsidR="006B3E20" w:rsidRDefault="000837B0" w:rsidP="00497CB5">
      <w:pPr>
        <w:pStyle w:val="Choice"/>
      </w:pPr>
      <w:r>
        <w:t>B</w:t>
      </w:r>
      <w:r w:rsidR="006B3E20">
        <w:t xml:space="preserve">. </w:t>
      </w:r>
      <w:r w:rsidR="00144558">
        <w:t>deviation score</w:t>
      </w:r>
    </w:p>
    <w:p w14:paraId="0DA82784" w14:textId="1DC83C22" w:rsidR="006B3E20" w:rsidRDefault="000837B0" w:rsidP="00497CB5">
      <w:pPr>
        <w:pStyle w:val="Choice"/>
      </w:pPr>
      <w:r>
        <w:t>C</w:t>
      </w:r>
      <w:r w:rsidR="006B3E20">
        <w:t xml:space="preserve">. </w:t>
      </w:r>
      <w:r w:rsidR="008874E9">
        <w:t>variance</w:t>
      </w:r>
    </w:p>
    <w:p w14:paraId="0700B80A" w14:textId="25B7AEFB" w:rsidR="006B3E20" w:rsidRDefault="008874E9" w:rsidP="00497CB5">
      <w:pPr>
        <w:pStyle w:val="Choice"/>
      </w:pPr>
      <w:r>
        <w:t>*</w:t>
      </w:r>
      <w:r w:rsidR="000837B0">
        <w:t>D</w:t>
      </w:r>
      <w:r w:rsidR="006B3E20">
        <w:t xml:space="preserve">. </w:t>
      </w:r>
      <w:r>
        <w:t>standard deviation</w:t>
      </w:r>
    </w:p>
    <w:p w14:paraId="41A11D3E" w14:textId="77777777" w:rsidR="00686ACD" w:rsidRPr="0053496E" w:rsidRDefault="00686ACD" w:rsidP="00497CB5">
      <w:pPr>
        <w:pStyle w:val="Type"/>
      </w:pPr>
      <w:r>
        <w:t xml:space="preserve">Learning Objective: </w:t>
      </w:r>
      <w:r w:rsidR="000837B0">
        <w:t xml:space="preserve">3-1: </w:t>
      </w:r>
      <w:r w:rsidR="0053496E" w:rsidRPr="005F1AF6">
        <w:t xml:space="preserve">Explain what </w:t>
      </w:r>
      <w:r w:rsidR="0053496E">
        <w:t>the standard deviation measures</w:t>
      </w:r>
      <w:r w:rsidR="00494382">
        <w:t>.</w:t>
      </w:r>
    </w:p>
    <w:p w14:paraId="5CEBA38C" w14:textId="77777777" w:rsidR="00686ACD" w:rsidRDefault="00686ACD" w:rsidP="00497CB5">
      <w:pPr>
        <w:pStyle w:val="Type"/>
      </w:pPr>
      <w:r>
        <w:t>Cognitive Domain:</w:t>
      </w:r>
      <w:r w:rsidR="008874E9">
        <w:t xml:space="preserve"> Knowledge</w:t>
      </w:r>
    </w:p>
    <w:p w14:paraId="56EE0B66" w14:textId="12C0A9BB" w:rsidR="00686ACD" w:rsidRDefault="00686ACD" w:rsidP="00497CB5">
      <w:pPr>
        <w:pStyle w:val="Type"/>
      </w:pPr>
      <w:r>
        <w:t>Answer Location:</w:t>
      </w:r>
      <w:r w:rsidR="008874E9">
        <w:t xml:space="preserve"> Population Variability</w:t>
      </w:r>
    </w:p>
    <w:p w14:paraId="55D23BDA" w14:textId="16B6E588" w:rsidR="00144558" w:rsidRDefault="00686ACD" w:rsidP="00497CB5">
      <w:pPr>
        <w:pStyle w:val="Question"/>
      </w:pPr>
      <w:r>
        <w:t xml:space="preserve">2. </w:t>
      </w:r>
      <w:r w:rsidR="00144558">
        <w:t>When computing the standard deviation we must first subtract the mean fro</w:t>
      </w:r>
      <w:r w:rsidR="002D1DEC">
        <w:t xml:space="preserve">m each score. This </w:t>
      </w:r>
      <w:r w:rsidR="002F0771">
        <w:t xml:space="preserve">difference </w:t>
      </w:r>
      <w:r w:rsidR="002D1DEC">
        <w:t>is called</w:t>
      </w:r>
      <w:r w:rsidR="00144558">
        <w:t xml:space="preserve"> _____</w:t>
      </w:r>
      <w:r w:rsidR="00497CB5">
        <w:t>______</w:t>
      </w:r>
      <w:r w:rsidR="00144558">
        <w:t>_.</w:t>
      </w:r>
    </w:p>
    <w:p w14:paraId="7D4F0D48" w14:textId="043C168C" w:rsidR="00144558" w:rsidRDefault="009C36DC" w:rsidP="00497CB5">
      <w:pPr>
        <w:pStyle w:val="Choice"/>
      </w:pPr>
      <w:r>
        <w:t>A</w:t>
      </w:r>
      <w:r w:rsidR="00144558">
        <w:t xml:space="preserve">. </w:t>
      </w:r>
      <w:r w:rsidR="002D1DEC">
        <w:t xml:space="preserve">the </w:t>
      </w:r>
      <w:r w:rsidR="00144558">
        <w:t>range</w:t>
      </w:r>
    </w:p>
    <w:p w14:paraId="5CBD835B" w14:textId="1039A166" w:rsidR="00144558" w:rsidRDefault="002D1DEC" w:rsidP="00497CB5">
      <w:pPr>
        <w:pStyle w:val="Choice"/>
      </w:pPr>
      <w:r>
        <w:t>*</w:t>
      </w:r>
      <w:r w:rsidR="009C36DC">
        <w:t>B</w:t>
      </w:r>
      <w:r w:rsidR="00144558">
        <w:t xml:space="preserve">. </w:t>
      </w:r>
      <w:r>
        <w:t xml:space="preserve">a </w:t>
      </w:r>
      <w:r w:rsidR="00144558">
        <w:t>deviation score</w:t>
      </w:r>
    </w:p>
    <w:p w14:paraId="6D65322B" w14:textId="0DF183CD" w:rsidR="00144558" w:rsidRDefault="009C36DC" w:rsidP="00497CB5">
      <w:pPr>
        <w:pStyle w:val="Choice"/>
      </w:pPr>
      <w:r>
        <w:t>C</w:t>
      </w:r>
      <w:r w:rsidR="00144558">
        <w:t xml:space="preserve">. </w:t>
      </w:r>
      <w:r w:rsidR="002D1DEC">
        <w:t xml:space="preserve">the </w:t>
      </w:r>
      <w:r w:rsidR="00144558">
        <w:t>variance</w:t>
      </w:r>
    </w:p>
    <w:p w14:paraId="5E427BFA" w14:textId="0559F65D" w:rsidR="00144558" w:rsidRDefault="009C36DC" w:rsidP="00497CB5">
      <w:pPr>
        <w:pStyle w:val="Choice"/>
      </w:pPr>
      <w:r>
        <w:t>D</w:t>
      </w:r>
      <w:r w:rsidR="00144558">
        <w:t xml:space="preserve">. </w:t>
      </w:r>
      <w:r w:rsidR="002D1DEC">
        <w:t xml:space="preserve">the sum of </w:t>
      </w:r>
      <w:r w:rsidR="005E2061">
        <w:t>the squared deviation scores</w:t>
      </w:r>
    </w:p>
    <w:p w14:paraId="379B1670" w14:textId="77777777" w:rsidR="00144558" w:rsidRPr="0053496E" w:rsidRDefault="00686ACD" w:rsidP="00497CB5">
      <w:pPr>
        <w:pStyle w:val="Type"/>
      </w:pPr>
      <w:r>
        <w:t xml:space="preserve">Learning Objective: </w:t>
      </w:r>
      <w:r w:rsidR="00487E7D">
        <w:t xml:space="preserve">3-1: </w:t>
      </w:r>
      <w:r w:rsidR="00144558" w:rsidRPr="005F1AF6">
        <w:t xml:space="preserve">Explain what </w:t>
      </w:r>
      <w:r w:rsidR="00144558">
        <w:t>the standard deviation measures</w:t>
      </w:r>
      <w:r w:rsidR="00167B47">
        <w:t>.</w:t>
      </w:r>
    </w:p>
    <w:p w14:paraId="53B8A0C0" w14:textId="77777777" w:rsidR="00144558" w:rsidRDefault="00144558" w:rsidP="00497CB5">
      <w:pPr>
        <w:pStyle w:val="Type"/>
      </w:pPr>
      <w:r>
        <w:t>Cognitive Domain: Knowledge</w:t>
      </w:r>
    </w:p>
    <w:p w14:paraId="6CFBCC53" w14:textId="674D0BAD" w:rsidR="00144558" w:rsidRDefault="00144558" w:rsidP="00497CB5">
      <w:pPr>
        <w:pStyle w:val="Type"/>
      </w:pPr>
      <w:r>
        <w:t>Answer Location: Population Variability</w:t>
      </w:r>
    </w:p>
    <w:p w14:paraId="635BC6D8" w14:textId="11C5C70A" w:rsidR="00686ACD" w:rsidRDefault="00686ACD" w:rsidP="00497CB5">
      <w:pPr>
        <w:pStyle w:val="Question"/>
      </w:pPr>
      <w:r>
        <w:t xml:space="preserve">3. </w:t>
      </w:r>
      <w:r w:rsidR="005E2061">
        <w:t>If all scores have the same value, what will the standard deviation equal?</w:t>
      </w:r>
    </w:p>
    <w:p w14:paraId="52E83405" w14:textId="6B718047" w:rsidR="00686ACD" w:rsidRDefault="00F55D0B" w:rsidP="00497CB5">
      <w:pPr>
        <w:pStyle w:val="Choice"/>
      </w:pPr>
      <w:r>
        <w:t>*</w:t>
      </w:r>
      <w:r w:rsidR="00487E7D">
        <w:t>A</w:t>
      </w:r>
      <w:r w:rsidR="00686ACD">
        <w:t xml:space="preserve">. </w:t>
      </w:r>
      <w:r w:rsidR="005E2061">
        <w:t>0</w:t>
      </w:r>
    </w:p>
    <w:p w14:paraId="31207EB5" w14:textId="7C532617" w:rsidR="00686ACD" w:rsidRDefault="00487E7D" w:rsidP="00497CB5">
      <w:pPr>
        <w:pStyle w:val="Choice"/>
      </w:pPr>
      <w:r>
        <w:t>B</w:t>
      </w:r>
      <w:r w:rsidR="00686ACD">
        <w:t xml:space="preserve">. </w:t>
      </w:r>
      <w:r w:rsidR="005E2061">
        <w:t>1</w:t>
      </w:r>
    </w:p>
    <w:p w14:paraId="46A9A5E4" w14:textId="1CE93BC4" w:rsidR="00686ACD" w:rsidRDefault="00487E7D" w:rsidP="00497CB5">
      <w:pPr>
        <w:pStyle w:val="Choice"/>
      </w:pPr>
      <w:r>
        <w:t>C</w:t>
      </w:r>
      <w:r w:rsidR="00686ACD">
        <w:t xml:space="preserve">. </w:t>
      </w:r>
      <w:r w:rsidR="005E2061">
        <w:t>It is not possible to know without the data.</w:t>
      </w:r>
    </w:p>
    <w:p w14:paraId="754E083F" w14:textId="77777777" w:rsidR="005E2061" w:rsidRPr="0053496E" w:rsidRDefault="005E2061" w:rsidP="00497CB5">
      <w:pPr>
        <w:pStyle w:val="Type"/>
      </w:pPr>
      <w:r>
        <w:t xml:space="preserve">Learning Objective: </w:t>
      </w:r>
      <w:r w:rsidR="00487E7D">
        <w:t xml:space="preserve">3-1: </w:t>
      </w:r>
      <w:r w:rsidRPr="005F1AF6">
        <w:t xml:space="preserve">Explain what </w:t>
      </w:r>
      <w:r>
        <w:t>the standard deviation measures</w:t>
      </w:r>
      <w:r w:rsidR="006115A9">
        <w:t>.</w:t>
      </w:r>
    </w:p>
    <w:p w14:paraId="4D9F52B8" w14:textId="77777777" w:rsidR="005E2061" w:rsidRDefault="005E2061" w:rsidP="00497CB5">
      <w:pPr>
        <w:pStyle w:val="Type"/>
      </w:pPr>
      <w:r>
        <w:t>Cognitive Domain: Knowledge</w:t>
      </w:r>
    </w:p>
    <w:p w14:paraId="7435442B" w14:textId="09F7DAC0" w:rsidR="005E2061" w:rsidRDefault="005E2061" w:rsidP="00497CB5">
      <w:pPr>
        <w:pStyle w:val="Type"/>
      </w:pPr>
      <w:r>
        <w:t>Answer Location: Population Variability</w:t>
      </w:r>
    </w:p>
    <w:p w14:paraId="1E0F23BF" w14:textId="7DA8CF1B" w:rsidR="00686ACD" w:rsidRDefault="00686ACD" w:rsidP="00497CB5">
      <w:pPr>
        <w:pStyle w:val="Question"/>
      </w:pPr>
      <w:r>
        <w:t xml:space="preserve">4. </w:t>
      </w:r>
      <w:r w:rsidR="0062077C">
        <w:t>The range is best used when the data are ____</w:t>
      </w:r>
      <w:r w:rsidR="00497CB5">
        <w:t>_____</w:t>
      </w:r>
      <w:r w:rsidR="0062077C">
        <w:t>__.</w:t>
      </w:r>
    </w:p>
    <w:p w14:paraId="45DB2942" w14:textId="048FBF3C" w:rsidR="00686ACD" w:rsidRDefault="00487E7D" w:rsidP="00497CB5">
      <w:pPr>
        <w:pStyle w:val="Choice"/>
      </w:pPr>
      <w:r>
        <w:lastRenderedPageBreak/>
        <w:t>A</w:t>
      </w:r>
      <w:r w:rsidR="00686ACD">
        <w:t xml:space="preserve">. </w:t>
      </w:r>
      <w:r w:rsidR="0062077C">
        <w:t>nominal</w:t>
      </w:r>
    </w:p>
    <w:p w14:paraId="03CA9EC6" w14:textId="19A81F37" w:rsidR="00686ACD" w:rsidRDefault="0062077C" w:rsidP="00497CB5">
      <w:pPr>
        <w:pStyle w:val="Choice"/>
      </w:pPr>
      <w:r>
        <w:t>*</w:t>
      </w:r>
      <w:r w:rsidR="00487E7D">
        <w:t>B</w:t>
      </w:r>
      <w:r w:rsidR="00686ACD">
        <w:t xml:space="preserve">. </w:t>
      </w:r>
      <w:r>
        <w:t>ordinal</w:t>
      </w:r>
    </w:p>
    <w:p w14:paraId="0F39C496" w14:textId="61C24038" w:rsidR="00686ACD" w:rsidRDefault="00487E7D" w:rsidP="00497CB5">
      <w:pPr>
        <w:pStyle w:val="Choice"/>
      </w:pPr>
      <w:r>
        <w:t>C</w:t>
      </w:r>
      <w:r w:rsidR="00686ACD">
        <w:t xml:space="preserve">. </w:t>
      </w:r>
      <w:r w:rsidR="0062077C">
        <w:t>interval/ratio</w:t>
      </w:r>
    </w:p>
    <w:p w14:paraId="363759E0" w14:textId="77777777" w:rsidR="004677E6" w:rsidRPr="0053496E" w:rsidRDefault="004677E6" w:rsidP="00497CB5">
      <w:pPr>
        <w:pStyle w:val="Type"/>
      </w:pPr>
      <w:r>
        <w:t xml:space="preserve">Learning Objective: </w:t>
      </w:r>
      <w:r w:rsidR="00487E7D">
        <w:t xml:space="preserve">3-1: </w:t>
      </w:r>
      <w:r w:rsidR="00297F7C" w:rsidRPr="005F1AF6">
        <w:t xml:space="preserve">Explain what </w:t>
      </w:r>
      <w:r w:rsidR="00297F7C">
        <w:t>the standard deviation measures</w:t>
      </w:r>
      <w:r w:rsidR="00E17D17">
        <w:t>.</w:t>
      </w:r>
    </w:p>
    <w:p w14:paraId="047FC6BD" w14:textId="77777777" w:rsidR="004677E6" w:rsidRDefault="004677E6" w:rsidP="00497CB5">
      <w:pPr>
        <w:pStyle w:val="Type"/>
      </w:pPr>
      <w:r>
        <w:t>Cognitive Domain: Knowledge</w:t>
      </w:r>
    </w:p>
    <w:p w14:paraId="34F7E467" w14:textId="742689DE" w:rsidR="004677E6" w:rsidRDefault="004677E6" w:rsidP="00497CB5">
      <w:pPr>
        <w:pStyle w:val="Type"/>
      </w:pPr>
      <w:r>
        <w:t>Answer Location: Population Variability</w:t>
      </w:r>
    </w:p>
    <w:p w14:paraId="5B1B3650" w14:textId="4247B6D7" w:rsidR="00686ACD" w:rsidRPr="00BE5035" w:rsidRDefault="00686ACD" w:rsidP="00497CB5">
      <w:pPr>
        <w:pStyle w:val="Question"/>
      </w:pPr>
      <w:r>
        <w:t xml:space="preserve">5. </w:t>
      </w:r>
      <w:r w:rsidR="00BE5035">
        <w:t xml:space="preserve">When computing the standard deviation, </w:t>
      </w:r>
      <w:r w:rsidR="00BE5035" w:rsidRPr="00BE5035">
        <w:rPr>
          <w:i/>
        </w:rPr>
        <w:t>SS</w:t>
      </w:r>
      <w:r w:rsidR="00BE5035">
        <w:t xml:space="preserve"> stands for ___</w:t>
      </w:r>
      <w:r w:rsidR="00497CB5">
        <w:t>______</w:t>
      </w:r>
      <w:r w:rsidR="00BE5035">
        <w:t>___.</w:t>
      </w:r>
    </w:p>
    <w:p w14:paraId="3DFF8DB4" w14:textId="05840E93" w:rsidR="00686ACD" w:rsidRDefault="00487E7D" w:rsidP="00497CB5">
      <w:pPr>
        <w:pStyle w:val="Choice"/>
      </w:pPr>
      <w:r>
        <w:t>A</w:t>
      </w:r>
      <w:r w:rsidR="00686ACD">
        <w:t xml:space="preserve">. </w:t>
      </w:r>
      <w:r w:rsidR="00BE5035">
        <w:t>squared scores</w:t>
      </w:r>
    </w:p>
    <w:p w14:paraId="0FEC08C9" w14:textId="362FD9DF" w:rsidR="00686ACD" w:rsidRDefault="00487E7D" w:rsidP="00497CB5">
      <w:pPr>
        <w:pStyle w:val="Choice"/>
      </w:pPr>
      <w:r>
        <w:t>B</w:t>
      </w:r>
      <w:r w:rsidR="00686ACD">
        <w:t xml:space="preserve">. </w:t>
      </w:r>
      <w:r w:rsidR="00BE5035">
        <w:t>sum of scores</w:t>
      </w:r>
    </w:p>
    <w:p w14:paraId="6D19CB0D" w14:textId="64C609E4" w:rsidR="00686ACD" w:rsidRDefault="000E4442" w:rsidP="00497CB5">
      <w:pPr>
        <w:pStyle w:val="Choice"/>
      </w:pPr>
      <w:r>
        <w:t>*</w:t>
      </w:r>
      <w:r w:rsidR="00487E7D">
        <w:t>C</w:t>
      </w:r>
      <w:r w:rsidR="00686ACD">
        <w:t xml:space="preserve">. </w:t>
      </w:r>
      <w:r w:rsidR="00BE5035">
        <w:t>sum of the squared deviation scores</w:t>
      </w:r>
    </w:p>
    <w:p w14:paraId="118FAF3B" w14:textId="1C764D6B" w:rsidR="00686ACD" w:rsidRDefault="00487E7D" w:rsidP="00497CB5">
      <w:pPr>
        <w:pStyle w:val="Choice"/>
      </w:pPr>
      <w:r>
        <w:t>D</w:t>
      </w:r>
      <w:r w:rsidR="00686ACD">
        <w:t xml:space="preserve">. </w:t>
      </w:r>
      <w:r w:rsidR="0082371C">
        <w:t>square of the summed scores</w:t>
      </w:r>
    </w:p>
    <w:p w14:paraId="50422780" w14:textId="77777777" w:rsidR="00232C79" w:rsidRPr="005F1AF6" w:rsidRDefault="00232C79" w:rsidP="00497CB5">
      <w:pPr>
        <w:pStyle w:val="Type"/>
      </w:pPr>
      <w:r>
        <w:t xml:space="preserve">Learning Objective: </w:t>
      </w:r>
      <w:r w:rsidR="00487E7D">
        <w:t xml:space="preserve">3-3: </w:t>
      </w:r>
      <w:r w:rsidRPr="005F1AF6">
        <w:t>Compute the variance and the standard deviation for a sample using a calculator and SPSS</w:t>
      </w:r>
      <w:r w:rsidR="00D666CC">
        <w:t>.</w:t>
      </w:r>
    </w:p>
    <w:p w14:paraId="14F234C4" w14:textId="77777777" w:rsidR="00686ACD" w:rsidRDefault="00686ACD" w:rsidP="00497CB5">
      <w:pPr>
        <w:pStyle w:val="Type"/>
      </w:pPr>
      <w:r>
        <w:t>Cognitive Domain:</w:t>
      </w:r>
      <w:r w:rsidR="00852602">
        <w:t xml:space="preserve"> Knowledge</w:t>
      </w:r>
    </w:p>
    <w:p w14:paraId="2ADEFFD2" w14:textId="2EE2EE15" w:rsidR="00686ACD" w:rsidRDefault="00686ACD" w:rsidP="00497CB5">
      <w:pPr>
        <w:pStyle w:val="Type"/>
      </w:pPr>
      <w:r>
        <w:t>Answer Location:</w:t>
      </w:r>
      <w:r w:rsidR="00852602">
        <w:t xml:space="preserve"> Steps </w:t>
      </w:r>
      <w:r w:rsidR="00487E7D">
        <w:t>i</w:t>
      </w:r>
      <w:r w:rsidR="00852602">
        <w:t xml:space="preserve">n Computing </w:t>
      </w:r>
      <w:r w:rsidR="00487E7D">
        <w:t xml:space="preserve">a </w:t>
      </w:r>
      <w:r w:rsidR="00852602">
        <w:t>Population’s Standard Deviation</w:t>
      </w:r>
    </w:p>
    <w:p w14:paraId="1A632828" w14:textId="52D45C37" w:rsidR="00686ACD" w:rsidRPr="005A5FD5" w:rsidRDefault="00686ACD" w:rsidP="00497CB5">
      <w:pPr>
        <w:pStyle w:val="Question"/>
      </w:pPr>
      <w:r>
        <w:t xml:space="preserve">6. </w:t>
      </w:r>
      <w:r w:rsidR="005A5FD5">
        <w:t xml:space="preserve">We divide </w:t>
      </w:r>
      <w:r w:rsidR="005A5FD5" w:rsidRPr="005A5FD5">
        <w:rPr>
          <w:i/>
        </w:rPr>
        <w:t>SS</w:t>
      </w:r>
      <w:r w:rsidR="005A5FD5">
        <w:t xml:space="preserve"> by </w:t>
      </w:r>
      <w:r w:rsidR="005A5FD5">
        <w:rPr>
          <w:i/>
        </w:rPr>
        <w:t>N</w:t>
      </w:r>
      <w:r w:rsidR="005A5FD5">
        <w:t xml:space="preserve"> </w:t>
      </w:r>
      <w:r w:rsidR="00B958FC">
        <w:t>=</w:t>
      </w:r>
      <w:r w:rsidR="005A5FD5">
        <w:t xml:space="preserve"> 1 when computing the sample </w:t>
      </w:r>
      <w:r w:rsidR="00785065">
        <w:t>variance</w:t>
      </w:r>
      <w:r w:rsidR="005A5FD5">
        <w:t>.</w:t>
      </w:r>
    </w:p>
    <w:p w14:paraId="690835BC" w14:textId="6DE249B1" w:rsidR="00686ACD" w:rsidRDefault="005A04A9" w:rsidP="00497CB5">
      <w:pPr>
        <w:pStyle w:val="TF"/>
      </w:pPr>
      <w:r>
        <w:t>*</w:t>
      </w:r>
      <w:r w:rsidR="005A5FD5">
        <w:t>True</w:t>
      </w:r>
    </w:p>
    <w:p w14:paraId="7B0257C4" w14:textId="0B34FAF1" w:rsidR="00686ACD" w:rsidRDefault="005A5FD5" w:rsidP="00497CB5">
      <w:pPr>
        <w:pStyle w:val="TF"/>
      </w:pPr>
      <w:r>
        <w:t>False</w:t>
      </w:r>
    </w:p>
    <w:p w14:paraId="23EDFEAE" w14:textId="77777777" w:rsidR="009F565A" w:rsidRPr="005F1AF6" w:rsidRDefault="00686ACD" w:rsidP="00497CB5">
      <w:pPr>
        <w:pStyle w:val="Type"/>
      </w:pPr>
      <w:r>
        <w:t xml:space="preserve">Learning Objective: </w:t>
      </w:r>
      <w:r w:rsidR="00B21752">
        <w:t xml:space="preserve">3-3: </w:t>
      </w:r>
      <w:r w:rsidR="009F565A" w:rsidRPr="005F1AF6">
        <w:t>Compute the variance and the standard deviation for a sample using a calculator and SPSS</w:t>
      </w:r>
      <w:r w:rsidR="00B958FC">
        <w:t>.</w:t>
      </w:r>
    </w:p>
    <w:p w14:paraId="7C501214" w14:textId="77777777" w:rsidR="00686ACD" w:rsidRDefault="00686ACD" w:rsidP="00497CB5">
      <w:pPr>
        <w:pStyle w:val="Type"/>
      </w:pPr>
      <w:r>
        <w:t>Cognitive Domain:</w:t>
      </w:r>
      <w:r w:rsidR="00851BFD">
        <w:t xml:space="preserve"> </w:t>
      </w:r>
      <w:r w:rsidR="001914D0">
        <w:t>Knowledge</w:t>
      </w:r>
    </w:p>
    <w:p w14:paraId="26D2844D" w14:textId="1342C1A2" w:rsidR="00686ACD" w:rsidRDefault="00686ACD" w:rsidP="00497CB5">
      <w:pPr>
        <w:pStyle w:val="Type"/>
      </w:pPr>
      <w:r>
        <w:t>Answer Location:</w:t>
      </w:r>
      <w:r w:rsidR="00851BFD">
        <w:t xml:space="preserve"> Sample Variability</w:t>
      </w:r>
    </w:p>
    <w:p w14:paraId="70334960" w14:textId="77777777" w:rsidR="00015A75" w:rsidRDefault="00686ACD" w:rsidP="00497CB5">
      <w:pPr>
        <w:pStyle w:val="Question"/>
      </w:pPr>
      <w:r>
        <w:t xml:space="preserve">7. </w:t>
      </w:r>
      <w:r w:rsidR="00015A75">
        <w:t>Compute the variance for this sample of 8 scores.</w:t>
      </w:r>
    </w:p>
    <w:p w14:paraId="7A92E0E2" w14:textId="030B0CEB" w:rsidR="00015A75" w:rsidRDefault="00B21752" w:rsidP="00497CB5">
      <w:pPr>
        <w:pStyle w:val="Choice"/>
      </w:pPr>
      <w:r>
        <w:t>A</w:t>
      </w:r>
      <w:r w:rsidR="00015A75">
        <w:t xml:space="preserve">. </w:t>
      </w:r>
      <w:r w:rsidR="00222F30">
        <w:t>2.19</w:t>
      </w:r>
    </w:p>
    <w:p w14:paraId="6FCA256D" w14:textId="59FB352A" w:rsidR="00015A75" w:rsidRDefault="00B21752" w:rsidP="00497CB5">
      <w:pPr>
        <w:pStyle w:val="Choice"/>
      </w:pPr>
      <w:r>
        <w:t>B</w:t>
      </w:r>
      <w:r w:rsidR="00015A75">
        <w:t>. 4.80</w:t>
      </w:r>
    </w:p>
    <w:p w14:paraId="390AB305" w14:textId="15336308" w:rsidR="00015A75" w:rsidRDefault="00FD35FC" w:rsidP="00497CB5">
      <w:pPr>
        <w:pStyle w:val="Choice"/>
      </w:pPr>
      <w:r>
        <w:t>*</w:t>
      </w:r>
      <w:r w:rsidR="00B21752">
        <w:t>C</w:t>
      </w:r>
      <w:r w:rsidR="00015A75">
        <w:t>. 23.07</w:t>
      </w:r>
    </w:p>
    <w:p w14:paraId="6A829A5C" w14:textId="6F6ADB0F" w:rsidR="00015A75" w:rsidRDefault="00B21752" w:rsidP="00497CB5">
      <w:pPr>
        <w:pStyle w:val="Choice"/>
      </w:pPr>
      <w:r>
        <w:lastRenderedPageBreak/>
        <w:t>D</w:t>
      </w:r>
      <w:r w:rsidR="00015A75">
        <w:t>. 532.22</w:t>
      </w:r>
    </w:p>
    <w:p w14:paraId="2F68A991" w14:textId="77777777" w:rsidR="00015A75" w:rsidRPr="005F1AF6" w:rsidRDefault="00015A75" w:rsidP="00497CB5">
      <w:pPr>
        <w:pStyle w:val="Type"/>
      </w:pPr>
      <w:r>
        <w:t xml:space="preserve">Learning Objective: </w:t>
      </w:r>
      <w:r w:rsidR="00B21752">
        <w:t xml:space="preserve">3-3: </w:t>
      </w:r>
      <w:r w:rsidRPr="005F1AF6">
        <w:t>Compute the variance and the standard deviation for a sample using a calculator and SPSS</w:t>
      </w:r>
      <w:r w:rsidR="00CE3626">
        <w:t>.</w:t>
      </w:r>
    </w:p>
    <w:p w14:paraId="5D3DF9F7" w14:textId="77777777" w:rsidR="00015A75" w:rsidRDefault="00015A75" w:rsidP="00497CB5">
      <w:pPr>
        <w:pStyle w:val="Type"/>
      </w:pPr>
      <w:r>
        <w:t>Cognitive Domain: Application</w:t>
      </w:r>
    </w:p>
    <w:p w14:paraId="2DAB4DDA" w14:textId="29C3482D" w:rsidR="00015A75" w:rsidRDefault="00015A75" w:rsidP="00497CB5">
      <w:pPr>
        <w:pStyle w:val="Type"/>
      </w:pPr>
      <w:r>
        <w:t>Answer Location: Sample Variability</w:t>
      </w:r>
    </w:p>
    <w:p w14:paraId="7EE81C64" w14:textId="77777777" w:rsidR="00FD35FC" w:rsidRDefault="00686ACD" w:rsidP="00497CB5">
      <w:pPr>
        <w:pStyle w:val="Question"/>
      </w:pPr>
      <w:r>
        <w:t xml:space="preserve">8. </w:t>
      </w:r>
      <w:r w:rsidR="00FD35FC">
        <w:t xml:space="preserve">Compute the </w:t>
      </w:r>
      <w:r w:rsidR="009A3F5A">
        <w:t>standard deviation</w:t>
      </w:r>
      <w:r w:rsidR="00FD35FC">
        <w:t xml:space="preserve"> for this sample of 8 scores.</w:t>
      </w:r>
    </w:p>
    <w:p w14:paraId="29962BAE" w14:textId="43B4AF1A" w:rsidR="00FD35FC" w:rsidRDefault="00216E06" w:rsidP="00497CB5">
      <w:pPr>
        <w:pStyle w:val="Choice"/>
      </w:pPr>
      <w:r>
        <w:t>A</w:t>
      </w:r>
      <w:r w:rsidR="00FD35FC">
        <w:t xml:space="preserve">. </w:t>
      </w:r>
      <w:r w:rsidR="00701F36">
        <w:t>2.19</w:t>
      </w:r>
    </w:p>
    <w:p w14:paraId="011675BA" w14:textId="05AE6099" w:rsidR="00FD35FC" w:rsidRDefault="00D176F5" w:rsidP="00497CB5">
      <w:pPr>
        <w:pStyle w:val="Choice"/>
      </w:pPr>
      <w:r>
        <w:t>*</w:t>
      </w:r>
      <w:r w:rsidR="00216E06">
        <w:t>B</w:t>
      </w:r>
      <w:r w:rsidR="00FD35FC">
        <w:t>. 4.80</w:t>
      </w:r>
    </w:p>
    <w:p w14:paraId="55AF06EF" w14:textId="0DBC937E" w:rsidR="00FD35FC" w:rsidRDefault="00216E06" w:rsidP="00497CB5">
      <w:pPr>
        <w:pStyle w:val="Choice"/>
      </w:pPr>
      <w:r>
        <w:t>C</w:t>
      </w:r>
      <w:r w:rsidR="00FD35FC">
        <w:t>. 23.07</w:t>
      </w:r>
    </w:p>
    <w:p w14:paraId="36A9D8AA" w14:textId="16730E4F" w:rsidR="00FD35FC" w:rsidRDefault="00216E06" w:rsidP="00497CB5">
      <w:pPr>
        <w:pStyle w:val="Choice"/>
      </w:pPr>
      <w:r>
        <w:t>D</w:t>
      </w:r>
      <w:r w:rsidR="00FD35FC">
        <w:t>. 532.22</w:t>
      </w:r>
    </w:p>
    <w:p w14:paraId="2CE9CEE5" w14:textId="77777777" w:rsidR="00FD35FC" w:rsidRPr="005F1AF6" w:rsidRDefault="00FD35FC" w:rsidP="00497CB5">
      <w:pPr>
        <w:pStyle w:val="Type"/>
      </w:pPr>
      <w:r>
        <w:t xml:space="preserve">Learning Objective: </w:t>
      </w:r>
      <w:r w:rsidR="00216E06">
        <w:t xml:space="preserve">3-3: </w:t>
      </w:r>
      <w:r w:rsidRPr="005F1AF6">
        <w:t>Compute the variance and the standard deviation for a sample using a calculator and SPSS</w:t>
      </w:r>
      <w:r w:rsidR="00394A62">
        <w:t>.</w:t>
      </w:r>
    </w:p>
    <w:p w14:paraId="20B2F891" w14:textId="77777777" w:rsidR="00FD35FC" w:rsidRDefault="00FD35FC" w:rsidP="00497CB5">
      <w:pPr>
        <w:pStyle w:val="Type"/>
      </w:pPr>
      <w:r>
        <w:t>Cognitive Domain: Application</w:t>
      </w:r>
    </w:p>
    <w:p w14:paraId="0CF69032" w14:textId="1F15A9B8" w:rsidR="00FD35FC" w:rsidRDefault="00FD35FC" w:rsidP="00497CB5">
      <w:pPr>
        <w:pStyle w:val="Type"/>
      </w:pPr>
      <w:r>
        <w:t>Answer Location: Sample Variability</w:t>
      </w:r>
    </w:p>
    <w:p w14:paraId="176319D9" w14:textId="77777777" w:rsidR="00686ACD" w:rsidRDefault="00686ACD" w:rsidP="00497CB5">
      <w:pPr>
        <w:pStyle w:val="Question"/>
      </w:pPr>
      <w:r>
        <w:t xml:space="preserve">9. </w:t>
      </w:r>
      <w:r w:rsidR="000E64FF">
        <w:t xml:space="preserve">Compute the variance for this population of </w:t>
      </w:r>
      <w:r w:rsidR="00CB3DB4">
        <w:t>10</w:t>
      </w:r>
      <w:r w:rsidR="000E64FF">
        <w:t xml:space="preserve"> scores</w:t>
      </w:r>
      <w:r w:rsidR="003932F3">
        <w:t>: 3,</w:t>
      </w:r>
      <w:r w:rsidR="00B46086">
        <w:t xml:space="preserve"> </w:t>
      </w:r>
      <w:r w:rsidR="003932F3">
        <w:t>3,</w:t>
      </w:r>
      <w:r w:rsidR="00B46086">
        <w:t xml:space="preserve"> </w:t>
      </w:r>
      <w:r w:rsidR="003932F3">
        <w:t>2,</w:t>
      </w:r>
      <w:r w:rsidR="00B46086">
        <w:t xml:space="preserve"> </w:t>
      </w:r>
      <w:r w:rsidR="003932F3">
        <w:t>4,</w:t>
      </w:r>
      <w:r w:rsidR="00B46086">
        <w:t xml:space="preserve"> </w:t>
      </w:r>
      <w:r w:rsidR="003932F3">
        <w:t>5,</w:t>
      </w:r>
      <w:r w:rsidR="00B46086">
        <w:t xml:space="preserve"> </w:t>
      </w:r>
      <w:r w:rsidR="003932F3">
        <w:t>1,</w:t>
      </w:r>
      <w:r w:rsidR="00B46086">
        <w:t xml:space="preserve"> </w:t>
      </w:r>
      <w:r w:rsidR="003932F3">
        <w:t>9,</w:t>
      </w:r>
      <w:r w:rsidR="00B46086">
        <w:t xml:space="preserve"> </w:t>
      </w:r>
      <w:r w:rsidR="003932F3">
        <w:t>8,</w:t>
      </w:r>
      <w:r w:rsidR="00B46086">
        <w:t xml:space="preserve"> </w:t>
      </w:r>
      <w:r w:rsidR="003932F3">
        <w:t>5,</w:t>
      </w:r>
      <w:r w:rsidR="00B46086">
        <w:t xml:space="preserve"> </w:t>
      </w:r>
      <w:proofErr w:type="gramStart"/>
      <w:r w:rsidR="003932F3">
        <w:t>7</w:t>
      </w:r>
      <w:proofErr w:type="gramEnd"/>
      <w:r w:rsidR="000E64FF">
        <w:t>.</w:t>
      </w:r>
    </w:p>
    <w:p w14:paraId="4FE34D88" w14:textId="1D1CBEE1" w:rsidR="00686ACD" w:rsidRDefault="00A271DC" w:rsidP="00497CB5">
      <w:pPr>
        <w:pStyle w:val="Choice"/>
      </w:pPr>
      <w:r>
        <w:t>A</w:t>
      </w:r>
      <w:r w:rsidR="00686ACD">
        <w:t xml:space="preserve">. </w:t>
      </w:r>
      <w:r w:rsidR="00621B1F">
        <w:t>1</w:t>
      </w:r>
    </w:p>
    <w:p w14:paraId="5E2240FB" w14:textId="72D378B4" w:rsidR="00686ACD" w:rsidRDefault="00A271DC" w:rsidP="00497CB5">
      <w:pPr>
        <w:pStyle w:val="Choice"/>
      </w:pPr>
      <w:r>
        <w:t>B</w:t>
      </w:r>
      <w:r w:rsidR="00686ACD">
        <w:t xml:space="preserve">. </w:t>
      </w:r>
      <w:r w:rsidR="00621B1F">
        <w:t>2.63</w:t>
      </w:r>
    </w:p>
    <w:p w14:paraId="6323D092" w14:textId="35CA8FB8" w:rsidR="00686ACD" w:rsidRDefault="00621B1F" w:rsidP="00497CB5">
      <w:pPr>
        <w:pStyle w:val="Choice"/>
      </w:pPr>
      <w:r>
        <w:t>*</w:t>
      </w:r>
      <w:r w:rsidR="00A271DC">
        <w:t>C</w:t>
      </w:r>
      <w:r w:rsidR="00686ACD">
        <w:t xml:space="preserve">. </w:t>
      </w:r>
      <w:r>
        <w:t>6.9</w:t>
      </w:r>
    </w:p>
    <w:p w14:paraId="700566C0" w14:textId="36F86946" w:rsidR="00686ACD" w:rsidRDefault="00A271DC" w:rsidP="00497CB5">
      <w:pPr>
        <w:pStyle w:val="Choice"/>
      </w:pPr>
      <w:r>
        <w:t>D</w:t>
      </w:r>
      <w:r w:rsidR="00686ACD">
        <w:t xml:space="preserve">. </w:t>
      </w:r>
      <w:r w:rsidR="00621B1F">
        <w:t>8</w:t>
      </w:r>
    </w:p>
    <w:p w14:paraId="1A43BB4E" w14:textId="77777777" w:rsidR="002F3337" w:rsidRPr="005F1AF6" w:rsidRDefault="002F3337" w:rsidP="00497CB5">
      <w:pPr>
        <w:pStyle w:val="Type"/>
      </w:pPr>
      <w:r>
        <w:t xml:space="preserve">Learning Objective: </w:t>
      </w:r>
      <w:r w:rsidR="00A271DC">
        <w:t xml:space="preserve">3-2: </w:t>
      </w:r>
      <w:r w:rsidR="009B059A" w:rsidRPr="005F1AF6">
        <w:t xml:space="preserve">Compute the variance and the standard deviation for </w:t>
      </w:r>
      <w:r w:rsidR="009B059A">
        <w:t>a population using a calculator</w:t>
      </w:r>
      <w:r w:rsidR="00835F86">
        <w:t>.</w:t>
      </w:r>
    </w:p>
    <w:p w14:paraId="33755403" w14:textId="77777777" w:rsidR="002F3337" w:rsidRDefault="002F3337" w:rsidP="00497CB5">
      <w:pPr>
        <w:pStyle w:val="Type"/>
      </w:pPr>
      <w:r>
        <w:t>Cognitive Domain: Application</w:t>
      </w:r>
    </w:p>
    <w:p w14:paraId="3724C52A" w14:textId="40EAEBEF" w:rsidR="00D313E1" w:rsidRDefault="007F5A68" w:rsidP="00497CB5">
      <w:pPr>
        <w:pStyle w:val="Type"/>
      </w:pPr>
      <w:r>
        <w:t xml:space="preserve">Answer Location: Steps </w:t>
      </w:r>
      <w:r w:rsidR="004F7788">
        <w:t>i</w:t>
      </w:r>
      <w:r>
        <w:t xml:space="preserve">n Computing </w:t>
      </w:r>
      <w:r w:rsidR="004F7788">
        <w:t>a</w:t>
      </w:r>
      <w:r>
        <w:t xml:space="preserve"> Population’s Standard Deviation</w:t>
      </w:r>
    </w:p>
    <w:p w14:paraId="365F5CE8" w14:textId="0F69F463" w:rsidR="007F5A68" w:rsidRDefault="00686ACD" w:rsidP="00497CB5">
      <w:pPr>
        <w:pStyle w:val="Question"/>
      </w:pPr>
      <w:r>
        <w:t xml:space="preserve">10. </w:t>
      </w:r>
      <w:r w:rsidR="007F5A68">
        <w:t xml:space="preserve">Compute the </w:t>
      </w:r>
      <w:r w:rsidR="00A271DC">
        <w:t>s</w:t>
      </w:r>
      <w:r w:rsidR="00C46BEA">
        <w:t>tandard deviation</w:t>
      </w:r>
      <w:r w:rsidR="007F5A68">
        <w:t xml:space="preserve"> for this population of 10 scores</w:t>
      </w:r>
      <w:r w:rsidR="0032697F">
        <w:t>: 3,</w:t>
      </w:r>
      <w:r w:rsidR="006250F5">
        <w:t xml:space="preserve"> </w:t>
      </w:r>
      <w:r w:rsidR="0032697F">
        <w:t>3,</w:t>
      </w:r>
      <w:r w:rsidR="006250F5">
        <w:t xml:space="preserve"> </w:t>
      </w:r>
      <w:r w:rsidR="0032697F">
        <w:t>2,</w:t>
      </w:r>
      <w:r w:rsidR="006250F5">
        <w:t xml:space="preserve"> </w:t>
      </w:r>
      <w:r w:rsidR="0032697F">
        <w:t>4,</w:t>
      </w:r>
      <w:r w:rsidR="006250F5">
        <w:t xml:space="preserve"> </w:t>
      </w:r>
      <w:r w:rsidR="0032697F">
        <w:t>5,</w:t>
      </w:r>
      <w:r w:rsidR="006250F5">
        <w:t xml:space="preserve"> </w:t>
      </w:r>
      <w:r w:rsidR="0032697F">
        <w:t>1,</w:t>
      </w:r>
      <w:r w:rsidR="006250F5">
        <w:t xml:space="preserve"> </w:t>
      </w:r>
      <w:r w:rsidR="0032697F">
        <w:t>9,</w:t>
      </w:r>
      <w:r w:rsidR="006250F5">
        <w:t xml:space="preserve"> </w:t>
      </w:r>
      <w:r w:rsidR="0032697F">
        <w:t>8,</w:t>
      </w:r>
      <w:r w:rsidR="006250F5">
        <w:t xml:space="preserve"> </w:t>
      </w:r>
      <w:r w:rsidR="0032697F">
        <w:t>5,</w:t>
      </w:r>
      <w:r w:rsidR="006250F5">
        <w:t xml:space="preserve"> </w:t>
      </w:r>
      <w:proofErr w:type="gramStart"/>
      <w:r w:rsidR="0032697F">
        <w:t>7</w:t>
      </w:r>
      <w:proofErr w:type="gramEnd"/>
      <w:r w:rsidR="0032697F">
        <w:t>.</w:t>
      </w:r>
    </w:p>
    <w:p w14:paraId="037C106B" w14:textId="6ED13528" w:rsidR="007F5A68" w:rsidRDefault="00A271DC" w:rsidP="00497CB5">
      <w:pPr>
        <w:pStyle w:val="Choice"/>
      </w:pPr>
      <w:r>
        <w:t>A</w:t>
      </w:r>
      <w:r w:rsidR="007F5A68">
        <w:t>. 1</w:t>
      </w:r>
    </w:p>
    <w:p w14:paraId="498E8E12" w14:textId="6AF12C66" w:rsidR="007F5A68" w:rsidRDefault="00B93F9B" w:rsidP="00497CB5">
      <w:pPr>
        <w:pStyle w:val="Choice"/>
      </w:pPr>
      <w:r>
        <w:t>*</w:t>
      </w:r>
      <w:r w:rsidR="00A271DC">
        <w:t>B</w:t>
      </w:r>
      <w:r w:rsidR="007F5A68">
        <w:t>. 2.63</w:t>
      </w:r>
    </w:p>
    <w:p w14:paraId="7CED2107" w14:textId="41414269" w:rsidR="007F5A68" w:rsidRDefault="00A271DC" w:rsidP="00497CB5">
      <w:pPr>
        <w:pStyle w:val="Choice"/>
      </w:pPr>
      <w:r>
        <w:t>C</w:t>
      </w:r>
      <w:r w:rsidR="007F5A68">
        <w:t>. 6.9</w:t>
      </w:r>
    </w:p>
    <w:p w14:paraId="3018F73D" w14:textId="7F9D8BA2" w:rsidR="007F5A68" w:rsidRDefault="00A271DC" w:rsidP="00497CB5">
      <w:pPr>
        <w:pStyle w:val="Choice"/>
      </w:pPr>
      <w:r>
        <w:lastRenderedPageBreak/>
        <w:t>D</w:t>
      </w:r>
      <w:r w:rsidR="007F5A68">
        <w:t>. 8</w:t>
      </w:r>
    </w:p>
    <w:p w14:paraId="48D1B600" w14:textId="77777777" w:rsidR="00CE56A1" w:rsidRPr="005F1AF6" w:rsidRDefault="007F5A68" w:rsidP="00497CB5">
      <w:pPr>
        <w:pStyle w:val="Type"/>
      </w:pPr>
      <w:r>
        <w:t>Learning Objective:</w:t>
      </w:r>
      <w:r w:rsidR="00CE56A1" w:rsidRPr="00CE56A1">
        <w:t xml:space="preserve"> </w:t>
      </w:r>
      <w:r w:rsidR="00A271DC">
        <w:t xml:space="preserve">3-2: </w:t>
      </w:r>
      <w:r w:rsidR="00CE56A1" w:rsidRPr="005F1AF6">
        <w:t>Compute the variance and the standard deviation for a population using a calculator</w:t>
      </w:r>
      <w:r w:rsidR="000457C3">
        <w:t>.</w:t>
      </w:r>
    </w:p>
    <w:p w14:paraId="30400BD9" w14:textId="77777777" w:rsidR="007F5A68" w:rsidRDefault="007F5A68" w:rsidP="00497CB5">
      <w:pPr>
        <w:pStyle w:val="Type"/>
      </w:pPr>
      <w:r>
        <w:t>Cognitive Domain: Application</w:t>
      </w:r>
    </w:p>
    <w:p w14:paraId="24134240" w14:textId="2A1428BB" w:rsidR="00686ACD" w:rsidRDefault="00686ACD" w:rsidP="00497CB5">
      <w:pPr>
        <w:pStyle w:val="Type"/>
      </w:pPr>
      <w:r>
        <w:t>Answer Location:</w:t>
      </w:r>
      <w:r w:rsidR="000D6DBD">
        <w:t xml:space="preserve"> Steps </w:t>
      </w:r>
      <w:r w:rsidR="004F7788">
        <w:t>i</w:t>
      </w:r>
      <w:r w:rsidR="000D6DBD">
        <w:t xml:space="preserve">n Computing </w:t>
      </w:r>
      <w:r w:rsidR="004F7788">
        <w:t>a</w:t>
      </w:r>
      <w:r w:rsidR="000D6DBD">
        <w:t xml:space="preserve"> Population’</w:t>
      </w:r>
      <w:r w:rsidR="002362EA">
        <w:t>s Standard Deviation</w:t>
      </w:r>
    </w:p>
    <w:p w14:paraId="3965C5BF" w14:textId="3483FC2C" w:rsidR="0046014A" w:rsidRDefault="00686ACD" w:rsidP="00497CB5">
      <w:pPr>
        <w:pStyle w:val="Question"/>
      </w:pPr>
      <w:r>
        <w:t xml:space="preserve">11. </w:t>
      </w:r>
      <w:r w:rsidR="0046014A">
        <w:t>Use SPSS to compute the standard deviation for typical salaries of a sample of 10 states</w:t>
      </w:r>
      <w:r w:rsidR="004435C5">
        <w:t xml:space="preserve">: </w:t>
      </w:r>
      <w:r w:rsidR="007905B3">
        <w:t>$70,0</w:t>
      </w:r>
      <w:r w:rsidR="00120C0B">
        <w:t>0</w:t>
      </w:r>
      <w:r w:rsidR="0046014A">
        <w:t>0</w:t>
      </w:r>
      <w:r w:rsidR="003B0472">
        <w:t>, $41,40</w:t>
      </w:r>
      <w:r w:rsidR="0046014A">
        <w:t>0, $46,7</w:t>
      </w:r>
      <w:r w:rsidR="003A19F5">
        <w:t>0</w:t>
      </w:r>
      <w:r w:rsidR="0046014A">
        <w:t xml:space="preserve">0, </w:t>
      </w:r>
      <w:r w:rsidR="001B4A08">
        <w:t>$38,800, $55,400</w:t>
      </w:r>
      <w:r w:rsidR="00340263">
        <w:t xml:space="preserve">, </w:t>
      </w:r>
      <w:r w:rsidR="001B4A08">
        <w:t>$62,800</w:t>
      </w:r>
      <w:r w:rsidR="003A19F5">
        <w:t>, $53,200, $41,100</w:t>
      </w:r>
      <w:r w:rsidR="00340263">
        <w:t xml:space="preserve">, $69,800, </w:t>
      </w:r>
      <w:r w:rsidR="004435C5">
        <w:t>and</w:t>
      </w:r>
      <w:r w:rsidR="003A1AB9">
        <w:t xml:space="preserve"> </w:t>
      </w:r>
      <w:r w:rsidR="00340263">
        <w:t>$62,900</w:t>
      </w:r>
      <w:r w:rsidR="00497CB5">
        <w:t>.</w:t>
      </w:r>
    </w:p>
    <w:p w14:paraId="10601312" w14:textId="6B363F48" w:rsidR="00686ACD" w:rsidRDefault="00AB49A7" w:rsidP="00497CB5">
      <w:pPr>
        <w:pStyle w:val="Choice"/>
      </w:pPr>
      <w:r>
        <w:t>A</w:t>
      </w:r>
      <w:r w:rsidR="00686ACD">
        <w:t xml:space="preserve">. </w:t>
      </w:r>
      <w:r w:rsidR="0030517E">
        <w:t>$3762.31</w:t>
      </w:r>
    </w:p>
    <w:p w14:paraId="50C8557B" w14:textId="163A5A1A" w:rsidR="00686ACD" w:rsidRDefault="00AB49A7" w:rsidP="00497CB5">
      <w:pPr>
        <w:pStyle w:val="Choice"/>
      </w:pPr>
      <w:r>
        <w:t>B</w:t>
      </w:r>
      <w:r w:rsidR="00686ACD">
        <w:t xml:space="preserve">. </w:t>
      </w:r>
      <w:r w:rsidR="003A1AB9">
        <w:t>$</w:t>
      </w:r>
      <w:r w:rsidR="0030517E">
        <w:t>38,800.00</w:t>
      </w:r>
    </w:p>
    <w:p w14:paraId="30843583" w14:textId="1522C3C3" w:rsidR="00686ACD" w:rsidRDefault="00AB49A7" w:rsidP="00497CB5">
      <w:pPr>
        <w:pStyle w:val="Choice"/>
      </w:pPr>
      <w:r>
        <w:t>C</w:t>
      </w:r>
      <w:r w:rsidR="00686ACD">
        <w:t xml:space="preserve">. </w:t>
      </w:r>
      <w:r w:rsidR="003A1AB9">
        <w:t>$</w:t>
      </w:r>
      <w:r w:rsidR="0030517E">
        <w:t>54,210.00</w:t>
      </w:r>
    </w:p>
    <w:p w14:paraId="5B05B6A8" w14:textId="756C4041" w:rsidR="00686ACD" w:rsidRDefault="0030517E" w:rsidP="00497CB5">
      <w:pPr>
        <w:pStyle w:val="Choice"/>
      </w:pPr>
      <w:r>
        <w:t>*</w:t>
      </w:r>
      <w:r w:rsidR="00AB49A7">
        <w:t>D</w:t>
      </w:r>
      <w:r w:rsidR="00686ACD">
        <w:t xml:space="preserve">. </w:t>
      </w:r>
      <w:r>
        <w:t>$11,897.47</w:t>
      </w:r>
    </w:p>
    <w:p w14:paraId="053D4398" w14:textId="77777777" w:rsidR="00E9732D" w:rsidRPr="005F1AF6" w:rsidRDefault="00E9732D" w:rsidP="00497CB5">
      <w:pPr>
        <w:pStyle w:val="Type"/>
      </w:pPr>
      <w:r>
        <w:t xml:space="preserve">Learning Objective: </w:t>
      </w:r>
      <w:r w:rsidR="00AB49A7">
        <w:t xml:space="preserve">3-3: </w:t>
      </w:r>
      <w:r w:rsidRPr="005F1AF6">
        <w:t>Compute the variance and the standard deviation for a sample using a calculator and SPSS</w:t>
      </w:r>
      <w:r w:rsidR="007A0648">
        <w:t>.</w:t>
      </w:r>
    </w:p>
    <w:p w14:paraId="1A56DBAA" w14:textId="77777777" w:rsidR="00E9732D" w:rsidRDefault="00E9732D" w:rsidP="00497CB5">
      <w:pPr>
        <w:pStyle w:val="Type"/>
      </w:pPr>
      <w:r>
        <w:t>Cognitive Domain: Application</w:t>
      </w:r>
    </w:p>
    <w:p w14:paraId="1135BA24" w14:textId="4DEBD6AD" w:rsidR="00686ACD" w:rsidRDefault="00E9732D" w:rsidP="00497CB5">
      <w:pPr>
        <w:pStyle w:val="Type"/>
      </w:pPr>
      <w:r>
        <w:t>Answer Location: SPSS</w:t>
      </w:r>
    </w:p>
    <w:sectPr w:rsidR="00686ACD" w:rsidSect="006F23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FD724" w14:textId="77777777" w:rsidR="00C0244A" w:rsidRDefault="00C0244A" w:rsidP="006B1B0A">
      <w:r>
        <w:separator/>
      </w:r>
    </w:p>
  </w:endnote>
  <w:endnote w:type="continuationSeparator" w:id="0">
    <w:p w14:paraId="08B978F2" w14:textId="77777777" w:rsidR="00C0244A" w:rsidRDefault="00C0244A" w:rsidP="006B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C01F7" w14:textId="77777777" w:rsidR="008952AA" w:rsidRDefault="008952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0A33" w14:textId="77777777" w:rsidR="008952AA" w:rsidRDefault="008952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8F9FE" w14:textId="77777777" w:rsidR="008952AA" w:rsidRDefault="008952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8387B" w14:textId="77777777" w:rsidR="00C0244A" w:rsidRDefault="00C0244A" w:rsidP="006B1B0A">
      <w:r>
        <w:separator/>
      </w:r>
    </w:p>
  </w:footnote>
  <w:footnote w:type="continuationSeparator" w:id="0">
    <w:p w14:paraId="30A880AA" w14:textId="77777777" w:rsidR="00C0244A" w:rsidRDefault="00C0244A" w:rsidP="006B1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84994" w14:textId="77777777" w:rsidR="008952AA" w:rsidRDefault="008952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AA011" w14:textId="77777777" w:rsidR="008738AB" w:rsidRDefault="008738AB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6AA04" w14:textId="77777777" w:rsidR="008952AA" w:rsidRDefault="008952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5A5"/>
    <w:multiLevelType w:val="hybridMultilevel"/>
    <w:tmpl w:val="FD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4817"/>
    <w:multiLevelType w:val="hybridMultilevel"/>
    <w:tmpl w:val="D7880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80"/>
    <w:rsid w:val="00015A75"/>
    <w:rsid w:val="000457C3"/>
    <w:rsid w:val="00047F03"/>
    <w:rsid w:val="000824CA"/>
    <w:rsid w:val="000837B0"/>
    <w:rsid w:val="000A7169"/>
    <w:rsid w:val="000D6DBD"/>
    <w:rsid w:val="000E4442"/>
    <w:rsid w:val="000E64FF"/>
    <w:rsid w:val="00120C0B"/>
    <w:rsid w:val="00144558"/>
    <w:rsid w:val="001447FC"/>
    <w:rsid w:val="00167B47"/>
    <w:rsid w:val="001914D0"/>
    <w:rsid w:val="001B4A08"/>
    <w:rsid w:val="001B4FD1"/>
    <w:rsid w:val="001B575D"/>
    <w:rsid w:val="001F784E"/>
    <w:rsid w:val="00204867"/>
    <w:rsid w:val="00216E06"/>
    <w:rsid w:val="00221424"/>
    <w:rsid w:val="00222F30"/>
    <w:rsid w:val="00232C79"/>
    <w:rsid w:val="00234DA1"/>
    <w:rsid w:val="002362EA"/>
    <w:rsid w:val="00297F7C"/>
    <w:rsid w:val="002D1DEC"/>
    <w:rsid w:val="002D5DBB"/>
    <w:rsid w:val="002F0771"/>
    <w:rsid w:val="002F3337"/>
    <w:rsid w:val="002F4BD3"/>
    <w:rsid w:val="0030517E"/>
    <w:rsid w:val="0032697F"/>
    <w:rsid w:val="00340263"/>
    <w:rsid w:val="00361CCB"/>
    <w:rsid w:val="0038092C"/>
    <w:rsid w:val="003932F3"/>
    <w:rsid w:val="00394A62"/>
    <w:rsid w:val="00395443"/>
    <w:rsid w:val="003A19F5"/>
    <w:rsid w:val="003A1AB9"/>
    <w:rsid w:val="003B0472"/>
    <w:rsid w:val="003B1DA1"/>
    <w:rsid w:val="003D3437"/>
    <w:rsid w:val="004435C5"/>
    <w:rsid w:val="0046014A"/>
    <w:rsid w:val="004677E6"/>
    <w:rsid w:val="00475880"/>
    <w:rsid w:val="00487E7D"/>
    <w:rsid w:val="00494382"/>
    <w:rsid w:val="00495AB1"/>
    <w:rsid w:val="00497CB5"/>
    <w:rsid w:val="004C4A8D"/>
    <w:rsid w:val="004F7788"/>
    <w:rsid w:val="0053496E"/>
    <w:rsid w:val="005A04A9"/>
    <w:rsid w:val="005A5FD5"/>
    <w:rsid w:val="005E2061"/>
    <w:rsid w:val="006115A9"/>
    <w:rsid w:val="0062077C"/>
    <w:rsid w:val="00621B1F"/>
    <w:rsid w:val="006250F5"/>
    <w:rsid w:val="00657BD5"/>
    <w:rsid w:val="00686ACD"/>
    <w:rsid w:val="006B1B0A"/>
    <w:rsid w:val="006B3E20"/>
    <w:rsid w:val="006F23BB"/>
    <w:rsid w:val="00701F36"/>
    <w:rsid w:val="0070371A"/>
    <w:rsid w:val="00785065"/>
    <w:rsid w:val="007905B3"/>
    <w:rsid w:val="007A0648"/>
    <w:rsid w:val="007C28C7"/>
    <w:rsid w:val="007F5A68"/>
    <w:rsid w:val="0082371C"/>
    <w:rsid w:val="00835F86"/>
    <w:rsid w:val="008508D4"/>
    <w:rsid w:val="00851BFD"/>
    <w:rsid w:val="00852602"/>
    <w:rsid w:val="008533E2"/>
    <w:rsid w:val="008738AB"/>
    <w:rsid w:val="008874E9"/>
    <w:rsid w:val="008952AA"/>
    <w:rsid w:val="00910D0E"/>
    <w:rsid w:val="009617CE"/>
    <w:rsid w:val="00970C80"/>
    <w:rsid w:val="009A32FF"/>
    <w:rsid w:val="009A3F5A"/>
    <w:rsid w:val="009B059A"/>
    <w:rsid w:val="009C36DC"/>
    <w:rsid w:val="009F103A"/>
    <w:rsid w:val="009F134F"/>
    <w:rsid w:val="009F565A"/>
    <w:rsid w:val="00A271DC"/>
    <w:rsid w:val="00A920A1"/>
    <w:rsid w:val="00A97D55"/>
    <w:rsid w:val="00AB49A7"/>
    <w:rsid w:val="00AB7EF1"/>
    <w:rsid w:val="00AF3200"/>
    <w:rsid w:val="00AF3CF4"/>
    <w:rsid w:val="00B07490"/>
    <w:rsid w:val="00B21752"/>
    <w:rsid w:val="00B46086"/>
    <w:rsid w:val="00B93F9B"/>
    <w:rsid w:val="00B958FC"/>
    <w:rsid w:val="00BE5035"/>
    <w:rsid w:val="00C0244A"/>
    <w:rsid w:val="00C46BEA"/>
    <w:rsid w:val="00C47431"/>
    <w:rsid w:val="00C97F60"/>
    <w:rsid w:val="00CB0B98"/>
    <w:rsid w:val="00CB0CF2"/>
    <w:rsid w:val="00CB3DB4"/>
    <w:rsid w:val="00CE2136"/>
    <w:rsid w:val="00CE3626"/>
    <w:rsid w:val="00CE56A1"/>
    <w:rsid w:val="00D00FB9"/>
    <w:rsid w:val="00D0795E"/>
    <w:rsid w:val="00D176F5"/>
    <w:rsid w:val="00D313E1"/>
    <w:rsid w:val="00D530B2"/>
    <w:rsid w:val="00D66464"/>
    <w:rsid w:val="00D666CC"/>
    <w:rsid w:val="00D904D9"/>
    <w:rsid w:val="00DA2FE9"/>
    <w:rsid w:val="00E06B68"/>
    <w:rsid w:val="00E17D17"/>
    <w:rsid w:val="00E26DC1"/>
    <w:rsid w:val="00E9732D"/>
    <w:rsid w:val="00EB0A3E"/>
    <w:rsid w:val="00F55D0B"/>
    <w:rsid w:val="00F84F8E"/>
    <w:rsid w:val="00FD35FC"/>
    <w:rsid w:val="00FE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397C0"/>
  <w15:docId w15:val="{04E8457A-BE56-4FED-A228-70E8AE67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2AA"/>
    <w:pPr>
      <w:spacing w:after="200" w:line="276" w:lineRule="auto"/>
    </w:pPr>
    <w:rPr>
      <w:rFonts w:ascii="Calibri" w:eastAsia="Calibri" w:hAnsi="Calibri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8952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952AA"/>
  </w:style>
  <w:style w:type="paragraph" w:styleId="ListParagraph">
    <w:name w:val="List Paragraph"/>
    <w:basedOn w:val="Normal"/>
    <w:uiPriority w:val="34"/>
    <w:qFormat/>
    <w:rsid w:val="006B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B0A"/>
  </w:style>
  <w:style w:type="paragraph" w:styleId="Footer">
    <w:name w:val="footer"/>
    <w:basedOn w:val="Normal"/>
    <w:link w:val="Foot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B0A"/>
  </w:style>
  <w:style w:type="character" w:customStyle="1" w:styleId="Heading2Char">
    <w:name w:val="Heading 2 Char"/>
    <w:basedOn w:val="DefaultParagraphFont"/>
    <w:link w:val="Heading2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B1B0A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6B1B0A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B0A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B1B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1B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7A06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64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64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6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648"/>
    <w:rPr>
      <w:b/>
      <w:bCs/>
      <w:sz w:val="20"/>
    </w:rPr>
  </w:style>
  <w:style w:type="paragraph" w:styleId="Revision">
    <w:name w:val="Revision"/>
    <w:hidden/>
    <w:uiPriority w:val="99"/>
    <w:semiHidden/>
    <w:rsid w:val="007A0648"/>
  </w:style>
  <w:style w:type="paragraph" w:styleId="BalloonText">
    <w:name w:val="Balloon Text"/>
    <w:basedOn w:val="Normal"/>
    <w:link w:val="BalloonTextChar"/>
    <w:uiPriority w:val="99"/>
    <w:semiHidden/>
    <w:unhideWhenUsed/>
    <w:rsid w:val="007A06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648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qFormat/>
    <w:rsid w:val="008952AA"/>
  </w:style>
  <w:style w:type="paragraph" w:customStyle="1" w:styleId="Match">
    <w:name w:val="Match"/>
    <w:basedOn w:val="Normal"/>
    <w:qFormat/>
    <w:rsid w:val="008952AA"/>
  </w:style>
  <w:style w:type="paragraph" w:customStyle="1" w:styleId="Choice">
    <w:name w:val="Choice"/>
    <w:basedOn w:val="Normal"/>
    <w:qFormat/>
    <w:rsid w:val="008952AA"/>
  </w:style>
  <w:style w:type="paragraph" w:customStyle="1" w:styleId="TF">
    <w:name w:val="TF"/>
    <w:basedOn w:val="Normal"/>
    <w:qFormat/>
    <w:rsid w:val="008952AA"/>
  </w:style>
  <w:style w:type="paragraph" w:customStyle="1" w:styleId="Location">
    <w:name w:val="Location"/>
    <w:basedOn w:val="Normal"/>
    <w:next w:val="Normal"/>
    <w:qFormat/>
    <w:rsid w:val="008952AA"/>
  </w:style>
  <w:style w:type="paragraph" w:customStyle="1" w:styleId="Type">
    <w:name w:val="Type"/>
    <w:basedOn w:val="Normal"/>
    <w:next w:val="Normal"/>
    <w:qFormat/>
    <w:rsid w:val="008952AA"/>
  </w:style>
  <w:style w:type="paragraph" w:customStyle="1" w:styleId="Term">
    <w:name w:val="Term"/>
    <w:basedOn w:val="Normal"/>
    <w:next w:val="Normal"/>
    <w:qFormat/>
    <w:rsid w:val="008952AA"/>
  </w:style>
  <w:style w:type="paragraph" w:customStyle="1" w:styleId="Define">
    <w:name w:val="Define"/>
    <w:basedOn w:val="Normal"/>
    <w:next w:val="Normal"/>
    <w:qFormat/>
    <w:rsid w:val="00895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per\AppData\Roaming\Microsoft\Templates\new_qti_sty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8374-680D-48A5-AB03-E1EF66D5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new_qti_style</Template>
  <TotalTime>3</TotalTime>
  <Pages>4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Harper, Claire</cp:lastModifiedBy>
  <cp:revision>4</cp:revision>
  <dcterms:created xsi:type="dcterms:W3CDTF">2017-05-03T17:36:00Z</dcterms:created>
  <dcterms:modified xsi:type="dcterms:W3CDTF">2017-05-04T11:07:00Z</dcterms:modified>
</cp:coreProperties>
</file>