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E30A9" w14:textId="77777777" w:rsidR="001F784E" w:rsidRPr="00B22B6E" w:rsidRDefault="001F784E">
      <w:pPr>
        <w:rPr>
          <w:b/>
          <w:sz w:val="24"/>
          <w:szCs w:val="32"/>
        </w:rPr>
      </w:pPr>
      <w:r w:rsidRPr="00B22B6E">
        <w:rPr>
          <w:b/>
          <w:sz w:val="24"/>
          <w:szCs w:val="32"/>
        </w:rPr>
        <w:t xml:space="preserve">Chapter </w:t>
      </w:r>
      <w:r w:rsidR="0098233A" w:rsidRPr="00B22B6E">
        <w:rPr>
          <w:b/>
          <w:sz w:val="24"/>
          <w:szCs w:val="32"/>
        </w:rPr>
        <w:t>2</w:t>
      </w:r>
      <w:r w:rsidR="00361CCB" w:rsidRPr="00B22B6E">
        <w:rPr>
          <w:b/>
          <w:sz w:val="24"/>
          <w:szCs w:val="32"/>
        </w:rPr>
        <w:t xml:space="preserve">: </w:t>
      </w:r>
      <w:r w:rsidR="000206BC" w:rsidRPr="00B22B6E">
        <w:rPr>
          <w:b/>
          <w:sz w:val="24"/>
          <w:szCs w:val="32"/>
        </w:rPr>
        <w:t>Central Tendency</w:t>
      </w:r>
    </w:p>
    <w:p w14:paraId="4C62806E" w14:textId="77777777" w:rsidR="00AF3200" w:rsidRDefault="006B3E20" w:rsidP="00B22B6E">
      <w:pPr>
        <w:pStyle w:val="Question"/>
      </w:pPr>
      <w:r>
        <w:t xml:space="preserve">1. </w:t>
      </w:r>
      <w:r w:rsidR="0068177C">
        <w:t>The mode is the best measure of central tendency for data measured at what level?</w:t>
      </w:r>
    </w:p>
    <w:p w14:paraId="79E5DD37" w14:textId="13725106" w:rsidR="006B3E20" w:rsidRPr="00C40D35" w:rsidRDefault="00BC04B7" w:rsidP="00C40D35">
      <w:pPr>
        <w:pStyle w:val="Choice"/>
      </w:pPr>
      <w:r w:rsidRPr="00C40D35">
        <w:t>A</w:t>
      </w:r>
      <w:r w:rsidR="006B3E20" w:rsidRPr="00C40D35">
        <w:t xml:space="preserve">. </w:t>
      </w:r>
      <w:r w:rsidR="00455074" w:rsidRPr="00C40D35">
        <w:t>interval/ratio</w:t>
      </w:r>
    </w:p>
    <w:p w14:paraId="02647E58" w14:textId="239B1711" w:rsidR="006B3E20" w:rsidRPr="00C40D35" w:rsidRDefault="00BC04B7" w:rsidP="00C40D35">
      <w:pPr>
        <w:pStyle w:val="Choice"/>
      </w:pPr>
      <w:r w:rsidRPr="00C40D35">
        <w:t>B</w:t>
      </w:r>
      <w:r w:rsidR="006B3E20" w:rsidRPr="00C40D35">
        <w:t xml:space="preserve">. </w:t>
      </w:r>
      <w:r w:rsidR="0068177C" w:rsidRPr="00C40D35">
        <w:t>ordinal</w:t>
      </w:r>
    </w:p>
    <w:p w14:paraId="644FB714" w14:textId="0FD0B062" w:rsidR="006B3E20" w:rsidRPr="00C40D35" w:rsidRDefault="00455074" w:rsidP="00C40D35">
      <w:pPr>
        <w:pStyle w:val="Choice"/>
      </w:pPr>
      <w:r w:rsidRPr="00C40D35">
        <w:t>*</w:t>
      </w:r>
      <w:r w:rsidR="00BC04B7" w:rsidRPr="00C40D35">
        <w:t>C</w:t>
      </w:r>
      <w:r w:rsidR="006B3E20" w:rsidRPr="00C40D35">
        <w:t xml:space="preserve">. </w:t>
      </w:r>
      <w:r w:rsidRPr="00C40D35">
        <w:t>nominal</w:t>
      </w:r>
    </w:p>
    <w:p w14:paraId="612F748D" w14:textId="52ECEBA6" w:rsidR="00686ACD" w:rsidRDefault="00686ACD" w:rsidP="00B22B6E">
      <w:pPr>
        <w:pStyle w:val="Type"/>
      </w:pPr>
      <w:r>
        <w:t>Learning Objective:</w:t>
      </w:r>
      <w:r w:rsidRPr="0068177C">
        <w:t xml:space="preserve"> </w:t>
      </w:r>
      <w:r w:rsidR="00F458FC">
        <w:t xml:space="preserve">2-2: </w:t>
      </w:r>
      <w:r w:rsidR="0068177C" w:rsidRPr="0068177C">
        <w:t>Identify when to use the mean, the median, or the mode when describing a distribution’s central tendency</w:t>
      </w:r>
      <w:r w:rsidR="00B37930">
        <w:t>.</w:t>
      </w:r>
    </w:p>
    <w:p w14:paraId="7497207C" w14:textId="77777777" w:rsidR="00686ACD" w:rsidRDefault="00686ACD" w:rsidP="00B22B6E">
      <w:pPr>
        <w:pStyle w:val="Type"/>
      </w:pPr>
      <w:r>
        <w:t>Cognitive Domain:</w:t>
      </w:r>
      <w:r w:rsidR="0068177C">
        <w:t xml:space="preserve"> Knowledge</w:t>
      </w:r>
    </w:p>
    <w:p w14:paraId="64C61806" w14:textId="54283949" w:rsidR="00686ACD" w:rsidRDefault="00686ACD" w:rsidP="00217D0E">
      <w:pPr>
        <w:pStyle w:val="Location"/>
      </w:pPr>
      <w:r>
        <w:t>Answer Location:</w:t>
      </w:r>
      <w:r w:rsidR="0068177C">
        <w:t xml:space="preserve"> Central Tendency</w:t>
      </w:r>
    </w:p>
    <w:p w14:paraId="46422AA3" w14:textId="77777777" w:rsidR="00686ACD" w:rsidRDefault="00686ACD" w:rsidP="00B22B6E">
      <w:pPr>
        <w:pStyle w:val="Question"/>
      </w:pPr>
      <w:r>
        <w:t xml:space="preserve">2. </w:t>
      </w:r>
      <w:r w:rsidR="00941E2D">
        <w:t>When a distribution is symmetrical</w:t>
      </w:r>
      <w:r w:rsidR="00F83969">
        <w:t xml:space="preserve">, the mean, the </w:t>
      </w:r>
      <w:r w:rsidR="001503FE">
        <w:t>median</w:t>
      </w:r>
      <w:r w:rsidR="00F83969">
        <w:t>, and the mode will have similar values.</w:t>
      </w:r>
    </w:p>
    <w:p w14:paraId="736A80A9" w14:textId="4A6FBB0C" w:rsidR="00686ACD" w:rsidRDefault="001503FE" w:rsidP="00B22B6E">
      <w:pPr>
        <w:pStyle w:val="TF"/>
      </w:pPr>
      <w:r>
        <w:t>*True</w:t>
      </w:r>
    </w:p>
    <w:p w14:paraId="57D6BE3E" w14:textId="0F1E7F5A" w:rsidR="00686ACD" w:rsidRDefault="001503FE" w:rsidP="00B22B6E">
      <w:pPr>
        <w:pStyle w:val="TF"/>
      </w:pPr>
      <w:r>
        <w:t>False</w:t>
      </w:r>
    </w:p>
    <w:p w14:paraId="644D2B42" w14:textId="0B96BF52" w:rsidR="00686ACD" w:rsidRDefault="00686ACD" w:rsidP="00B22B6E">
      <w:pPr>
        <w:pStyle w:val="Type"/>
      </w:pPr>
      <w:r>
        <w:t xml:space="preserve">Learning Objective: </w:t>
      </w:r>
      <w:r w:rsidR="00345BB5">
        <w:t xml:space="preserve">2-2: </w:t>
      </w:r>
      <w:r w:rsidR="00284532" w:rsidRPr="0068177C">
        <w:t>Identify when to use the mean, the median, or the mode when describing a distribution’s central tendency</w:t>
      </w:r>
      <w:r w:rsidR="005F40BB">
        <w:t>.</w:t>
      </w:r>
    </w:p>
    <w:p w14:paraId="7F8181E7" w14:textId="77777777" w:rsidR="00686ACD" w:rsidRDefault="00686ACD" w:rsidP="00B22B6E">
      <w:pPr>
        <w:pStyle w:val="Type"/>
      </w:pPr>
      <w:r>
        <w:t>Cognitive Domain:</w:t>
      </w:r>
      <w:r w:rsidR="001503FE">
        <w:t xml:space="preserve"> Knowledge</w:t>
      </w:r>
    </w:p>
    <w:p w14:paraId="26616F95" w14:textId="7F8DC07E" w:rsidR="00686ACD" w:rsidRDefault="00686ACD" w:rsidP="00217D0E">
      <w:pPr>
        <w:pStyle w:val="Location"/>
      </w:pPr>
      <w:r>
        <w:t>Answer Location:</w:t>
      </w:r>
      <w:r w:rsidR="00F83969">
        <w:t xml:space="preserve"> Central Tendency</w:t>
      </w:r>
    </w:p>
    <w:p w14:paraId="110C47ED" w14:textId="0AEA7D07" w:rsidR="00686ACD" w:rsidRDefault="00686ACD" w:rsidP="00B22B6E">
      <w:pPr>
        <w:pStyle w:val="Question"/>
      </w:pPr>
      <w:r>
        <w:t xml:space="preserve">3. </w:t>
      </w:r>
      <w:r w:rsidR="005B1C58">
        <w:t xml:space="preserve">The median is also known as the </w:t>
      </w:r>
      <w:r w:rsidR="00DA1184">
        <w:t>___</w:t>
      </w:r>
      <w:r w:rsidR="00B22B6E">
        <w:t>____</w:t>
      </w:r>
      <w:r w:rsidR="00DA1184">
        <w:t>___.</w:t>
      </w:r>
    </w:p>
    <w:p w14:paraId="1F3005E0" w14:textId="7C1E9995" w:rsidR="00686ACD" w:rsidRPr="00C40D35" w:rsidRDefault="00345BB5" w:rsidP="00C40D35">
      <w:pPr>
        <w:pStyle w:val="Choice"/>
      </w:pPr>
      <w:r w:rsidRPr="00C40D35">
        <w:t>A</w:t>
      </w:r>
      <w:r w:rsidR="00686ACD" w:rsidRPr="00C40D35">
        <w:t xml:space="preserve">. </w:t>
      </w:r>
      <w:r w:rsidR="005B1C58" w:rsidRPr="00C40D35">
        <w:t>highest score</w:t>
      </w:r>
    </w:p>
    <w:p w14:paraId="105E2464" w14:textId="3CF6D40D" w:rsidR="00686ACD" w:rsidRPr="00C40D35" w:rsidRDefault="00345BB5" w:rsidP="00C40D35">
      <w:pPr>
        <w:pStyle w:val="Choice"/>
      </w:pPr>
      <w:r w:rsidRPr="00C40D35">
        <w:t>B</w:t>
      </w:r>
      <w:r w:rsidR="00686ACD" w:rsidRPr="00C40D35">
        <w:t xml:space="preserve">. </w:t>
      </w:r>
      <w:r w:rsidR="005B1C58" w:rsidRPr="00C40D35">
        <w:t>average</w:t>
      </w:r>
    </w:p>
    <w:p w14:paraId="06A6C4C8" w14:textId="6431D85A" w:rsidR="00686ACD" w:rsidRPr="00C40D35" w:rsidRDefault="00345BB5" w:rsidP="00C40D35">
      <w:pPr>
        <w:pStyle w:val="Choice"/>
      </w:pPr>
      <w:r w:rsidRPr="00C40D35">
        <w:t>C</w:t>
      </w:r>
      <w:r w:rsidR="00686ACD" w:rsidRPr="00C40D35">
        <w:t xml:space="preserve">. </w:t>
      </w:r>
      <w:r w:rsidR="00E115CA" w:rsidRPr="00C40D35">
        <w:t>most frequent score</w:t>
      </w:r>
    </w:p>
    <w:p w14:paraId="46D7E5D4" w14:textId="6745E888" w:rsidR="00686ACD" w:rsidRPr="00C40D35" w:rsidRDefault="00E115CA" w:rsidP="00C40D35">
      <w:pPr>
        <w:pStyle w:val="Choice"/>
      </w:pPr>
      <w:r w:rsidRPr="00C40D35">
        <w:t>*</w:t>
      </w:r>
      <w:r w:rsidR="00345BB5" w:rsidRPr="00C40D35">
        <w:t>D</w:t>
      </w:r>
      <w:r w:rsidR="00686ACD" w:rsidRPr="00C40D35">
        <w:t>.</w:t>
      </w:r>
      <w:r w:rsidR="005B1C58" w:rsidRPr="00C40D35">
        <w:t xml:space="preserve"> </w:t>
      </w:r>
      <w:r w:rsidRPr="00C40D35">
        <w:t xml:space="preserve">50th percentile </w:t>
      </w:r>
    </w:p>
    <w:p w14:paraId="6398C031" w14:textId="51DF8FF7" w:rsidR="00686ACD" w:rsidRDefault="00686ACD" w:rsidP="00B22B6E">
      <w:pPr>
        <w:pStyle w:val="Type"/>
      </w:pPr>
      <w:r>
        <w:t>Learning Objective:</w:t>
      </w:r>
      <w:r w:rsidR="005629C7">
        <w:t xml:space="preserve"> 2-2:</w:t>
      </w:r>
      <w:r>
        <w:t xml:space="preserve"> </w:t>
      </w:r>
      <w:r w:rsidR="005B1C58" w:rsidRPr="0068177C">
        <w:t>Identify when to use the mean, the median, or the mode when describing a distribution’s central tendency</w:t>
      </w:r>
      <w:r w:rsidR="00530D1D">
        <w:t>.</w:t>
      </w:r>
    </w:p>
    <w:p w14:paraId="76121142" w14:textId="77777777" w:rsidR="00686ACD" w:rsidRDefault="00686ACD" w:rsidP="00B22B6E">
      <w:pPr>
        <w:pStyle w:val="Type"/>
      </w:pPr>
      <w:r>
        <w:t>Cognitive Domain:</w:t>
      </w:r>
      <w:r w:rsidR="005B1C58" w:rsidRPr="005B1C58">
        <w:t xml:space="preserve"> </w:t>
      </w:r>
      <w:r w:rsidR="005B1C58">
        <w:t>Knowledge</w:t>
      </w:r>
    </w:p>
    <w:p w14:paraId="2E2CFBAD" w14:textId="7FF6A290" w:rsidR="00686ACD" w:rsidRDefault="00686ACD" w:rsidP="00217D0E">
      <w:pPr>
        <w:pStyle w:val="Location"/>
      </w:pPr>
      <w:r>
        <w:t>Answer Location:</w:t>
      </w:r>
      <w:r w:rsidR="005B1C58" w:rsidRPr="005B1C58">
        <w:t xml:space="preserve"> </w:t>
      </w:r>
      <w:r w:rsidR="00C32FB3">
        <w:t>Central Tendency</w:t>
      </w:r>
    </w:p>
    <w:p w14:paraId="7347495E" w14:textId="77777777" w:rsidR="00686ACD" w:rsidRDefault="00686ACD" w:rsidP="00B22B6E">
      <w:pPr>
        <w:pStyle w:val="Question"/>
      </w:pPr>
      <w:r>
        <w:t xml:space="preserve">4. </w:t>
      </w:r>
      <w:r w:rsidR="00E115CA">
        <w:t>When is the mean the best measure of center?</w:t>
      </w:r>
    </w:p>
    <w:p w14:paraId="10D6974F" w14:textId="33C76380" w:rsidR="00686ACD" w:rsidRPr="00C40D35" w:rsidRDefault="005629C7" w:rsidP="00C40D35">
      <w:pPr>
        <w:pStyle w:val="Choice"/>
      </w:pPr>
      <w:r w:rsidRPr="00C40D35">
        <w:t>A</w:t>
      </w:r>
      <w:r w:rsidR="00686ACD" w:rsidRPr="00C40D35">
        <w:t xml:space="preserve">. </w:t>
      </w:r>
      <w:r w:rsidR="00B521D1" w:rsidRPr="00C40D35">
        <w:t>w</w:t>
      </w:r>
      <w:r w:rsidR="00936764" w:rsidRPr="00C40D35">
        <w:t>ith nominal data that has more than one mode</w:t>
      </w:r>
    </w:p>
    <w:p w14:paraId="1377646E" w14:textId="034102A4" w:rsidR="00686ACD" w:rsidRPr="00C40D35" w:rsidRDefault="005629C7" w:rsidP="00C40D35">
      <w:pPr>
        <w:pStyle w:val="Choice"/>
      </w:pPr>
      <w:r w:rsidRPr="00C40D35">
        <w:lastRenderedPageBreak/>
        <w:t>B</w:t>
      </w:r>
      <w:r w:rsidR="00686ACD" w:rsidRPr="00C40D35">
        <w:t xml:space="preserve">. </w:t>
      </w:r>
      <w:r w:rsidR="00B521D1" w:rsidRPr="00C40D35">
        <w:t>w</w:t>
      </w:r>
      <w:r w:rsidR="00936764" w:rsidRPr="00C40D35">
        <w:t xml:space="preserve">ith </w:t>
      </w:r>
      <w:r w:rsidR="00B521D1" w:rsidRPr="00C40D35">
        <w:t>ordinal</w:t>
      </w:r>
      <w:r w:rsidR="00936764" w:rsidRPr="00C40D35">
        <w:t xml:space="preserve"> data that</w:t>
      </w:r>
      <w:r w:rsidR="00B521D1" w:rsidRPr="00C40D35">
        <w:t xml:space="preserve"> has extreme scores</w:t>
      </w:r>
    </w:p>
    <w:p w14:paraId="66548250" w14:textId="09637661" w:rsidR="00686ACD" w:rsidRPr="00C40D35" w:rsidRDefault="00E115CA" w:rsidP="00C40D35">
      <w:pPr>
        <w:pStyle w:val="Choice"/>
      </w:pPr>
      <w:r w:rsidRPr="00C40D35">
        <w:t>*</w:t>
      </w:r>
      <w:r w:rsidR="005629C7" w:rsidRPr="00C40D35">
        <w:t>C</w:t>
      </w:r>
      <w:r w:rsidR="00686ACD" w:rsidRPr="00C40D35">
        <w:t xml:space="preserve">. </w:t>
      </w:r>
      <w:r w:rsidR="00936764" w:rsidRPr="00C40D35">
        <w:t xml:space="preserve">with </w:t>
      </w:r>
      <w:r w:rsidRPr="00C40D35">
        <w:t>interval/ratio</w:t>
      </w:r>
      <w:r w:rsidR="00936764" w:rsidRPr="00C40D35">
        <w:t xml:space="preserve"> data that </w:t>
      </w:r>
      <w:r w:rsidR="00B20315" w:rsidRPr="00C40D35">
        <w:t>does not have extreme scores</w:t>
      </w:r>
    </w:p>
    <w:p w14:paraId="5318134C" w14:textId="01314CA5" w:rsidR="000710E7" w:rsidRDefault="000710E7" w:rsidP="00B22B6E">
      <w:pPr>
        <w:pStyle w:val="Type"/>
      </w:pPr>
      <w:r>
        <w:t xml:space="preserve">Learning Objective: </w:t>
      </w:r>
      <w:r w:rsidR="005629C7">
        <w:t xml:space="preserve">2-2: </w:t>
      </w:r>
      <w:r w:rsidRPr="0068177C">
        <w:t>Identify when to use the mean, the median, or the mode when describing a distribution’s central tendency</w:t>
      </w:r>
      <w:r w:rsidR="00530D1D">
        <w:t>.</w:t>
      </w:r>
    </w:p>
    <w:p w14:paraId="5DA93B73" w14:textId="77777777" w:rsidR="00686ACD" w:rsidRDefault="00686ACD" w:rsidP="00B22B6E">
      <w:pPr>
        <w:pStyle w:val="Type"/>
      </w:pPr>
      <w:r>
        <w:t>Cognitive Domain:</w:t>
      </w:r>
      <w:r w:rsidR="00B521D1" w:rsidRPr="005B1C58">
        <w:t xml:space="preserve"> </w:t>
      </w:r>
      <w:r w:rsidR="00B521D1">
        <w:t>Knowledge</w:t>
      </w:r>
    </w:p>
    <w:p w14:paraId="405A99BF" w14:textId="1B7EA910" w:rsidR="00686ACD" w:rsidRDefault="00686ACD" w:rsidP="00217D0E">
      <w:pPr>
        <w:pStyle w:val="Location"/>
      </w:pPr>
      <w:r>
        <w:t>Answer Location:</w:t>
      </w:r>
      <w:r w:rsidR="00C40D35">
        <w:t xml:space="preserve"> Central Tendency</w:t>
      </w:r>
    </w:p>
    <w:p w14:paraId="3241F819" w14:textId="71F3462E" w:rsidR="00686ACD" w:rsidRDefault="00686ACD" w:rsidP="00B22B6E">
      <w:pPr>
        <w:pStyle w:val="Question"/>
      </w:pPr>
      <w:r>
        <w:t xml:space="preserve">5. </w:t>
      </w:r>
      <w:r w:rsidR="00CE609E">
        <w:t>Compute</w:t>
      </w:r>
      <w:r w:rsidR="002E655A">
        <w:t xml:space="preserve"> the m</w:t>
      </w:r>
      <w:r w:rsidR="00CE609E">
        <w:t>ode</w:t>
      </w:r>
      <w:r w:rsidR="002E655A">
        <w:t xml:space="preserve"> for this list o</w:t>
      </w:r>
      <w:r w:rsidR="00CE609E">
        <w:t>f scores: 2, 2, 3, 3, 3, 5, 6</w:t>
      </w:r>
      <w:r w:rsidR="00D31A53">
        <w:t>.</w:t>
      </w:r>
    </w:p>
    <w:p w14:paraId="27D79BF1" w14:textId="1CD84DD2" w:rsidR="00686ACD" w:rsidRPr="00C40D35" w:rsidRDefault="00D31A53" w:rsidP="00C40D35">
      <w:pPr>
        <w:pStyle w:val="Choice"/>
      </w:pPr>
      <w:r w:rsidRPr="00C40D35">
        <w:t>A</w:t>
      </w:r>
      <w:r w:rsidR="00686ACD" w:rsidRPr="00C40D35">
        <w:t xml:space="preserve">. </w:t>
      </w:r>
      <w:r w:rsidR="00CE609E" w:rsidRPr="00C40D35">
        <w:t>2</w:t>
      </w:r>
    </w:p>
    <w:p w14:paraId="1586439F" w14:textId="312E358D" w:rsidR="00686ACD" w:rsidRPr="00C40D35" w:rsidRDefault="006A22C0" w:rsidP="00C40D35">
      <w:pPr>
        <w:pStyle w:val="Choice"/>
      </w:pPr>
      <w:r w:rsidRPr="00C40D35">
        <w:t>*</w:t>
      </w:r>
      <w:r w:rsidR="00D31A53" w:rsidRPr="00C40D35">
        <w:t>B</w:t>
      </w:r>
      <w:r w:rsidR="00686ACD" w:rsidRPr="00C40D35">
        <w:t xml:space="preserve">. </w:t>
      </w:r>
      <w:r w:rsidR="00CE609E" w:rsidRPr="00C40D35">
        <w:t>3</w:t>
      </w:r>
    </w:p>
    <w:p w14:paraId="5ADCE0C9" w14:textId="54C927E8" w:rsidR="00686ACD" w:rsidRPr="00C40D35" w:rsidRDefault="00D31A53" w:rsidP="00C40D35">
      <w:pPr>
        <w:pStyle w:val="Choice"/>
      </w:pPr>
      <w:r w:rsidRPr="00C40D35">
        <w:t>C</w:t>
      </w:r>
      <w:r w:rsidR="00686ACD" w:rsidRPr="00C40D35">
        <w:t xml:space="preserve">. </w:t>
      </w:r>
      <w:r w:rsidR="00CE609E" w:rsidRPr="00C40D35">
        <w:t>5</w:t>
      </w:r>
    </w:p>
    <w:p w14:paraId="66A8576F" w14:textId="440CC646" w:rsidR="00686ACD" w:rsidRPr="00C40D35" w:rsidRDefault="00D31A53" w:rsidP="00C40D35">
      <w:pPr>
        <w:pStyle w:val="Choice"/>
      </w:pPr>
      <w:r w:rsidRPr="00C40D35">
        <w:t>D</w:t>
      </w:r>
      <w:r w:rsidR="00686ACD" w:rsidRPr="00C40D35">
        <w:t xml:space="preserve">. </w:t>
      </w:r>
      <w:r w:rsidR="00CE609E" w:rsidRPr="00C40D35">
        <w:t>6</w:t>
      </w:r>
    </w:p>
    <w:p w14:paraId="632F240D" w14:textId="01C3B3BC" w:rsidR="00CE609E" w:rsidRPr="009B33EB" w:rsidRDefault="00686ACD" w:rsidP="00B22B6E">
      <w:pPr>
        <w:pStyle w:val="Type"/>
      </w:pPr>
      <w:r>
        <w:t xml:space="preserve">Learning Objective: </w:t>
      </w:r>
      <w:r w:rsidR="00D31A53">
        <w:t xml:space="preserve">2-1: </w:t>
      </w:r>
      <w:r w:rsidR="00CE609E" w:rsidRPr="009B33EB">
        <w:t>Compute and interpret the mean, the median, and the mode</w:t>
      </w:r>
      <w:r w:rsidR="00530D1D">
        <w:t>.</w:t>
      </w:r>
    </w:p>
    <w:p w14:paraId="2B8CE40C" w14:textId="77777777" w:rsidR="00686ACD" w:rsidRDefault="00686ACD" w:rsidP="00B22B6E">
      <w:pPr>
        <w:pStyle w:val="Type"/>
      </w:pPr>
      <w:r>
        <w:t>Cognitive Domain:</w:t>
      </w:r>
      <w:r w:rsidR="00CE609E">
        <w:t xml:space="preserve"> Application</w:t>
      </w:r>
    </w:p>
    <w:p w14:paraId="5715624C" w14:textId="391F40D9" w:rsidR="00686ACD" w:rsidRDefault="00686ACD" w:rsidP="00217D0E">
      <w:pPr>
        <w:pStyle w:val="Location"/>
      </w:pPr>
      <w:r>
        <w:t>Answer Location:</w:t>
      </w:r>
      <w:r w:rsidR="00CE609E">
        <w:t xml:space="preserve"> Central Tendency</w:t>
      </w:r>
    </w:p>
    <w:p w14:paraId="523832CB" w14:textId="7F07A15D" w:rsidR="00686ACD" w:rsidRDefault="00686ACD" w:rsidP="00B22B6E">
      <w:pPr>
        <w:pStyle w:val="Question"/>
      </w:pPr>
      <w:r>
        <w:t xml:space="preserve">6. </w:t>
      </w:r>
      <w:r w:rsidR="006A22C0">
        <w:t>Compute the median for this list of scores: 2, 2, 3, 3, 3, 5, 6</w:t>
      </w:r>
      <w:r w:rsidR="00D31A53">
        <w:t>.</w:t>
      </w:r>
    </w:p>
    <w:p w14:paraId="510185EA" w14:textId="62C67980" w:rsidR="00686ACD" w:rsidRPr="00C40D35" w:rsidRDefault="00D31A53" w:rsidP="00C40D35">
      <w:pPr>
        <w:pStyle w:val="Choice"/>
      </w:pPr>
      <w:r w:rsidRPr="00C40D35">
        <w:t>A</w:t>
      </w:r>
      <w:r w:rsidR="00686ACD" w:rsidRPr="00C40D35">
        <w:t xml:space="preserve">. </w:t>
      </w:r>
      <w:r w:rsidR="006A22C0" w:rsidRPr="00C40D35">
        <w:t>2</w:t>
      </w:r>
    </w:p>
    <w:p w14:paraId="427B38A0" w14:textId="73300222" w:rsidR="00686ACD" w:rsidRPr="00C40D35" w:rsidRDefault="006C1F33" w:rsidP="00C40D35">
      <w:pPr>
        <w:pStyle w:val="Choice"/>
      </w:pPr>
      <w:r w:rsidRPr="00C40D35">
        <w:t>*</w:t>
      </w:r>
      <w:r w:rsidR="00D31A53" w:rsidRPr="00C40D35">
        <w:t>B</w:t>
      </w:r>
      <w:r w:rsidR="00686ACD" w:rsidRPr="00C40D35">
        <w:t xml:space="preserve">. </w:t>
      </w:r>
      <w:r w:rsidR="006A22C0" w:rsidRPr="00C40D35">
        <w:t>3</w:t>
      </w:r>
    </w:p>
    <w:p w14:paraId="0C382B12" w14:textId="13CEBC01" w:rsidR="00686ACD" w:rsidRPr="00C40D35" w:rsidRDefault="00D31A53" w:rsidP="00C40D35">
      <w:pPr>
        <w:pStyle w:val="Choice"/>
      </w:pPr>
      <w:r w:rsidRPr="00C40D35">
        <w:t>C</w:t>
      </w:r>
      <w:r w:rsidR="00686ACD" w:rsidRPr="00C40D35">
        <w:t xml:space="preserve">. </w:t>
      </w:r>
      <w:r w:rsidR="006A22C0" w:rsidRPr="00C40D35">
        <w:t>5</w:t>
      </w:r>
    </w:p>
    <w:p w14:paraId="61D8F5F4" w14:textId="7D0F2A55" w:rsidR="00686ACD" w:rsidRPr="00C40D35" w:rsidRDefault="00D31A53" w:rsidP="00C40D35">
      <w:pPr>
        <w:pStyle w:val="Choice"/>
      </w:pPr>
      <w:r w:rsidRPr="00C40D35">
        <w:t>D</w:t>
      </w:r>
      <w:r w:rsidR="00686ACD" w:rsidRPr="00C40D35">
        <w:t xml:space="preserve">. </w:t>
      </w:r>
      <w:r w:rsidR="006A22C0" w:rsidRPr="00C40D35">
        <w:t>6</w:t>
      </w:r>
    </w:p>
    <w:p w14:paraId="5B60761E" w14:textId="4340EBBB" w:rsidR="006C1F33" w:rsidRPr="009B33EB" w:rsidRDefault="006C1F33" w:rsidP="00B22B6E">
      <w:pPr>
        <w:pStyle w:val="Type"/>
      </w:pPr>
      <w:r>
        <w:t xml:space="preserve">Learning Objective: </w:t>
      </w:r>
      <w:r w:rsidR="00D31A53">
        <w:t xml:space="preserve">2-1: </w:t>
      </w:r>
      <w:r w:rsidRPr="009B33EB">
        <w:t>Compute and interpret the mean, the median, and the mode</w:t>
      </w:r>
      <w:r w:rsidR="004B5D3D">
        <w:t>.</w:t>
      </w:r>
    </w:p>
    <w:p w14:paraId="1EA04CFE" w14:textId="77777777" w:rsidR="006C1F33" w:rsidRDefault="006C1F33" w:rsidP="00B22B6E">
      <w:pPr>
        <w:pStyle w:val="Type"/>
      </w:pPr>
      <w:r>
        <w:t>Cognitive Domain: Application</w:t>
      </w:r>
    </w:p>
    <w:p w14:paraId="06B67BED" w14:textId="49D7F304" w:rsidR="006C1F33" w:rsidRDefault="006C1F33" w:rsidP="00217D0E">
      <w:pPr>
        <w:pStyle w:val="Location"/>
      </w:pPr>
      <w:r>
        <w:t>Answer Location: Central Tendency</w:t>
      </w:r>
    </w:p>
    <w:p w14:paraId="67620183" w14:textId="7C92CF45" w:rsidR="00C22823" w:rsidRDefault="00686ACD" w:rsidP="00B22B6E">
      <w:pPr>
        <w:pStyle w:val="Question"/>
      </w:pPr>
      <w:r>
        <w:t xml:space="preserve">7. </w:t>
      </w:r>
      <w:r w:rsidR="00C22823">
        <w:t>Compute the mean for this list of scores: 2, 2, 3, 3, 3, 5, 6</w:t>
      </w:r>
      <w:r w:rsidR="00D31A53">
        <w:t>.</w:t>
      </w:r>
    </w:p>
    <w:p w14:paraId="35E0E697" w14:textId="27267CB5" w:rsidR="00686ACD" w:rsidRPr="00C40D35" w:rsidRDefault="00D31A53" w:rsidP="00C40D35">
      <w:pPr>
        <w:pStyle w:val="Choice"/>
      </w:pPr>
      <w:r w:rsidRPr="00C40D35">
        <w:t>A</w:t>
      </w:r>
      <w:r w:rsidR="00686ACD" w:rsidRPr="00C40D35">
        <w:t xml:space="preserve">. </w:t>
      </w:r>
      <w:r w:rsidR="00235C79" w:rsidRPr="00C40D35">
        <w:t>2</w:t>
      </w:r>
    </w:p>
    <w:p w14:paraId="0FFB0D32" w14:textId="0A8B024D" w:rsidR="00686ACD" w:rsidRPr="00C40D35" w:rsidRDefault="00D31A53" w:rsidP="00C40D35">
      <w:pPr>
        <w:pStyle w:val="Choice"/>
      </w:pPr>
      <w:r w:rsidRPr="00C40D35">
        <w:t>B</w:t>
      </w:r>
      <w:r w:rsidR="00686ACD" w:rsidRPr="00C40D35">
        <w:t xml:space="preserve">. </w:t>
      </w:r>
      <w:r w:rsidR="00235C79" w:rsidRPr="00C40D35">
        <w:t>2.5</w:t>
      </w:r>
      <w:r w:rsidR="002445ED" w:rsidRPr="00C40D35">
        <w:t>0</w:t>
      </w:r>
    </w:p>
    <w:p w14:paraId="2D35DE94" w14:textId="11E3EF96" w:rsidR="00686ACD" w:rsidRPr="00C40D35" w:rsidRDefault="00D31A53" w:rsidP="00C40D35">
      <w:pPr>
        <w:pStyle w:val="Choice"/>
      </w:pPr>
      <w:r w:rsidRPr="00C40D35">
        <w:t>C</w:t>
      </w:r>
      <w:r w:rsidR="00686ACD" w:rsidRPr="00C40D35">
        <w:t xml:space="preserve">. </w:t>
      </w:r>
      <w:r w:rsidR="00235C79" w:rsidRPr="00C40D35">
        <w:t>3</w:t>
      </w:r>
    </w:p>
    <w:p w14:paraId="06A89C13" w14:textId="706AF607" w:rsidR="00686ACD" w:rsidRPr="00C40D35" w:rsidRDefault="00CA0071" w:rsidP="00C40D35">
      <w:pPr>
        <w:pStyle w:val="Choice"/>
      </w:pPr>
      <w:r w:rsidRPr="00C40D35">
        <w:lastRenderedPageBreak/>
        <w:t>*</w:t>
      </w:r>
      <w:r w:rsidR="00D31A53" w:rsidRPr="00C40D35">
        <w:t>D</w:t>
      </w:r>
      <w:r w:rsidR="00686ACD" w:rsidRPr="00C40D35">
        <w:t xml:space="preserve">. </w:t>
      </w:r>
      <w:r w:rsidR="00235C79" w:rsidRPr="00C40D35">
        <w:t>3.71</w:t>
      </w:r>
    </w:p>
    <w:p w14:paraId="0D78433F" w14:textId="560FEF08" w:rsidR="00C22823" w:rsidRPr="009B33EB" w:rsidRDefault="00C22823" w:rsidP="00B22B6E">
      <w:pPr>
        <w:pStyle w:val="Type"/>
      </w:pPr>
      <w:r>
        <w:t xml:space="preserve">Learning Objective: </w:t>
      </w:r>
      <w:r w:rsidR="00D31A53">
        <w:t xml:space="preserve">2-1: </w:t>
      </w:r>
      <w:r w:rsidRPr="009B33EB">
        <w:t>Compute and interpret the mean, the median, and the mode</w:t>
      </w:r>
      <w:r w:rsidR="00004EB6">
        <w:t>.</w:t>
      </w:r>
    </w:p>
    <w:p w14:paraId="59B88028" w14:textId="77777777" w:rsidR="00C22823" w:rsidRDefault="00C22823" w:rsidP="00B22B6E">
      <w:pPr>
        <w:pStyle w:val="Type"/>
      </w:pPr>
      <w:r>
        <w:t>Cognitive Domain: Application</w:t>
      </w:r>
    </w:p>
    <w:p w14:paraId="1619682F" w14:textId="526D4EA5" w:rsidR="00C22823" w:rsidRDefault="00C22823" w:rsidP="00217D0E">
      <w:pPr>
        <w:pStyle w:val="Location"/>
      </w:pPr>
      <w:r>
        <w:t>Answer Location: Central Tendency</w:t>
      </w:r>
    </w:p>
    <w:p w14:paraId="053104CF" w14:textId="785D0767" w:rsidR="00B22B6E" w:rsidRDefault="00686ACD" w:rsidP="00B22B6E">
      <w:pPr>
        <w:pStyle w:val="Question"/>
      </w:pPr>
      <w:r>
        <w:t xml:space="preserve">8. </w:t>
      </w:r>
      <w:r w:rsidR="00235C79">
        <w:t xml:space="preserve">Find </w:t>
      </w:r>
      <w:r w:rsidR="00B22B6E">
        <w:t>the mode for this set of scores: X = f, 4 = 3, 3 = 7, 2 = 6, 1 = 2.</w:t>
      </w:r>
    </w:p>
    <w:p w14:paraId="5559D3D0" w14:textId="328A782C" w:rsidR="00686ACD" w:rsidRPr="00C40D35" w:rsidRDefault="00CD2639" w:rsidP="00C40D35">
      <w:pPr>
        <w:pStyle w:val="Choice"/>
      </w:pPr>
      <w:r w:rsidRPr="00C40D35">
        <w:t>A</w:t>
      </w:r>
      <w:r w:rsidR="00686ACD" w:rsidRPr="00C40D35">
        <w:t xml:space="preserve">. </w:t>
      </w:r>
      <w:r w:rsidR="002445ED" w:rsidRPr="00C40D35">
        <w:t>2</w:t>
      </w:r>
    </w:p>
    <w:p w14:paraId="721FC4C0" w14:textId="2BE842D7" w:rsidR="00686ACD" w:rsidRPr="00C40D35" w:rsidRDefault="002445ED" w:rsidP="00C40D35">
      <w:pPr>
        <w:pStyle w:val="Choice"/>
      </w:pPr>
      <w:r w:rsidRPr="00C40D35">
        <w:t>*</w:t>
      </w:r>
      <w:r w:rsidR="00CD2639" w:rsidRPr="00C40D35">
        <w:t>B</w:t>
      </w:r>
      <w:r w:rsidR="00686ACD" w:rsidRPr="00C40D35">
        <w:t xml:space="preserve">. </w:t>
      </w:r>
      <w:r w:rsidRPr="00C40D35">
        <w:t>3</w:t>
      </w:r>
    </w:p>
    <w:p w14:paraId="47CBF30F" w14:textId="08590D4C" w:rsidR="00686ACD" w:rsidRPr="00C40D35" w:rsidRDefault="00CD2639" w:rsidP="00C40D35">
      <w:pPr>
        <w:pStyle w:val="Choice"/>
      </w:pPr>
      <w:r w:rsidRPr="00C40D35">
        <w:t>C</w:t>
      </w:r>
      <w:r w:rsidR="00686ACD" w:rsidRPr="00C40D35">
        <w:t xml:space="preserve">. </w:t>
      </w:r>
      <w:r w:rsidR="002445ED" w:rsidRPr="00C40D35">
        <w:t>4</w:t>
      </w:r>
    </w:p>
    <w:p w14:paraId="76386348" w14:textId="5B5FD242" w:rsidR="00686ACD" w:rsidRPr="00C40D35" w:rsidRDefault="00CD2639" w:rsidP="00C40D35">
      <w:pPr>
        <w:pStyle w:val="Choice"/>
      </w:pPr>
      <w:r w:rsidRPr="00C40D35">
        <w:t>D</w:t>
      </w:r>
      <w:r w:rsidR="00686ACD" w:rsidRPr="00C40D35">
        <w:t xml:space="preserve">. </w:t>
      </w:r>
      <w:r w:rsidR="002445ED" w:rsidRPr="00C40D35">
        <w:t>7</w:t>
      </w:r>
    </w:p>
    <w:p w14:paraId="6C45C361" w14:textId="09FAC919" w:rsidR="002445ED" w:rsidRPr="009B33EB" w:rsidRDefault="002445ED" w:rsidP="00B22B6E">
      <w:pPr>
        <w:pStyle w:val="Type"/>
      </w:pPr>
      <w:r>
        <w:t xml:space="preserve">Learning Objective: </w:t>
      </w:r>
      <w:r w:rsidR="00CD2639">
        <w:t xml:space="preserve">2-1: </w:t>
      </w:r>
      <w:r w:rsidRPr="009B33EB">
        <w:t>Compute and interpret the mean, the median, and the mode</w:t>
      </w:r>
      <w:r w:rsidR="00DF423B">
        <w:t>.</w:t>
      </w:r>
    </w:p>
    <w:p w14:paraId="4B6554C0" w14:textId="77777777" w:rsidR="002445ED" w:rsidRDefault="002445ED" w:rsidP="00B22B6E">
      <w:pPr>
        <w:pStyle w:val="Type"/>
      </w:pPr>
      <w:r>
        <w:t>Cognitive Domain: Application</w:t>
      </w:r>
    </w:p>
    <w:p w14:paraId="097134FA" w14:textId="7F15F02E" w:rsidR="002445ED" w:rsidRDefault="002445ED" w:rsidP="00217D0E">
      <w:pPr>
        <w:pStyle w:val="Location"/>
      </w:pPr>
      <w:r>
        <w:t xml:space="preserve">Answer Location: </w:t>
      </w:r>
      <w:r w:rsidR="00C361A7">
        <w:t xml:space="preserve">Find </w:t>
      </w:r>
      <w:r w:rsidR="00CD2639">
        <w:t>t</w:t>
      </w:r>
      <w:r w:rsidR="00C361A7">
        <w:t>he Mode</w:t>
      </w:r>
    </w:p>
    <w:p w14:paraId="3768F011" w14:textId="6C8331DD" w:rsidR="001E28FA" w:rsidRDefault="00686ACD" w:rsidP="00B22B6E">
      <w:pPr>
        <w:pStyle w:val="Question"/>
      </w:pPr>
      <w:r>
        <w:t xml:space="preserve">9. </w:t>
      </w:r>
      <w:r w:rsidR="001E28FA">
        <w:t>Find the median for this set of scores</w:t>
      </w:r>
      <w:r w:rsidR="00B22B6E">
        <w:t>: X = f, 4 = 3, 3 = 7, 2 = 6, 1 = 2.</w:t>
      </w:r>
    </w:p>
    <w:p w14:paraId="25B66DC5" w14:textId="07AC11EB" w:rsidR="00BE6C61" w:rsidRPr="00C40D35" w:rsidRDefault="00100252" w:rsidP="00C40D35">
      <w:pPr>
        <w:pStyle w:val="Choice"/>
      </w:pPr>
      <w:r w:rsidRPr="00C40D35">
        <w:t>A</w:t>
      </w:r>
      <w:r w:rsidR="00BE6C61" w:rsidRPr="00C40D35">
        <w:t>. 2</w:t>
      </w:r>
      <w:r w:rsidR="00405277" w:rsidRPr="00C40D35">
        <w:t>.5</w:t>
      </w:r>
    </w:p>
    <w:p w14:paraId="629DECA4" w14:textId="6F382BED" w:rsidR="00BE6C61" w:rsidRPr="00C40D35" w:rsidRDefault="00BE6C61" w:rsidP="00C40D35">
      <w:pPr>
        <w:pStyle w:val="Choice"/>
      </w:pPr>
      <w:r w:rsidRPr="00C40D35">
        <w:t>*</w:t>
      </w:r>
      <w:r w:rsidR="00100252" w:rsidRPr="00C40D35">
        <w:t>B</w:t>
      </w:r>
      <w:r w:rsidRPr="00C40D35">
        <w:t>. 3</w:t>
      </w:r>
    </w:p>
    <w:p w14:paraId="5F8C33C1" w14:textId="58FA0ED8" w:rsidR="00BE6C61" w:rsidRPr="00C40D35" w:rsidRDefault="00100252" w:rsidP="00C40D35">
      <w:pPr>
        <w:pStyle w:val="Choice"/>
      </w:pPr>
      <w:r w:rsidRPr="00C40D35">
        <w:t>C</w:t>
      </w:r>
      <w:r w:rsidR="00BE6C61" w:rsidRPr="00C40D35">
        <w:t>. 4</w:t>
      </w:r>
    </w:p>
    <w:p w14:paraId="20AA6DB3" w14:textId="0C18561B" w:rsidR="00BE6C61" w:rsidRPr="00C40D35" w:rsidRDefault="00100252" w:rsidP="00C40D35">
      <w:pPr>
        <w:pStyle w:val="Choice"/>
      </w:pPr>
      <w:r w:rsidRPr="00C40D35">
        <w:t>D</w:t>
      </w:r>
      <w:r w:rsidR="00BE6C61" w:rsidRPr="00C40D35">
        <w:t xml:space="preserve">. </w:t>
      </w:r>
      <w:r w:rsidR="00003147" w:rsidRPr="00C40D35">
        <w:t>6.5</w:t>
      </w:r>
    </w:p>
    <w:p w14:paraId="453F25CC" w14:textId="2F6219AA" w:rsidR="00C304A4" w:rsidRPr="009B33EB" w:rsidRDefault="00C304A4" w:rsidP="00B22B6E">
      <w:pPr>
        <w:pStyle w:val="Type"/>
      </w:pPr>
      <w:r>
        <w:t xml:space="preserve">Learning Objective: </w:t>
      </w:r>
      <w:r w:rsidR="00100252">
        <w:t xml:space="preserve">2-1: </w:t>
      </w:r>
      <w:r w:rsidRPr="009B33EB">
        <w:t>Compute and interpret the mean, the median, and the mode</w:t>
      </w:r>
      <w:r w:rsidR="00347715">
        <w:t>.</w:t>
      </w:r>
    </w:p>
    <w:p w14:paraId="2299DEAD" w14:textId="77777777" w:rsidR="00C304A4" w:rsidRDefault="00C304A4" w:rsidP="00B22B6E">
      <w:pPr>
        <w:pStyle w:val="Type"/>
      </w:pPr>
      <w:r>
        <w:t>Cognitive Domain: Application</w:t>
      </w:r>
    </w:p>
    <w:p w14:paraId="040044FB" w14:textId="3D4BEE06" w:rsidR="00C304A4" w:rsidRDefault="00C304A4" w:rsidP="00217D0E">
      <w:pPr>
        <w:pStyle w:val="Location"/>
      </w:pPr>
      <w:r>
        <w:t xml:space="preserve">Answer Location: Find </w:t>
      </w:r>
      <w:r w:rsidR="00100252">
        <w:t>t</w:t>
      </w:r>
      <w:r>
        <w:t>he Median</w:t>
      </w:r>
    </w:p>
    <w:p w14:paraId="03F09904" w14:textId="2AF36546" w:rsidR="00FC0CC5" w:rsidRDefault="00686ACD" w:rsidP="00B22B6E">
      <w:pPr>
        <w:pStyle w:val="Question"/>
      </w:pPr>
      <w:r>
        <w:t xml:space="preserve">10. </w:t>
      </w:r>
      <w:r w:rsidR="00FC0CC5">
        <w:t>Find the me</w:t>
      </w:r>
      <w:r w:rsidR="004919A8">
        <w:t>an</w:t>
      </w:r>
      <w:r w:rsidR="00FC0CC5">
        <w:t xml:space="preserve"> for this set of scores</w:t>
      </w:r>
      <w:r w:rsidR="00B22B6E">
        <w:t>: X = f, 4 = 3, 3 = 7, 2 = 6, 1 = 2.</w:t>
      </w:r>
    </w:p>
    <w:p w14:paraId="16AD121A" w14:textId="24F73AE4" w:rsidR="00373CF0" w:rsidRPr="00C40D35" w:rsidRDefault="00A27DE1" w:rsidP="00C40D35">
      <w:pPr>
        <w:pStyle w:val="Choice"/>
      </w:pPr>
      <w:r w:rsidRPr="00C40D35">
        <w:t>A</w:t>
      </w:r>
      <w:r w:rsidR="00373CF0" w:rsidRPr="00C40D35">
        <w:t xml:space="preserve">. </w:t>
      </w:r>
      <w:r w:rsidR="003509D1" w:rsidRPr="00C40D35">
        <w:t>2.50</w:t>
      </w:r>
    </w:p>
    <w:p w14:paraId="089C1C08" w14:textId="3B9B0715" w:rsidR="00373CF0" w:rsidRPr="00C40D35" w:rsidRDefault="00A27DE1" w:rsidP="00C40D35">
      <w:pPr>
        <w:pStyle w:val="Choice"/>
      </w:pPr>
      <w:r w:rsidRPr="00C40D35">
        <w:t>B</w:t>
      </w:r>
      <w:r w:rsidR="00373CF0" w:rsidRPr="00C40D35">
        <w:t xml:space="preserve">. </w:t>
      </w:r>
      <w:r w:rsidR="003509D1" w:rsidRPr="00C40D35">
        <w:t>3</w:t>
      </w:r>
    </w:p>
    <w:p w14:paraId="67EC154D" w14:textId="456B8AB1" w:rsidR="00373CF0" w:rsidRPr="00C40D35" w:rsidRDefault="00A27DE1" w:rsidP="00C40D35">
      <w:pPr>
        <w:pStyle w:val="Choice"/>
      </w:pPr>
      <w:r w:rsidRPr="00C40D35">
        <w:t>C</w:t>
      </w:r>
      <w:r w:rsidR="00373CF0" w:rsidRPr="00C40D35">
        <w:t>. 4</w:t>
      </w:r>
      <w:r w:rsidR="009E455A" w:rsidRPr="00C40D35">
        <w:t>.5</w:t>
      </w:r>
    </w:p>
    <w:p w14:paraId="66FA263A" w14:textId="49B48EE1" w:rsidR="00373CF0" w:rsidRPr="00C40D35" w:rsidRDefault="003509D1" w:rsidP="00C40D35">
      <w:pPr>
        <w:pStyle w:val="Choice"/>
      </w:pPr>
      <w:r w:rsidRPr="00C40D35">
        <w:t>*</w:t>
      </w:r>
      <w:r w:rsidR="00A27DE1" w:rsidRPr="00C40D35">
        <w:t>D</w:t>
      </w:r>
      <w:r w:rsidR="00373CF0" w:rsidRPr="00C40D35">
        <w:t xml:space="preserve">. </w:t>
      </w:r>
      <w:r w:rsidRPr="00C40D35">
        <w:t>2.61</w:t>
      </w:r>
    </w:p>
    <w:p w14:paraId="2599778F" w14:textId="7D2B2325" w:rsidR="00E13B81" w:rsidRPr="009B33EB" w:rsidRDefault="00E13B81" w:rsidP="00B22B6E">
      <w:pPr>
        <w:pStyle w:val="Type"/>
      </w:pPr>
      <w:r>
        <w:lastRenderedPageBreak/>
        <w:t xml:space="preserve">Learning Objective: </w:t>
      </w:r>
      <w:r w:rsidR="00A27DE1">
        <w:t xml:space="preserve">2-1: </w:t>
      </w:r>
      <w:r w:rsidRPr="009B33EB">
        <w:t>Compute and interpret the mean, the median, and the mode</w:t>
      </w:r>
      <w:r w:rsidR="00347715">
        <w:t>.</w:t>
      </w:r>
    </w:p>
    <w:p w14:paraId="0B8C5F6D" w14:textId="77777777" w:rsidR="00E13B81" w:rsidRDefault="00E13B81" w:rsidP="00B22B6E">
      <w:pPr>
        <w:pStyle w:val="Type"/>
      </w:pPr>
      <w:r>
        <w:t>Cognitive Domain: Application</w:t>
      </w:r>
    </w:p>
    <w:p w14:paraId="23358E19" w14:textId="5B1C0DD4" w:rsidR="00E13B81" w:rsidRDefault="00E13B81" w:rsidP="00217D0E">
      <w:pPr>
        <w:pStyle w:val="Location"/>
      </w:pPr>
      <w:r>
        <w:t xml:space="preserve">Answer Location: Computing </w:t>
      </w:r>
      <w:r w:rsidR="009F2531">
        <w:t>t</w:t>
      </w:r>
      <w:r>
        <w:t>he Mean</w:t>
      </w:r>
    </w:p>
    <w:p w14:paraId="05E3B9D8" w14:textId="77777777" w:rsidR="00686ACD" w:rsidRDefault="00686ACD" w:rsidP="00B22B6E">
      <w:pPr>
        <w:pStyle w:val="Question"/>
      </w:pPr>
      <w:r>
        <w:t xml:space="preserve">11. </w:t>
      </w:r>
      <w:r w:rsidR="00A9373C">
        <w:t>When your data is ordinal, what is the best measure of center to use?</w:t>
      </w:r>
    </w:p>
    <w:p w14:paraId="0C5D4573" w14:textId="5E4B6770" w:rsidR="00686ACD" w:rsidRPr="00C40D35" w:rsidRDefault="009F2531" w:rsidP="00C40D35">
      <w:pPr>
        <w:pStyle w:val="Choice"/>
      </w:pPr>
      <w:r w:rsidRPr="00C40D35">
        <w:t>A</w:t>
      </w:r>
      <w:r w:rsidR="00686ACD" w:rsidRPr="00C40D35">
        <w:t xml:space="preserve">. </w:t>
      </w:r>
      <w:r w:rsidR="00A9373C" w:rsidRPr="00C40D35">
        <w:t>mode</w:t>
      </w:r>
    </w:p>
    <w:p w14:paraId="713E062B" w14:textId="0DCC2356" w:rsidR="00686ACD" w:rsidRPr="00C40D35" w:rsidRDefault="009F2531" w:rsidP="00C40D35">
      <w:pPr>
        <w:pStyle w:val="Choice"/>
      </w:pPr>
      <w:r w:rsidRPr="00C40D35">
        <w:t>B</w:t>
      </w:r>
      <w:r w:rsidR="00686ACD" w:rsidRPr="00C40D35">
        <w:t xml:space="preserve">. </w:t>
      </w:r>
      <w:r w:rsidR="00A9373C" w:rsidRPr="00C40D35">
        <w:t>mean</w:t>
      </w:r>
    </w:p>
    <w:p w14:paraId="737FA511" w14:textId="6B744014" w:rsidR="00686ACD" w:rsidRPr="00C40D35" w:rsidRDefault="00A9373C" w:rsidP="00C40D35">
      <w:pPr>
        <w:pStyle w:val="Choice"/>
      </w:pPr>
      <w:r w:rsidRPr="00C40D35">
        <w:t>*</w:t>
      </w:r>
      <w:r w:rsidR="009F2531" w:rsidRPr="00C40D35">
        <w:t>C</w:t>
      </w:r>
      <w:r w:rsidR="00686ACD" w:rsidRPr="00C40D35">
        <w:t xml:space="preserve">. </w:t>
      </w:r>
      <w:r w:rsidRPr="00C40D35">
        <w:t>median</w:t>
      </w:r>
    </w:p>
    <w:p w14:paraId="02EC6A5A" w14:textId="589CD54D" w:rsidR="006C163A" w:rsidRDefault="006C163A" w:rsidP="00B22B6E">
      <w:pPr>
        <w:pStyle w:val="Type"/>
      </w:pPr>
      <w:r>
        <w:t xml:space="preserve">Learning Objective: </w:t>
      </w:r>
      <w:r w:rsidR="009F2531">
        <w:t xml:space="preserve">2-2: </w:t>
      </w:r>
      <w:r w:rsidRPr="0068177C">
        <w:t>Identify when to use the mean, the median, or the mode when describing a distribution’s central tendency</w:t>
      </w:r>
      <w:r w:rsidR="00D53BF1">
        <w:t>.</w:t>
      </w:r>
    </w:p>
    <w:p w14:paraId="42B8A4D5" w14:textId="77777777" w:rsidR="006C163A" w:rsidRDefault="006C163A" w:rsidP="00B22B6E">
      <w:pPr>
        <w:pStyle w:val="Type"/>
      </w:pPr>
      <w:r>
        <w:t>Cognitive Domain:</w:t>
      </w:r>
      <w:r w:rsidRPr="005B1C58">
        <w:t xml:space="preserve"> </w:t>
      </w:r>
      <w:r>
        <w:t>Knowledge</w:t>
      </w:r>
    </w:p>
    <w:p w14:paraId="40986AAE" w14:textId="3FBF223E" w:rsidR="00686ACD" w:rsidRDefault="006C163A" w:rsidP="00217D0E">
      <w:pPr>
        <w:pStyle w:val="Location"/>
      </w:pPr>
      <w:r>
        <w:t xml:space="preserve">Answer </w:t>
      </w:r>
      <w:bookmarkStart w:id="0" w:name="_GoBack"/>
      <w:bookmarkEnd w:id="0"/>
      <w:r>
        <w:t>Location:</w:t>
      </w:r>
      <w:r w:rsidRPr="005B1C58">
        <w:t xml:space="preserve"> </w:t>
      </w:r>
      <w:r>
        <w:t>Central Tendency</w:t>
      </w:r>
    </w:p>
    <w:sectPr w:rsidR="00686ACD" w:rsidSect="006F2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ED5C9" w14:textId="77777777" w:rsidR="006D3271" w:rsidRDefault="006D3271" w:rsidP="006B1B0A">
      <w:r>
        <w:separator/>
      </w:r>
    </w:p>
  </w:endnote>
  <w:endnote w:type="continuationSeparator" w:id="0">
    <w:p w14:paraId="690043F3" w14:textId="77777777" w:rsidR="006D3271" w:rsidRDefault="006D3271" w:rsidP="006B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2BECA" w14:textId="77777777" w:rsidR="006D3271" w:rsidRDefault="006D3271" w:rsidP="006B1B0A">
      <w:r>
        <w:separator/>
      </w:r>
    </w:p>
  </w:footnote>
  <w:footnote w:type="continuationSeparator" w:id="0">
    <w:p w14:paraId="56FFBDDC" w14:textId="77777777" w:rsidR="006D3271" w:rsidRDefault="006D3271" w:rsidP="006B1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5A5"/>
    <w:multiLevelType w:val="hybridMultilevel"/>
    <w:tmpl w:val="FD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494817"/>
    <w:multiLevelType w:val="hybridMultilevel"/>
    <w:tmpl w:val="D7880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80"/>
    <w:rsid w:val="00003147"/>
    <w:rsid w:val="00004EB6"/>
    <w:rsid w:val="000206BC"/>
    <w:rsid w:val="00047F03"/>
    <w:rsid w:val="000710E7"/>
    <w:rsid w:val="00100252"/>
    <w:rsid w:val="001447FC"/>
    <w:rsid w:val="001503FE"/>
    <w:rsid w:val="001A3586"/>
    <w:rsid w:val="001E28FA"/>
    <w:rsid w:val="001F784E"/>
    <w:rsid w:val="00204867"/>
    <w:rsid w:val="00217D0E"/>
    <w:rsid w:val="00235C79"/>
    <w:rsid w:val="002445ED"/>
    <w:rsid w:val="00284532"/>
    <w:rsid w:val="002E655A"/>
    <w:rsid w:val="0030747B"/>
    <w:rsid w:val="00345BB5"/>
    <w:rsid w:val="00347715"/>
    <w:rsid w:val="003509D1"/>
    <w:rsid w:val="00361CCB"/>
    <w:rsid w:val="00373CF0"/>
    <w:rsid w:val="003B1DA1"/>
    <w:rsid w:val="00405277"/>
    <w:rsid w:val="00415270"/>
    <w:rsid w:val="00455074"/>
    <w:rsid w:val="00462C76"/>
    <w:rsid w:val="0047315F"/>
    <w:rsid w:val="00475880"/>
    <w:rsid w:val="004919A8"/>
    <w:rsid w:val="004B5D3D"/>
    <w:rsid w:val="004D54D9"/>
    <w:rsid w:val="00522FD5"/>
    <w:rsid w:val="00530D1D"/>
    <w:rsid w:val="005629C7"/>
    <w:rsid w:val="005B1C58"/>
    <w:rsid w:val="005C310A"/>
    <w:rsid w:val="005F40BB"/>
    <w:rsid w:val="0068177C"/>
    <w:rsid w:val="006855DD"/>
    <w:rsid w:val="00686ACD"/>
    <w:rsid w:val="006A22C0"/>
    <w:rsid w:val="006B1B0A"/>
    <w:rsid w:val="006B3E20"/>
    <w:rsid w:val="006C163A"/>
    <w:rsid w:val="006C1F33"/>
    <w:rsid w:val="006D3271"/>
    <w:rsid w:val="006F23BB"/>
    <w:rsid w:val="007335A2"/>
    <w:rsid w:val="00820872"/>
    <w:rsid w:val="008E28EC"/>
    <w:rsid w:val="00936764"/>
    <w:rsid w:val="00941E2D"/>
    <w:rsid w:val="00970C80"/>
    <w:rsid w:val="0098233A"/>
    <w:rsid w:val="009E455A"/>
    <w:rsid w:val="009F134F"/>
    <w:rsid w:val="009F2531"/>
    <w:rsid w:val="00A21AED"/>
    <w:rsid w:val="00A27DE1"/>
    <w:rsid w:val="00A920A1"/>
    <w:rsid w:val="00A9373C"/>
    <w:rsid w:val="00A97D55"/>
    <w:rsid w:val="00AB7EF1"/>
    <w:rsid w:val="00AE04AF"/>
    <w:rsid w:val="00AF3200"/>
    <w:rsid w:val="00AF3CF4"/>
    <w:rsid w:val="00B20315"/>
    <w:rsid w:val="00B22B6E"/>
    <w:rsid w:val="00B37930"/>
    <w:rsid w:val="00B521D1"/>
    <w:rsid w:val="00B85B2F"/>
    <w:rsid w:val="00BC04B7"/>
    <w:rsid w:val="00BE5DDB"/>
    <w:rsid w:val="00BE6C61"/>
    <w:rsid w:val="00C1296B"/>
    <w:rsid w:val="00C22823"/>
    <w:rsid w:val="00C304A4"/>
    <w:rsid w:val="00C32FB3"/>
    <w:rsid w:val="00C361A7"/>
    <w:rsid w:val="00C40D35"/>
    <w:rsid w:val="00C47431"/>
    <w:rsid w:val="00CA0071"/>
    <w:rsid w:val="00CA1B3C"/>
    <w:rsid w:val="00CB0CF2"/>
    <w:rsid w:val="00CD2639"/>
    <w:rsid w:val="00CE2136"/>
    <w:rsid w:val="00CE609E"/>
    <w:rsid w:val="00D00FB9"/>
    <w:rsid w:val="00D20795"/>
    <w:rsid w:val="00D31A53"/>
    <w:rsid w:val="00D53BF1"/>
    <w:rsid w:val="00D66464"/>
    <w:rsid w:val="00D904D9"/>
    <w:rsid w:val="00DA1184"/>
    <w:rsid w:val="00DF423B"/>
    <w:rsid w:val="00E115CA"/>
    <w:rsid w:val="00E13B81"/>
    <w:rsid w:val="00E26DC1"/>
    <w:rsid w:val="00E4650A"/>
    <w:rsid w:val="00EB7ECF"/>
    <w:rsid w:val="00F16D92"/>
    <w:rsid w:val="00F458FC"/>
    <w:rsid w:val="00F83969"/>
    <w:rsid w:val="00F84F8E"/>
    <w:rsid w:val="00FC0CC5"/>
    <w:rsid w:val="00FE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F559B"/>
  <w15:docId w15:val="{55FAF1C4-1D0C-46AA-BFA4-E663717D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D0E"/>
    <w:pPr>
      <w:spacing w:after="200" w:line="276" w:lineRule="auto"/>
    </w:pPr>
    <w:rPr>
      <w:rFonts w:ascii="Calibri" w:eastAsia="Calibri" w:hAnsi="Calibri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B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B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B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217D0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17D0E"/>
  </w:style>
  <w:style w:type="paragraph" w:styleId="ListParagraph">
    <w:name w:val="List Paragraph"/>
    <w:basedOn w:val="Normal"/>
    <w:uiPriority w:val="34"/>
    <w:qFormat/>
    <w:rsid w:val="006B3E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B0A"/>
  </w:style>
  <w:style w:type="paragraph" w:styleId="Footer">
    <w:name w:val="footer"/>
    <w:basedOn w:val="Normal"/>
    <w:link w:val="FooterChar"/>
    <w:uiPriority w:val="99"/>
    <w:unhideWhenUsed/>
    <w:rsid w:val="006B1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B0A"/>
  </w:style>
  <w:style w:type="character" w:customStyle="1" w:styleId="Heading2Char">
    <w:name w:val="Heading 2 Char"/>
    <w:basedOn w:val="DefaultParagraphFont"/>
    <w:link w:val="Heading2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B1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B1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B1B0A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6B1B0A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B0A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B1B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1B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2445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074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747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747B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4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47B"/>
    <w:rPr>
      <w:b/>
      <w:bCs/>
      <w:sz w:val="20"/>
    </w:rPr>
  </w:style>
  <w:style w:type="paragraph" w:styleId="Revision">
    <w:name w:val="Revision"/>
    <w:hidden/>
    <w:uiPriority w:val="99"/>
    <w:semiHidden/>
    <w:rsid w:val="0030747B"/>
  </w:style>
  <w:style w:type="paragraph" w:styleId="BalloonText">
    <w:name w:val="Balloon Text"/>
    <w:basedOn w:val="Normal"/>
    <w:link w:val="BalloonTextChar"/>
    <w:uiPriority w:val="99"/>
    <w:semiHidden/>
    <w:unhideWhenUsed/>
    <w:rsid w:val="003074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47B"/>
    <w:rPr>
      <w:rFonts w:ascii="Tahoma" w:hAnsi="Tahoma" w:cs="Tahoma"/>
      <w:sz w:val="16"/>
      <w:szCs w:val="16"/>
    </w:rPr>
  </w:style>
  <w:style w:type="paragraph" w:customStyle="1" w:styleId="Question">
    <w:name w:val="Question"/>
    <w:basedOn w:val="Normal"/>
    <w:qFormat/>
    <w:rsid w:val="00217D0E"/>
  </w:style>
  <w:style w:type="paragraph" w:customStyle="1" w:styleId="Match">
    <w:name w:val="Match"/>
    <w:basedOn w:val="Normal"/>
    <w:qFormat/>
    <w:rsid w:val="00217D0E"/>
  </w:style>
  <w:style w:type="paragraph" w:customStyle="1" w:styleId="Choice">
    <w:name w:val="Choice"/>
    <w:basedOn w:val="Normal"/>
    <w:qFormat/>
    <w:rsid w:val="00217D0E"/>
  </w:style>
  <w:style w:type="paragraph" w:customStyle="1" w:styleId="TF">
    <w:name w:val="TF"/>
    <w:basedOn w:val="Normal"/>
    <w:qFormat/>
    <w:rsid w:val="00217D0E"/>
  </w:style>
  <w:style w:type="paragraph" w:customStyle="1" w:styleId="Location">
    <w:name w:val="Location"/>
    <w:basedOn w:val="Normal"/>
    <w:next w:val="Normal"/>
    <w:qFormat/>
    <w:rsid w:val="00217D0E"/>
  </w:style>
  <w:style w:type="paragraph" w:customStyle="1" w:styleId="Type">
    <w:name w:val="Type"/>
    <w:basedOn w:val="Normal"/>
    <w:next w:val="Normal"/>
    <w:qFormat/>
    <w:rsid w:val="00217D0E"/>
  </w:style>
  <w:style w:type="paragraph" w:customStyle="1" w:styleId="Term">
    <w:name w:val="Term"/>
    <w:basedOn w:val="Normal"/>
    <w:next w:val="Normal"/>
    <w:qFormat/>
    <w:rsid w:val="00217D0E"/>
  </w:style>
  <w:style w:type="paragraph" w:customStyle="1" w:styleId="Define">
    <w:name w:val="Define"/>
    <w:basedOn w:val="Normal"/>
    <w:next w:val="Normal"/>
    <w:qFormat/>
    <w:rsid w:val="00217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1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alermini\AppData\Roaming\Microsoft\Templates\new_qti_sty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770AD-1047-4210-A8C7-770C5722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new_qti_style.dot</Template>
  <TotalTime>10</TotalTime>
  <Pages>4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Stephanie Palermini</cp:lastModifiedBy>
  <cp:revision>5</cp:revision>
  <dcterms:created xsi:type="dcterms:W3CDTF">2017-05-04T17:02:00Z</dcterms:created>
  <dcterms:modified xsi:type="dcterms:W3CDTF">2017-06-15T20:03:00Z</dcterms:modified>
</cp:coreProperties>
</file>